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A60AC7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061BF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SS</w:t>
      </w:r>
      <w:r w:rsidR="00694A63">
        <w:rPr>
          <w:rFonts w:ascii="Arial Narrow" w:hAnsi="Arial Narrow"/>
          <w:sz w:val="22"/>
          <w:lang w:val="de-DE"/>
        </w:rPr>
        <w:t>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1C4F5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A60AC7">
        <w:rPr>
          <w:rFonts w:ascii="Arial Narrow" w:hAnsi="Arial Narrow"/>
          <w:sz w:val="22"/>
          <w:lang w:val="de-DE"/>
        </w:rPr>
        <w:t>05</w:t>
      </w:r>
      <w:r w:rsidR="00244264">
        <w:rPr>
          <w:rFonts w:ascii="Arial Narrow" w:hAnsi="Arial Narrow"/>
          <w:sz w:val="22"/>
          <w:lang w:val="de-DE"/>
        </w:rPr>
        <w:t>.</w:t>
      </w:r>
      <w:r w:rsidR="00CE73AB">
        <w:rPr>
          <w:rFonts w:ascii="Arial Narrow" w:hAnsi="Arial Narrow"/>
          <w:sz w:val="22"/>
          <w:lang w:val="de-DE"/>
        </w:rPr>
        <w:t>0</w:t>
      </w:r>
      <w:r w:rsidR="00A60AC7">
        <w:rPr>
          <w:rFonts w:ascii="Arial Narrow" w:hAnsi="Arial Narrow"/>
          <w:sz w:val="22"/>
          <w:lang w:val="de-DE"/>
        </w:rPr>
        <w:t>4</w:t>
      </w:r>
      <w:r w:rsidR="000B344C">
        <w:rPr>
          <w:rFonts w:ascii="Arial Narrow" w:hAnsi="Arial Narrow"/>
          <w:sz w:val="22"/>
          <w:lang w:val="de-DE"/>
        </w:rPr>
        <w:t>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61BF1" w:rsidRDefault="00061BF1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T-Shirts</w:t>
      </w:r>
    </w:p>
    <w:p w:rsidR="00F633A9" w:rsidRDefault="00F633A9" w:rsidP="00F633A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Sarah informierte die AStA-Mitglieder darüber, dass die Liste weiter geleitet wurde</w:t>
      </w:r>
    </w:p>
    <w:p w:rsidR="00F633A9" w:rsidRDefault="00F633A9" w:rsidP="00F633A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6E5536" w:rsidRDefault="00290CDB" w:rsidP="006E553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Zuständigkeiten der</w:t>
      </w:r>
      <w:r w:rsidR="00BC6DF3">
        <w:rPr>
          <w:rFonts w:ascii="Arial Narrow" w:hAnsi="Arial Narrow"/>
          <w:sz w:val="22"/>
          <w:lang w:val="de-DE"/>
        </w:rPr>
        <w:t xml:space="preserve"> AStA</w:t>
      </w:r>
      <w:r>
        <w:rPr>
          <w:rFonts w:ascii="Arial Narrow" w:hAnsi="Arial Narrow"/>
          <w:sz w:val="22"/>
          <w:lang w:val="de-DE"/>
        </w:rPr>
        <w:t xml:space="preserve"> Mitglieder</w:t>
      </w:r>
    </w:p>
    <w:p w:rsidR="00F633A9" w:rsidRDefault="00F633A9" w:rsidP="00F633A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Zuständigkeiten müssen wieder verteilt werden. Zuständigkeiten werden nach der Sitzung verteilt.</w:t>
      </w:r>
    </w:p>
    <w:p w:rsidR="00F633A9" w:rsidRPr="006E5536" w:rsidRDefault="00F633A9" w:rsidP="00F633A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BC6DF3" w:rsidRDefault="00BC6DF3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Challenge: Büro Entrümpeln</w:t>
      </w:r>
      <w:r w:rsidR="00190913">
        <w:rPr>
          <w:rFonts w:ascii="Arial Narrow" w:hAnsi="Arial Narrow"/>
          <w:sz w:val="22"/>
          <w:lang w:val="de-DE"/>
        </w:rPr>
        <w:t xml:space="preserve"> (Müll an den PC Arbeitsplätzen)</w:t>
      </w:r>
    </w:p>
    <w:p w:rsidR="00F633A9" w:rsidRDefault="00F633A9" w:rsidP="00F633A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 bedankt sich bei den Leuten, die den AStA schon weitgehend aufgeräumt haben (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-Party). Bis nächste Woche muss jeder seine Zettel etc. weg räumen. Ansonsten wird es weg geworfen!</w:t>
      </w:r>
    </w:p>
    <w:p w:rsidR="00F633A9" w:rsidRDefault="00F633A9" w:rsidP="00F633A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 Zukunft wird alles was nicht am Magnetstreifen hängt weg geworfen!</w:t>
      </w:r>
    </w:p>
    <w:p w:rsidR="005939EA" w:rsidRDefault="005939EA" w:rsidP="00F633A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kümmert sich darum, ob Gesetzbücher vorhanden sein müssen. </w:t>
      </w:r>
      <w:proofErr w:type="spellStart"/>
      <w:r>
        <w:rPr>
          <w:rFonts w:ascii="Arial Narrow" w:hAnsi="Arial Narrow"/>
          <w:sz w:val="22"/>
          <w:lang w:val="de-DE"/>
        </w:rPr>
        <w:t>Ggf</w:t>
      </w:r>
      <w:proofErr w:type="spellEnd"/>
      <w:r>
        <w:rPr>
          <w:rFonts w:ascii="Arial Narrow" w:hAnsi="Arial Narrow"/>
          <w:sz w:val="22"/>
          <w:lang w:val="de-DE"/>
        </w:rPr>
        <w:t xml:space="preserve"> werden neue angeschafft.</w:t>
      </w:r>
    </w:p>
    <w:p w:rsidR="00F633A9" w:rsidRDefault="00F633A9" w:rsidP="00F633A9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FE3FDA" w:rsidRDefault="00FE3FDA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Jackenständer aufräumen</w:t>
      </w:r>
    </w:p>
    <w:p w:rsidR="005939EA" w:rsidRDefault="00296865" w:rsidP="00296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Jedes AStA-Mitglied soll seine Jacke vom ausgesonderten Kleiderständer umhängen. Die Jacken die nächste Woche noch hängen werden ins Fundbüro gebracht!</w:t>
      </w:r>
    </w:p>
    <w:p w:rsidR="001106B5" w:rsidRDefault="001106B5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Flügel</w:t>
      </w:r>
    </w:p>
    <w:p w:rsidR="00296865" w:rsidRDefault="00296865" w:rsidP="00296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Flügel aus der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sollte sobald er wieder in der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steht neu gestimmt werden. </w:t>
      </w:r>
    </w:p>
    <w:p w:rsidR="00296865" w:rsidRDefault="00296865" w:rsidP="00296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4A46A2" w:rsidRDefault="004A46A2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AStA-Telefonliste aktualisieren</w:t>
      </w:r>
    </w:p>
    <w:p w:rsidR="00296865" w:rsidRDefault="00296865" w:rsidP="00296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 xml:space="preserve">Jedes Mitglied sollte schauen ob die E-Mail und Telefonnummer noch stimmt, </w:t>
      </w:r>
      <w:proofErr w:type="spellStart"/>
      <w:r>
        <w:rPr>
          <w:rFonts w:ascii="Arial Narrow" w:hAnsi="Arial Narrow"/>
          <w:sz w:val="22"/>
          <w:lang w:val="de-DE"/>
        </w:rPr>
        <w:t>ggf</w:t>
      </w:r>
      <w:proofErr w:type="spellEnd"/>
      <w:r>
        <w:rPr>
          <w:rFonts w:ascii="Arial Narrow" w:hAnsi="Arial Narrow"/>
          <w:sz w:val="22"/>
          <w:lang w:val="de-DE"/>
        </w:rPr>
        <w:t xml:space="preserve"> neu eintragen. Sabrina erneuert sie dann</w:t>
      </w:r>
    </w:p>
    <w:p w:rsidR="00296865" w:rsidRDefault="00296865" w:rsidP="00296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170FD2" w:rsidRDefault="00170FD2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Dokumentation für wichtige Arbeitsabläufe (z.B. Garderobe aufbauen)</w:t>
      </w:r>
    </w:p>
    <w:p w:rsidR="00296865" w:rsidRDefault="00296865" w:rsidP="00296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Erfahrene Leute sollten ihr Wissen aufschreiben. Danach alles in einen Ordner.</w:t>
      </w:r>
    </w:p>
    <w:p w:rsidR="00296865" w:rsidRDefault="00296865" w:rsidP="00296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Jonas: Bühne, Tische, Stühle,..</w:t>
      </w:r>
    </w:p>
    <w:p w:rsidR="00296865" w:rsidRDefault="00296865" w:rsidP="0029686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Sandra, Sabrina: Bar</w:t>
      </w:r>
    </w:p>
    <w:p w:rsidR="00296865" w:rsidRDefault="00296865" w:rsidP="001924F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Bis nächste Woche! :)</w:t>
      </w:r>
      <w:r>
        <w:rPr>
          <w:rFonts w:ascii="Arial Narrow" w:hAnsi="Arial Narrow"/>
          <w:sz w:val="22"/>
          <w:lang w:val="de-DE"/>
        </w:rPr>
        <w:tab/>
      </w:r>
    </w:p>
    <w:p w:rsidR="001924FA" w:rsidRDefault="001924FA" w:rsidP="001924F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</w:p>
    <w:p w:rsidR="00BA737A" w:rsidRDefault="00BA737A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Getr</w:t>
      </w:r>
      <w:proofErr w:type="spellEnd"/>
      <w:r>
        <w:rPr>
          <w:rFonts w:ascii="Arial Narrow" w:hAnsi="Arial Narrow"/>
          <w:sz w:val="22"/>
          <w:lang w:val="de-DE"/>
        </w:rPr>
        <w:t>-Zelle/</w:t>
      </w:r>
      <w:proofErr w:type="spellStart"/>
      <w:r>
        <w:rPr>
          <w:rFonts w:ascii="Arial Narrow" w:hAnsi="Arial Narrow"/>
          <w:sz w:val="22"/>
          <w:lang w:val="de-DE"/>
        </w:rPr>
        <w:t>Ref</w:t>
      </w:r>
      <w:proofErr w:type="spellEnd"/>
      <w:r>
        <w:rPr>
          <w:rFonts w:ascii="Arial Narrow" w:hAnsi="Arial Narrow"/>
          <w:sz w:val="22"/>
          <w:lang w:val="de-DE"/>
        </w:rPr>
        <w:t>-Raum</w:t>
      </w:r>
    </w:p>
    <w:p w:rsidR="003F3005" w:rsidRDefault="001924FA" w:rsidP="003F300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Sollte umgehend aufgeräumt werden. Spielereferat muss an die Spiele kommen</w:t>
      </w:r>
      <w:r w:rsidR="003F3005">
        <w:rPr>
          <w:rFonts w:ascii="Arial Narrow" w:hAnsi="Arial Narrow"/>
          <w:sz w:val="22"/>
          <w:lang w:val="de-DE"/>
        </w:rPr>
        <w:t>.</w:t>
      </w:r>
    </w:p>
    <w:p w:rsidR="003F3005" w:rsidRDefault="003F3005" w:rsidP="003F300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Marius kümmert sich darum.</w:t>
      </w:r>
    </w:p>
    <w:p w:rsidR="003F3005" w:rsidRDefault="003F3005" w:rsidP="003F300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093B05" w:rsidRDefault="00093B05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3F3005" w:rsidRDefault="003F3005" w:rsidP="003F300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Yoga-Referat sollte in die Aula ggf</w:t>
      </w:r>
      <w:r w:rsidR="00A60AC7">
        <w:rPr>
          <w:rFonts w:ascii="Arial Narrow" w:hAnsi="Arial Narrow"/>
          <w:sz w:val="22"/>
          <w:lang w:val="de-DE"/>
        </w:rPr>
        <w:t xml:space="preserve">. </w:t>
      </w:r>
      <w:r>
        <w:rPr>
          <w:rFonts w:ascii="Arial Narrow" w:hAnsi="Arial Narrow"/>
          <w:sz w:val="22"/>
          <w:lang w:val="de-DE"/>
        </w:rPr>
        <w:t xml:space="preserve"> irgendwo anders. Sigi fragt bei der Stadt wegen anderen Möglichkeiten nach</w:t>
      </w:r>
      <w:r w:rsidR="00A60AC7">
        <w:rPr>
          <w:rFonts w:ascii="Arial Narrow" w:hAnsi="Arial Narrow"/>
          <w:sz w:val="22"/>
          <w:lang w:val="de-DE"/>
        </w:rPr>
        <w:t xml:space="preserve">, Karl schreibt eine E-Mail an Frau </w:t>
      </w:r>
      <w:proofErr w:type="spellStart"/>
      <w:r w:rsidR="00A60AC7">
        <w:rPr>
          <w:rFonts w:ascii="Arial Narrow" w:hAnsi="Arial Narrow"/>
          <w:sz w:val="22"/>
          <w:lang w:val="de-DE"/>
        </w:rPr>
        <w:t>Rimporep</w:t>
      </w:r>
      <w:proofErr w:type="spellEnd"/>
      <w:r w:rsidR="00A60AC7">
        <w:rPr>
          <w:rFonts w:ascii="Arial Narrow" w:hAnsi="Arial Narrow"/>
          <w:sz w:val="22"/>
          <w:lang w:val="de-DE"/>
        </w:rPr>
        <w:t xml:space="preserve"> zwecks </w:t>
      </w:r>
      <w:proofErr w:type="gramStart"/>
      <w:r w:rsidR="00A60AC7">
        <w:rPr>
          <w:rFonts w:ascii="Arial Narrow" w:hAnsi="Arial Narrow"/>
          <w:sz w:val="22"/>
          <w:lang w:val="de-DE"/>
        </w:rPr>
        <w:t>Ersatz</w:t>
      </w:r>
      <w:proofErr w:type="gramEnd"/>
      <w:r w:rsidR="00A60AC7">
        <w:rPr>
          <w:rFonts w:ascii="Arial Narrow" w:hAnsi="Arial Narrow"/>
          <w:sz w:val="22"/>
          <w:lang w:val="de-DE"/>
        </w:rPr>
        <w:t xml:space="preserve"> für die alte </w:t>
      </w:r>
      <w:proofErr w:type="spellStart"/>
      <w:r w:rsidR="00A60AC7">
        <w:rPr>
          <w:rFonts w:ascii="Arial Narrow" w:hAnsi="Arial Narrow"/>
          <w:sz w:val="22"/>
          <w:lang w:val="de-DE"/>
        </w:rPr>
        <w:t>Cafete</w:t>
      </w:r>
      <w:proofErr w:type="spellEnd"/>
      <w:r w:rsidR="00A60AC7">
        <w:rPr>
          <w:rFonts w:ascii="Arial Narrow" w:hAnsi="Arial Narrow"/>
          <w:sz w:val="22"/>
          <w:lang w:val="de-DE"/>
        </w:rPr>
        <w:t>.</w:t>
      </w:r>
    </w:p>
    <w:p w:rsidR="00865D7B" w:rsidRDefault="00865D7B" w:rsidP="003F300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Bauch-Beine-Po-Referat kann leider nicht stattfinden, da keine Räume zur Verfügung stehen.</w:t>
      </w:r>
    </w:p>
    <w:p w:rsidR="00A60AC7" w:rsidRDefault="00A60AC7" w:rsidP="003F3005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BA737A" w:rsidRDefault="00722DDF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Kehrmaschine für Partys</w:t>
      </w:r>
    </w:p>
    <w:p w:rsidR="00865D7B" w:rsidRDefault="00865D7B" w:rsidP="00865D7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Wenn wir rechtzeitig fragen, bekommen wir für die nächste Party eine Kehrmaschine von der Werkstatt.</w:t>
      </w:r>
    </w:p>
    <w:p w:rsidR="00865D7B" w:rsidRDefault="00865D7B" w:rsidP="00865D7B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Probleme: Bei Pflastersteinen geht es nicht. 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 xml:space="preserve"> probiert es aus</w:t>
      </w:r>
    </w:p>
    <w:p w:rsidR="00A60AC7" w:rsidRDefault="00A60AC7" w:rsidP="00A60AC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</w:p>
    <w:p w:rsidR="00A60AC7" w:rsidRDefault="00A60AC7" w:rsidP="00A60AC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206420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865D7B" w:rsidRDefault="00865D7B" w:rsidP="00865D7B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Schwenningen hat zu viele Musikboxen. Wollen wir welche? Technik-Referat schaut sie sich an.</w:t>
      </w:r>
    </w:p>
    <w:p w:rsidR="00865D7B" w:rsidRDefault="00F30DBE" w:rsidP="00865D7B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Wir verkaufen KEINE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>-Karten. Gibt nur Probleme mit dem Wechselgeld, den Karten und den Bussen!</w:t>
      </w:r>
    </w:p>
    <w:p w:rsidR="00827B82" w:rsidRDefault="00A46EFC" w:rsidP="00827B8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- 21.4 ist Umwelttag. Wollen die Studenten sich daran beteiligen? (Sauber machen etc.) Weiterleiten an d</w:t>
      </w:r>
      <w:r w:rsidR="005B375A">
        <w:rPr>
          <w:rFonts w:ascii="Arial Narrow" w:hAnsi="Arial Narrow"/>
          <w:sz w:val="22"/>
          <w:lang w:val="de-DE"/>
        </w:rPr>
        <w:t>as Nachhaltigkeitsreferat</w:t>
      </w:r>
      <w:r>
        <w:rPr>
          <w:rFonts w:ascii="Arial Narrow" w:hAnsi="Arial Narrow"/>
          <w:sz w:val="22"/>
          <w:lang w:val="de-DE"/>
        </w:rPr>
        <w:t xml:space="preserve"> (Sigi)</w:t>
      </w:r>
      <w:r w:rsidR="005B375A">
        <w:rPr>
          <w:rFonts w:ascii="Arial Narrow" w:hAnsi="Arial Narrow"/>
          <w:sz w:val="22"/>
          <w:lang w:val="de-DE"/>
        </w:rPr>
        <w:t>.</w:t>
      </w:r>
    </w:p>
    <w:p w:rsidR="00A46EFC" w:rsidRDefault="00A46EFC" w:rsidP="00827B8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- </w:t>
      </w:r>
      <w:r w:rsidR="005B375A">
        <w:rPr>
          <w:rFonts w:ascii="Arial Narrow" w:hAnsi="Arial Narrow"/>
          <w:sz w:val="22"/>
          <w:lang w:val="de-DE"/>
        </w:rPr>
        <w:t xml:space="preserve"> Bar im Frühling draußen veranstalten.</w:t>
      </w:r>
    </w:p>
    <w:p w:rsidR="005B375A" w:rsidRDefault="005B375A" w:rsidP="00827B8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- Felix Gruppe für alle ASten</w:t>
      </w:r>
    </w:p>
    <w:p w:rsidR="005B375A" w:rsidRPr="00486AEE" w:rsidRDefault="005B375A" w:rsidP="00827B8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-</w:t>
      </w: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  <w:r>
        <w:rPr>
          <w:rFonts w:ascii="Arial Narrow" w:hAnsi="Arial Narrow"/>
          <w:sz w:val="22"/>
          <w:lang w:val="de-DE"/>
        </w:rPr>
        <w:t xml:space="preserve"> wurde überarbeitet </w:t>
      </w:r>
      <w:bookmarkStart w:id="0" w:name="_GoBack"/>
      <w:bookmarkEnd w:id="0"/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170FD2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  <w:lang w:val="de-DE"/>
        </w:rPr>
      </w:pPr>
    </w:p>
    <w:sectPr w:rsidR="007D610C" w:rsidRPr="00170F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1C4F50">
      <w:rPr>
        <w:rFonts w:ascii="Arial Narrow" w:hAnsi="Arial Narrow"/>
        <w:sz w:val="20"/>
        <w:lang w:val="de-DE"/>
      </w:rPr>
      <w:t>S</w:t>
    </w:r>
    <w:r w:rsidR="00B667CF">
      <w:rPr>
        <w:rFonts w:ascii="Arial Narrow" w:hAnsi="Arial Narrow"/>
        <w:sz w:val="20"/>
        <w:lang w:val="de-DE"/>
      </w:rPr>
      <w:t>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B375A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2423FA"/>
    <w:multiLevelType w:val="hybridMultilevel"/>
    <w:tmpl w:val="562C4EB4"/>
    <w:lvl w:ilvl="0" w:tplc="E9BEA40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88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1BF1"/>
    <w:rsid w:val="00062DB6"/>
    <w:rsid w:val="00063E3E"/>
    <w:rsid w:val="000755CE"/>
    <w:rsid w:val="00093B05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06B5"/>
    <w:rsid w:val="001147AE"/>
    <w:rsid w:val="0011608E"/>
    <w:rsid w:val="0012300D"/>
    <w:rsid w:val="00132174"/>
    <w:rsid w:val="001364FA"/>
    <w:rsid w:val="0014473D"/>
    <w:rsid w:val="00144E86"/>
    <w:rsid w:val="00170FD2"/>
    <w:rsid w:val="00180C16"/>
    <w:rsid w:val="00190913"/>
    <w:rsid w:val="001924FA"/>
    <w:rsid w:val="001A44B0"/>
    <w:rsid w:val="001C25E2"/>
    <w:rsid w:val="001C4F50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3EFC"/>
    <w:rsid w:val="00244264"/>
    <w:rsid w:val="00273332"/>
    <w:rsid w:val="00274830"/>
    <w:rsid w:val="00290CDB"/>
    <w:rsid w:val="00293711"/>
    <w:rsid w:val="00296865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D3703"/>
    <w:rsid w:val="003E66E6"/>
    <w:rsid w:val="003F3005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A46A2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939EA"/>
    <w:rsid w:val="005A5C7C"/>
    <w:rsid w:val="005B1C22"/>
    <w:rsid w:val="005B375A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E5536"/>
    <w:rsid w:val="006F55D7"/>
    <w:rsid w:val="006F6C47"/>
    <w:rsid w:val="00711F54"/>
    <w:rsid w:val="00713690"/>
    <w:rsid w:val="007173E9"/>
    <w:rsid w:val="00722DDF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E39D5"/>
    <w:rsid w:val="007F047A"/>
    <w:rsid w:val="00802C4B"/>
    <w:rsid w:val="00802C61"/>
    <w:rsid w:val="00804127"/>
    <w:rsid w:val="008046FF"/>
    <w:rsid w:val="00813522"/>
    <w:rsid w:val="00815DF3"/>
    <w:rsid w:val="0081784D"/>
    <w:rsid w:val="0082741B"/>
    <w:rsid w:val="00827B82"/>
    <w:rsid w:val="00843F45"/>
    <w:rsid w:val="008457B3"/>
    <w:rsid w:val="00865D7B"/>
    <w:rsid w:val="008743D8"/>
    <w:rsid w:val="00876DBB"/>
    <w:rsid w:val="00883CB3"/>
    <w:rsid w:val="008840AD"/>
    <w:rsid w:val="008A70BF"/>
    <w:rsid w:val="008B511A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A43CC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46EFC"/>
    <w:rsid w:val="00A60AC7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A737A"/>
    <w:rsid w:val="00BB416B"/>
    <w:rsid w:val="00BC622C"/>
    <w:rsid w:val="00BC6DF3"/>
    <w:rsid w:val="00BD4E8B"/>
    <w:rsid w:val="00BE1515"/>
    <w:rsid w:val="00BF0BB0"/>
    <w:rsid w:val="00BF4BF9"/>
    <w:rsid w:val="00C1435E"/>
    <w:rsid w:val="00C22F83"/>
    <w:rsid w:val="00C3159D"/>
    <w:rsid w:val="00C3284C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3AB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30DBE"/>
    <w:rsid w:val="00F60291"/>
    <w:rsid w:val="00F633A9"/>
    <w:rsid w:val="00F834DE"/>
    <w:rsid w:val="00F901A2"/>
    <w:rsid w:val="00F9390D"/>
    <w:rsid w:val="00FA5486"/>
    <w:rsid w:val="00FA59A9"/>
    <w:rsid w:val="00FD2F2E"/>
    <w:rsid w:val="00FE1E08"/>
    <w:rsid w:val="00FE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3</Pages>
  <Words>343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Joana Bacher</cp:lastModifiedBy>
  <cp:revision>4</cp:revision>
  <cp:lastPrinted>2016-01-20T11:58:00Z</cp:lastPrinted>
  <dcterms:created xsi:type="dcterms:W3CDTF">2016-04-05T11:43:00Z</dcterms:created>
  <dcterms:modified xsi:type="dcterms:W3CDTF">2016-04-05T11:54:00Z</dcterms:modified>
</cp:coreProperties>
</file>