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621FC5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Protokoll</w:t>
      </w:r>
    </w:p>
    <w:p w:rsidR="000C1EB8" w:rsidRPr="00F834DE" w:rsidRDefault="000E0293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11</w:t>
      </w:r>
      <w:r w:rsidR="006204D1">
        <w:rPr>
          <w:rFonts w:ascii="Arial Narrow" w:hAnsi="Arial Narrow"/>
          <w:sz w:val="22"/>
          <w:lang w:val="de-DE"/>
        </w:rPr>
        <w:t xml:space="preserve">. Sitzung | </w:t>
      </w:r>
      <w:r w:rsidR="00E14709">
        <w:rPr>
          <w:rFonts w:ascii="Arial Narrow" w:hAnsi="Arial Narrow"/>
          <w:sz w:val="22"/>
          <w:lang w:val="de-DE"/>
        </w:rPr>
        <w:t>Wi</w:t>
      </w:r>
      <w:r w:rsidR="00531E9F">
        <w:rPr>
          <w:rFonts w:ascii="Arial Narrow" w:hAnsi="Arial Narrow"/>
          <w:sz w:val="22"/>
          <w:lang w:val="de-DE"/>
        </w:rPr>
        <w:t xml:space="preserve">Se </w:t>
      </w:r>
      <w:r w:rsidR="007D4030">
        <w:rPr>
          <w:rFonts w:ascii="Arial Narrow" w:hAnsi="Arial Narrow"/>
          <w:sz w:val="22"/>
          <w:lang w:val="de-DE"/>
        </w:rPr>
        <w:t>16</w:t>
      </w:r>
      <w:r w:rsidR="00E14709">
        <w:rPr>
          <w:rFonts w:ascii="Arial Narrow" w:hAnsi="Arial Narrow"/>
          <w:sz w:val="22"/>
          <w:lang w:val="de-DE"/>
        </w:rPr>
        <w:t>/17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8E67CB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E74969">
        <w:rPr>
          <w:rFonts w:ascii="Arial Narrow" w:hAnsi="Arial Narrow"/>
          <w:noProof/>
          <w:sz w:val="22"/>
          <w:lang w:val="de-DE"/>
        </w:rPr>
        <w:t>21.01.2017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80CCC">
        <w:rPr>
          <w:rFonts w:ascii="Arial Narrow" w:hAnsi="Arial Narrow"/>
          <w:sz w:val="22"/>
          <w:lang w:val="de-DE"/>
        </w:rPr>
        <w:t>13:00 Uhr</w:t>
      </w:r>
    </w:p>
    <w:p w:rsidR="000C1EB8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945F7B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104947">
        <w:rPr>
          <w:rFonts w:ascii="Arial Narrow" w:hAnsi="Arial Narrow"/>
          <w:sz w:val="22"/>
          <w:lang w:val="de-DE"/>
        </w:rPr>
        <w:t>Lukas Hahn, Lukas Scheuerle, Matthias Müller</w:t>
      </w:r>
      <w:r w:rsidR="00305825">
        <w:rPr>
          <w:rFonts w:ascii="Arial Narrow" w:hAnsi="Arial Narrow"/>
          <w:sz w:val="22"/>
          <w:lang w:val="de-DE"/>
        </w:rPr>
        <w:t xml:space="preserve">, </w:t>
      </w:r>
      <w:r w:rsidR="00097D04">
        <w:rPr>
          <w:rFonts w:ascii="Arial Narrow" w:hAnsi="Arial Narrow"/>
          <w:sz w:val="22"/>
          <w:lang w:val="de-DE"/>
        </w:rPr>
        <w:t>Sabrina Lange</w:t>
      </w:r>
      <w:r w:rsidR="00AE2E68">
        <w:rPr>
          <w:rFonts w:ascii="Arial Narrow" w:hAnsi="Arial Narrow"/>
          <w:sz w:val="22"/>
          <w:lang w:val="de-DE"/>
        </w:rPr>
        <w:t>, Margarita Zerr</w:t>
      </w:r>
      <w:r w:rsidR="008E67CB">
        <w:rPr>
          <w:rFonts w:ascii="Arial Narrow" w:hAnsi="Arial Narrow"/>
          <w:sz w:val="22"/>
          <w:lang w:val="de-DE"/>
        </w:rPr>
        <w:t>, Denis Müller, Philipp Fleig</w:t>
      </w:r>
      <w:r w:rsidR="000E0293">
        <w:rPr>
          <w:rFonts w:ascii="Arial Narrow" w:hAnsi="Arial Narrow"/>
          <w:sz w:val="22"/>
          <w:lang w:val="de-DE"/>
        </w:rPr>
        <w:t>, Vincent Wetzel, Karl Kleiser</w:t>
      </w:r>
    </w:p>
    <w:p w:rsidR="007D4030" w:rsidRDefault="007D4030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Sonstige Anwesende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E236BA">
        <w:rPr>
          <w:rFonts w:ascii="Arial Narrow" w:hAnsi="Arial Narrow"/>
          <w:sz w:val="22"/>
          <w:lang w:val="de-DE"/>
        </w:rPr>
        <w:t>Benedikt Knabe, Armin Saur, Sandra Beuck</w:t>
      </w:r>
    </w:p>
    <w:p w:rsidR="00945F7B" w:rsidRPr="009757B0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AnwärterInnen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0B0B1A">
        <w:rPr>
          <w:rFonts w:ascii="Arial Narrow" w:hAnsi="Arial Narrow"/>
          <w:sz w:val="22"/>
          <w:lang w:val="de-DE"/>
        </w:rPr>
        <w:t>Johannes Wollnik</w:t>
      </w:r>
      <w:r w:rsidR="00F36765">
        <w:rPr>
          <w:rFonts w:ascii="Arial Narrow" w:hAnsi="Arial Narrow"/>
          <w:sz w:val="22"/>
          <w:lang w:val="de-DE"/>
        </w:rPr>
        <w:t>, Esther Walch</w:t>
      </w:r>
      <w:r w:rsidR="00F735CE">
        <w:rPr>
          <w:rFonts w:ascii="Arial Narrow" w:hAnsi="Arial Narrow"/>
          <w:sz w:val="22"/>
          <w:lang w:val="de-DE"/>
        </w:rPr>
        <w:t>, Helena Heppeler</w:t>
      </w:r>
      <w:r w:rsidR="0074187F">
        <w:rPr>
          <w:rFonts w:ascii="Arial Narrow" w:hAnsi="Arial Narrow"/>
          <w:sz w:val="22"/>
          <w:lang w:val="de-DE"/>
        </w:rPr>
        <w:t xml:space="preserve">, </w:t>
      </w:r>
      <w:r w:rsidR="00AE2E68">
        <w:rPr>
          <w:rFonts w:ascii="Arial Narrow" w:hAnsi="Arial Narrow"/>
          <w:sz w:val="22"/>
          <w:lang w:val="de-DE"/>
        </w:rPr>
        <w:t>Tim Sasdrich</w:t>
      </w:r>
      <w:r w:rsidR="005627C0">
        <w:rPr>
          <w:rFonts w:ascii="Arial Narrow" w:hAnsi="Arial Narrow"/>
          <w:sz w:val="22"/>
          <w:lang w:val="de-DE"/>
        </w:rPr>
        <w:t>, Mirza Sahovic</w:t>
      </w:r>
      <w:r w:rsidR="000E0293">
        <w:rPr>
          <w:rFonts w:ascii="Arial Narrow" w:hAnsi="Arial Narrow"/>
          <w:sz w:val="22"/>
          <w:lang w:val="de-DE"/>
        </w:rPr>
        <w:t>, Lukas Walter, Hannah Ödell, Luisa Geiger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3755E0">
        <w:rPr>
          <w:rFonts w:ascii="Arial Narrow" w:hAnsi="Arial Narrow"/>
          <w:sz w:val="22"/>
          <w:lang w:val="de-DE"/>
        </w:rPr>
        <w:t>Matthias Müller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531E9F">
        <w:rPr>
          <w:rFonts w:ascii="Arial Narrow" w:hAnsi="Arial Narrow"/>
          <w:sz w:val="22"/>
          <w:lang w:val="de-DE"/>
        </w:rPr>
        <w:t>Lukas Hahn</w:t>
      </w:r>
    </w:p>
    <w:p w:rsidR="00945F7B" w:rsidRPr="009B245B" w:rsidRDefault="00945F7B" w:rsidP="00945F7B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Zahl der anw.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0E0293">
        <w:rPr>
          <w:rFonts w:ascii="Arial Narrow" w:hAnsi="Arial Narrow"/>
          <w:sz w:val="22"/>
          <w:lang w:val="de-DE"/>
        </w:rPr>
        <w:t>9</w:t>
      </w:r>
    </w:p>
    <w:p w:rsidR="00945F7B" w:rsidRPr="009C2A1A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9C2A1A" w:rsidRPr="009C2A1A">
        <w:rPr>
          <w:rFonts w:ascii="Arial Narrow" w:hAnsi="Arial Narrow"/>
          <w:sz w:val="22"/>
          <w:lang w:val="de-DE"/>
        </w:rPr>
        <w:t>Siegf</w:t>
      </w:r>
      <w:r w:rsidR="009C2A1A">
        <w:rPr>
          <w:rFonts w:ascii="Arial Narrow" w:hAnsi="Arial Narrow"/>
          <w:sz w:val="22"/>
          <w:lang w:val="de-DE"/>
        </w:rPr>
        <w:t>ried Fien</w:t>
      </w:r>
    </w:p>
    <w:p w:rsidR="005627C0" w:rsidRPr="00C60DAE" w:rsidRDefault="00945F7B" w:rsidP="005627C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</w:p>
    <w:p w:rsidR="004C7C84" w:rsidRPr="00F834DE" w:rsidRDefault="004C7C84" w:rsidP="009C2A1A">
      <w:pPr>
        <w:pStyle w:val="WortmarkeFu"/>
        <w:tabs>
          <w:tab w:val="clear" w:pos="9355"/>
          <w:tab w:val="left" w:pos="2835"/>
          <w:tab w:val="left" w:pos="3232"/>
        </w:tabs>
        <w:spacing w:after="120"/>
        <w:rPr>
          <w:rFonts w:ascii="Arial Narrow" w:hAnsi="Arial Narrow"/>
          <w:sz w:val="22"/>
          <w:lang w:val="de-DE"/>
        </w:rPr>
      </w:pP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547FD9" w:rsidRDefault="00547FD9" w:rsidP="008C35F3">
      <w:pPr>
        <w:textAlignment w:val="auto"/>
      </w:pPr>
    </w:p>
    <w:p w:rsid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B869DB" w:rsidRPr="00B869DB" w:rsidRDefault="003755E0" w:rsidP="001A39AA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Check letztes Protokoll:</w:t>
      </w:r>
      <w:r w:rsidRPr="00B869DB">
        <w:rPr>
          <w:rFonts w:ascii="Arial Narrow" w:hAnsi="Arial Narrow"/>
        </w:rPr>
        <w:br/>
      </w:r>
      <w:r w:rsidR="00B869DB" w:rsidRPr="00B869DB">
        <w:rPr>
          <w:rFonts w:ascii="Arial Narrow" w:hAnsi="Arial Narrow"/>
        </w:rPr>
        <w:t>SD-Karte für Kamera ist da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Kameraklappe: 3D-Drucken oder Batteriegriff? Lukas kümmert sich um Bestellung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80g Papier ist wieder da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Erste-Hilfe-Kurs auf nächstes Semester verschoben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Türe Referatsraum ist in Arbeit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Getränkereste hat sich erledigt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Aufzugsschlüssel im Schrank, drei waren im Safe, einer kommt wieder in den Schrank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Laminiergerät ist bestellt, Schneidegerät ist da, altes Schneidegerät nach Tuttlingen?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Bier Zone-App, Alpirsbacher Pils, Fleig kümmert sich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Sofas siehe Punkt 2</w:t>
      </w:r>
    </w:p>
    <w:p w:rsid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B869DB" w:rsidRPr="00B869DB" w:rsidRDefault="00B869DB" w:rsidP="00B869DB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A</w:t>
      </w:r>
      <w:r>
        <w:rPr>
          <w:rFonts w:ascii="Arial Narrow" w:hAnsi="Arial Narrow"/>
        </w:rPr>
        <w:t xml:space="preserve">lte </w:t>
      </w:r>
      <w:r w:rsidRPr="00B869DB">
        <w:rPr>
          <w:rFonts w:ascii="Arial Narrow" w:hAnsi="Arial Narrow"/>
        </w:rPr>
        <w:t>C</w:t>
      </w:r>
      <w:r>
        <w:rPr>
          <w:rFonts w:ascii="Arial Narrow" w:hAnsi="Arial Narrow"/>
        </w:rPr>
        <w:t>afete</w:t>
      </w:r>
      <w:r w:rsidRPr="00B869DB">
        <w:rPr>
          <w:rFonts w:ascii="Arial Narrow" w:hAnsi="Arial Narrow"/>
        </w:rPr>
        <w:t>: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Nutzbar ab heute, kann nach der Sitzung eröffnet werden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lastRenderedPageBreak/>
        <w:t>Zu verschenkende Sofas links neben der Tür, bis zum 30.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Anschaffung Sofas nicht notwendig, genügend Sofas die in Ordnung sind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Referatsraum aufräumen, zwei Leute, die sich kümmern und überl</w:t>
      </w:r>
      <w:r w:rsidR="00295D66">
        <w:rPr>
          <w:rFonts w:ascii="Arial Narrow" w:hAnsi="Arial Narrow"/>
        </w:rPr>
        <w:t>egen, was gemacht werden muss, F</w:t>
      </w:r>
      <w:r w:rsidRPr="00B869DB">
        <w:rPr>
          <w:rFonts w:ascii="Arial Narrow" w:hAnsi="Arial Narrow"/>
        </w:rPr>
        <w:t xml:space="preserve">leig &amp; </w:t>
      </w:r>
      <w:r w:rsidR="00295D66">
        <w:rPr>
          <w:rFonts w:ascii="Arial Narrow" w:hAnsi="Arial Narrow"/>
        </w:rPr>
        <w:t>M</w:t>
      </w:r>
      <w:r w:rsidRPr="00B869DB">
        <w:rPr>
          <w:rFonts w:ascii="Arial Narrow" w:hAnsi="Arial Narrow"/>
        </w:rPr>
        <w:t>atze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DM kann Cafete nutzen, wenn sie wollen</w:t>
      </w:r>
    </w:p>
    <w:p w:rsidR="00B869DB" w:rsidRPr="00B869DB" w:rsidRDefault="00295D66" w:rsidP="00B869DB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Vlies</w:t>
      </w:r>
      <w:r w:rsidR="00B869DB" w:rsidRPr="00B869DB">
        <w:rPr>
          <w:rFonts w:ascii="Arial Narrow" w:hAnsi="Arial Narrow"/>
        </w:rPr>
        <w:t xml:space="preserve"> für Sofas: Mit Heißkleber festkleben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Sauberkeit AC: Wurde gestern durchgewischt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Kühlschränke müssen nach Veranstaltungen</w:t>
      </w:r>
      <w:r w:rsidR="00295D66">
        <w:rPr>
          <w:rFonts w:ascii="Arial Narrow" w:hAnsi="Arial Narrow"/>
        </w:rPr>
        <w:t xml:space="preserve"> ausgeschalten werden und offen</w:t>
      </w:r>
      <w:r w:rsidRPr="00B869DB">
        <w:rPr>
          <w:rFonts w:ascii="Arial Narrow" w:hAnsi="Arial Narrow"/>
        </w:rPr>
        <w:t>bleiben, wenn zu: aufmachen!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Gefriertruhe: eine im Barbereich, mehr nicht, sollte getestet werden, wie gut sie kühlt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Sockelleisten fehlen noch, ist angefordert, abwaschbare Klebefolie an die weißen Wände, wird mit Tedesco abgeklärt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Flügel wurde wieder reingestellt, soll er gestimmt werden? Ja! Stützen wurden bestellt, so dass er nicht verschoben werden kann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Dartscheibe kommt auch in die Ecke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B869DB" w:rsidRPr="00B869DB" w:rsidRDefault="00295D66" w:rsidP="00B869DB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Neue Regale für Referatsraum</w:t>
      </w:r>
      <w:r w:rsidR="00B869DB" w:rsidRPr="00B869DB">
        <w:rPr>
          <w:rFonts w:ascii="Arial Narrow" w:hAnsi="Arial Narrow"/>
        </w:rPr>
        <w:t>: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Schränke ersetzen? Nur Regale? Aktenschränke?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Matze und Fleig kümmern sich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B869DB" w:rsidRPr="00B869DB" w:rsidRDefault="00B869DB" w:rsidP="00B869DB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Protokolle: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Alte sind auf Server, diese Woche frühzeitig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B869DB" w:rsidRPr="00B869DB" w:rsidRDefault="00B869DB" w:rsidP="00B869DB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Bericht StuRa:</w:t>
      </w:r>
    </w:p>
    <w:p w:rsidR="00B869DB" w:rsidRPr="00B869DB" w:rsidRDefault="00295D66" w:rsidP="00B869DB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Es wurde über die vergangene Sitzung berichtet</w:t>
      </w:r>
      <w:bookmarkStart w:id="0" w:name="_GoBack"/>
      <w:bookmarkEnd w:id="0"/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B869DB" w:rsidRPr="00B869DB" w:rsidRDefault="00B869DB" w:rsidP="00B869DB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Labelwahn: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Labelgerät war neulich weg als Protest gegen Labelwahn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Fenster müssen nicht gelabelt werden, auch keine Handys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Nur wichtige Dinge labeln!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B869DB" w:rsidRPr="00B869DB" w:rsidRDefault="00B869DB" w:rsidP="00B869DB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Problem mit Kaffeebehältern: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Thermoskannen waren nicht auffindbar, Ordnung im Dekokeller nicht vorhanden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Ersetzen? Teilweise sehr alt, verrostet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Esther schaut, wie viele ersetzt werden müssen, holt Angebote ein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B869DB" w:rsidRDefault="00B869DB" w:rsidP="00B869DB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Verleihordner:</w:t>
      </w:r>
    </w:p>
    <w:p w:rsidR="00295D66" w:rsidRPr="00B869DB" w:rsidRDefault="00295D66" w:rsidP="00295D66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Teilweise unsauber geführt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Verleihregeln einhalten!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B869DB" w:rsidRPr="00B869DB" w:rsidRDefault="00B869DB" w:rsidP="00B869DB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Fortschritte Aufgaben nächstes Semester: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Helena übernimmt Ersti-Party, insbesondere an Putzfirma denken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Gibt noch einmal die alten Ersti-Taschen, neue erst ab dem nächsten Semester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Denis macht Ersti-Ralley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 xml:space="preserve">Anfrage für USB-Sticks ist raus, </w:t>
      </w:r>
      <w:r w:rsidR="00295D66">
        <w:rPr>
          <w:rFonts w:ascii="Arial Narrow" w:hAnsi="Arial Narrow"/>
        </w:rPr>
        <w:t>Matze</w:t>
      </w:r>
      <w:r w:rsidRPr="00B869DB">
        <w:rPr>
          <w:rFonts w:ascii="Arial Narrow" w:hAnsi="Arial Narrow"/>
        </w:rPr>
        <w:t xml:space="preserve"> sammelt Flyer</w:t>
      </w:r>
    </w:p>
    <w:p w:rsid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295D66" w:rsidRPr="00B869DB" w:rsidRDefault="00295D66" w:rsidP="00B869DB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B869DB" w:rsidRPr="00B869DB" w:rsidRDefault="00B869DB" w:rsidP="00B869DB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lastRenderedPageBreak/>
        <w:t>AStA-Abend:</w:t>
      </w:r>
    </w:p>
    <w:p w:rsidR="00B869DB" w:rsidRPr="00B869DB" w:rsidRDefault="00295D66" w:rsidP="00B869DB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findet Donnerstaga</w:t>
      </w:r>
      <w:r w:rsidR="00B869DB" w:rsidRPr="00B869DB">
        <w:rPr>
          <w:rFonts w:ascii="Arial Narrow" w:hAnsi="Arial Narrow"/>
        </w:rPr>
        <w:t>bend statt, bei Sandra wegen Schokobrunnen anfragen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wegen Essen kann kurzfristig entschieden werden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B869DB" w:rsidRPr="00B869DB" w:rsidRDefault="00B869DB" w:rsidP="00B869DB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Nachbesprechung GSG-Weihnachtsfeier:</w:t>
      </w:r>
    </w:p>
    <w:p w:rsid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Termin kommt noch, mehr als Lukas mitmachen</w:t>
      </w:r>
    </w:p>
    <w:p w:rsidR="00295D66" w:rsidRPr="00B869DB" w:rsidRDefault="00295D66" w:rsidP="00B869DB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B869DB" w:rsidRPr="00B869DB" w:rsidRDefault="00B869DB" w:rsidP="00B869DB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Semester-Abschluss: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vertagt auf nächste Woche</w:t>
      </w:r>
    </w:p>
    <w:p w:rsidR="00B869DB" w:rsidRPr="00B869DB" w:rsidRDefault="00B869DB" w:rsidP="00B869DB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B869DB" w:rsidRPr="00B869DB" w:rsidRDefault="00B869DB" w:rsidP="00B869DB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Glühweinkocher reparieren:</w:t>
      </w:r>
    </w:p>
    <w:p w:rsidR="00B869DB" w:rsidRPr="00B869DB" w:rsidRDefault="00B869DB" w:rsidP="00295D66">
      <w:pPr>
        <w:pStyle w:val="Listenabsatz"/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Digitaler Kocher ist angeblich kaputt, Anleitung suchen</w:t>
      </w:r>
    </w:p>
    <w:p w:rsidR="00B869DB" w:rsidRPr="00B869DB" w:rsidRDefault="00B869DB" w:rsidP="00295D66">
      <w:pPr>
        <w:pStyle w:val="Listenabsatz"/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Ausguss überprüfen, evtl neu anschaffen</w:t>
      </w:r>
    </w:p>
    <w:p w:rsidR="00B869DB" w:rsidRPr="00B869DB" w:rsidRDefault="00B869DB" w:rsidP="00295D66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B869DB" w:rsidRPr="00B869DB" w:rsidRDefault="00B869DB" w:rsidP="00B869DB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AStA-Vorsitzender:</w:t>
      </w:r>
    </w:p>
    <w:p w:rsidR="00FA7B50" w:rsidRDefault="00B869DB" w:rsidP="00295D66">
      <w:pPr>
        <w:pStyle w:val="Listenabsatz"/>
        <w:spacing w:before="120"/>
        <w:textAlignment w:val="auto"/>
        <w:rPr>
          <w:rFonts w:ascii="Arial Narrow" w:hAnsi="Arial Narrow"/>
        </w:rPr>
      </w:pPr>
      <w:r w:rsidRPr="00B869DB">
        <w:rPr>
          <w:rFonts w:ascii="Arial Narrow" w:hAnsi="Arial Narrow"/>
        </w:rPr>
        <w:t>Wegen Einlernen von Nachfolger</w:t>
      </w:r>
    </w:p>
    <w:sectPr w:rsidR="00FA7B50" w:rsidSect="007F047A">
      <w:headerReference w:type="default" r:id="rId8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324" w:rsidRDefault="00201324">
      <w:pPr>
        <w:spacing w:line="20" w:lineRule="exact"/>
      </w:pPr>
    </w:p>
  </w:endnote>
  <w:endnote w:type="continuationSeparator" w:id="0">
    <w:p w:rsidR="00201324" w:rsidRDefault="00201324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201324" w:rsidRDefault="00201324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adugi"/>
    <w:panose1 w:val="020B0502040204020203"/>
    <w:charset w:val="00"/>
    <w:family w:val="roman"/>
    <w:pitch w:val="variable"/>
    <w:sig w:usb0="00000003" w:usb1="00000000" w:usb2="00000000" w:usb3="00000000" w:csb0="00000001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324" w:rsidRDefault="00201324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201324" w:rsidRDefault="00201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E14709">
      <w:rPr>
        <w:rFonts w:ascii="Arial Narrow" w:hAnsi="Arial Narrow"/>
        <w:sz w:val="20"/>
        <w:lang w:val="de-DE"/>
      </w:rPr>
      <w:t>Wi</w:t>
    </w:r>
    <w:r w:rsidR="006204D1">
      <w:rPr>
        <w:rFonts w:ascii="Arial Narrow" w:hAnsi="Arial Narrow"/>
        <w:sz w:val="20"/>
        <w:lang w:val="de-DE"/>
      </w:rPr>
      <w:t>S</w:t>
    </w:r>
    <w:r w:rsidR="00A7386C">
      <w:rPr>
        <w:rFonts w:ascii="Arial Narrow" w:hAnsi="Arial Narrow"/>
        <w:sz w:val="20"/>
        <w:lang w:val="de-DE"/>
      </w:rPr>
      <w:t xml:space="preserve">e </w:t>
    </w:r>
    <w:r w:rsidR="00B8594D">
      <w:rPr>
        <w:rFonts w:ascii="Arial Narrow" w:hAnsi="Arial Narrow"/>
        <w:sz w:val="20"/>
        <w:lang w:val="de-DE"/>
      </w:rPr>
      <w:t>16</w:t>
    </w:r>
    <w:r w:rsidR="00E14709">
      <w:rPr>
        <w:rFonts w:ascii="Arial Narrow" w:hAnsi="Arial Narrow"/>
        <w:sz w:val="20"/>
        <w:lang w:val="de-DE"/>
      </w:rPr>
      <w:t>/17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E74969">
      <w:rPr>
        <w:rFonts w:ascii="Arial Narrow" w:hAnsi="Arial Narrow"/>
        <w:noProof/>
        <w:sz w:val="20"/>
        <w:lang w:val="de-DE"/>
      </w:rPr>
      <w:t>3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43AF"/>
    <w:multiLevelType w:val="hybridMultilevel"/>
    <w:tmpl w:val="B6E61844"/>
    <w:lvl w:ilvl="0" w:tplc="77EE61F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70320E"/>
    <w:multiLevelType w:val="hybridMultilevel"/>
    <w:tmpl w:val="058046BA"/>
    <w:lvl w:ilvl="0" w:tplc="0407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D10FB"/>
    <w:multiLevelType w:val="hybridMultilevel"/>
    <w:tmpl w:val="5FA240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8CE4846">
      <w:start w:val="7"/>
      <w:numFmt w:val="bullet"/>
      <w:lvlText w:val=""/>
      <w:lvlJc w:val="left"/>
      <w:pPr>
        <w:ind w:left="2880" w:hanging="360"/>
      </w:pPr>
      <w:rPr>
        <w:rFonts w:ascii="Wingdings" w:eastAsia="SimSun" w:hAnsi="Wingdings" w:cs="Mangal" w:hint="default"/>
      </w:rPr>
    </w:lvl>
    <w:lvl w:ilvl="4" w:tplc="5602E524">
      <w:start w:val="7"/>
      <w:numFmt w:val="bullet"/>
      <w:lvlText w:val="-"/>
      <w:lvlJc w:val="left"/>
      <w:pPr>
        <w:ind w:left="3600" w:hanging="360"/>
      </w:pPr>
      <w:rPr>
        <w:rFonts w:ascii="Arial Narrow" w:eastAsia="SimSun" w:hAnsi="Arial Narrow" w:cs="Mangal" w:hint="default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C850ABF"/>
    <w:multiLevelType w:val="hybridMultilevel"/>
    <w:tmpl w:val="F5A8B65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540568"/>
    <w:multiLevelType w:val="hybridMultilevel"/>
    <w:tmpl w:val="43D830BA"/>
    <w:lvl w:ilvl="0" w:tplc="F6F24C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6B548E"/>
    <w:multiLevelType w:val="hybridMultilevel"/>
    <w:tmpl w:val="E1D41B42"/>
    <w:lvl w:ilvl="0" w:tplc="01F0BEB0">
      <w:start w:val="1"/>
      <w:numFmt w:val="upperLetter"/>
      <w:lvlText w:val="%1-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 w15:restartNumberingAfterBreak="0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222B08"/>
    <w:multiLevelType w:val="hybridMultilevel"/>
    <w:tmpl w:val="F4D2CD1C"/>
    <w:lvl w:ilvl="0" w:tplc="0407000F">
      <w:start w:val="1"/>
      <w:numFmt w:val="decimal"/>
      <w:lvlText w:val="%1."/>
      <w:lvlJc w:val="left"/>
      <w:pPr>
        <w:ind w:left="1117" w:hanging="360"/>
      </w:pPr>
    </w:lvl>
    <w:lvl w:ilvl="1" w:tplc="04070019">
      <w:start w:val="1"/>
      <w:numFmt w:val="lowerLetter"/>
      <w:lvlText w:val="%2."/>
      <w:lvlJc w:val="left"/>
      <w:pPr>
        <w:ind w:left="1837" w:hanging="360"/>
      </w:pPr>
    </w:lvl>
    <w:lvl w:ilvl="2" w:tplc="0407001B">
      <w:start w:val="1"/>
      <w:numFmt w:val="lowerRoman"/>
      <w:lvlText w:val="%3."/>
      <w:lvlJc w:val="right"/>
      <w:pPr>
        <w:ind w:left="2557" w:hanging="180"/>
      </w:pPr>
    </w:lvl>
    <w:lvl w:ilvl="3" w:tplc="0407000F" w:tentative="1">
      <w:start w:val="1"/>
      <w:numFmt w:val="decimal"/>
      <w:lvlText w:val="%4."/>
      <w:lvlJc w:val="left"/>
      <w:pPr>
        <w:ind w:left="3277" w:hanging="360"/>
      </w:pPr>
    </w:lvl>
    <w:lvl w:ilvl="4" w:tplc="04070019" w:tentative="1">
      <w:start w:val="1"/>
      <w:numFmt w:val="lowerLetter"/>
      <w:lvlText w:val="%5."/>
      <w:lvlJc w:val="left"/>
      <w:pPr>
        <w:ind w:left="3997" w:hanging="360"/>
      </w:pPr>
    </w:lvl>
    <w:lvl w:ilvl="5" w:tplc="0407001B" w:tentative="1">
      <w:start w:val="1"/>
      <w:numFmt w:val="lowerRoman"/>
      <w:lvlText w:val="%6."/>
      <w:lvlJc w:val="right"/>
      <w:pPr>
        <w:ind w:left="4717" w:hanging="180"/>
      </w:pPr>
    </w:lvl>
    <w:lvl w:ilvl="6" w:tplc="0407000F" w:tentative="1">
      <w:start w:val="1"/>
      <w:numFmt w:val="decimal"/>
      <w:lvlText w:val="%7."/>
      <w:lvlJc w:val="left"/>
      <w:pPr>
        <w:ind w:left="5437" w:hanging="360"/>
      </w:pPr>
    </w:lvl>
    <w:lvl w:ilvl="7" w:tplc="04070019" w:tentative="1">
      <w:start w:val="1"/>
      <w:numFmt w:val="lowerLetter"/>
      <w:lvlText w:val="%8."/>
      <w:lvlJc w:val="left"/>
      <w:pPr>
        <w:ind w:left="6157" w:hanging="360"/>
      </w:pPr>
    </w:lvl>
    <w:lvl w:ilvl="8" w:tplc="0407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9" w15:restartNumberingAfterBreak="0">
    <w:nsid w:val="48576991"/>
    <w:multiLevelType w:val="hybridMultilevel"/>
    <w:tmpl w:val="7FBA6B60"/>
    <w:lvl w:ilvl="0" w:tplc="04070005">
      <w:start w:val="1"/>
      <w:numFmt w:val="bullet"/>
      <w:lvlText w:val=""/>
      <w:lvlJc w:val="left"/>
      <w:pPr>
        <w:ind w:left="111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 w15:restartNumberingAfterBreak="0">
    <w:nsid w:val="4BB9417D"/>
    <w:multiLevelType w:val="hybridMultilevel"/>
    <w:tmpl w:val="4DC862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8D57B1C"/>
    <w:multiLevelType w:val="hybridMultilevel"/>
    <w:tmpl w:val="330CA3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800A35"/>
    <w:multiLevelType w:val="hybridMultilevel"/>
    <w:tmpl w:val="A832FB5E"/>
    <w:lvl w:ilvl="0" w:tplc="0407000F">
      <w:start w:val="1"/>
      <w:numFmt w:val="decimal"/>
      <w:lvlText w:val="%1."/>
      <w:lvlJc w:val="left"/>
      <w:pPr>
        <w:ind w:left="2557" w:hanging="360"/>
      </w:pPr>
    </w:lvl>
    <w:lvl w:ilvl="1" w:tplc="04070019" w:tentative="1">
      <w:start w:val="1"/>
      <w:numFmt w:val="lowerLetter"/>
      <w:lvlText w:val="%2."/>
      <w:lvlJc w:val="left"/>
      <w:pPr>
        <w:ind w:left="3277" w:hanging="360"/>
      </w:pPr>
    </w:lvl>
    <w:lvl w:ilvl="2" w:tplc="0407001B" w:tentative="1">
      <w:start w:val="1"/>
      <w:numFmt w:val="lowerRoman"/>
      <w:lvlText w:val="%3."/>
      <w:lvlJc w:val="right"/>
      <w:pPr>
        <w:ind w:left="3997" w:hanging="180"/>
      </w:pPr>
    </w:lvl>
    <w:lvl w:ilvl="3" w:tplc="0407000F" w:tentative="1">
      <w:start w:val="1"/>
      <w:numFmt w:val="decimal"/>
      <w:lvlText w:val="%4."/>
      <w:lvlJc w:val="left"/>
      <w:pPr>
        <w:ind w:left="4717" w:hanging="360"/>
      </w:pPr>
    </w:lvl>
    <w:lvl w:ilvl="4" w:tplc="04070019" w:tentative="1">
      <w:start w:val="1"/>
      <w:numFmt w:val="lowerLetter"/>
      <w:lvlText w:val="%5."/>
      <w:lvlJc w:val="left"/>
      <w:pPr>
        <w:ind w:left="5437" w:hanging="360"/>
      </w:pPr>
    </w:lvl>
    <w:lvl w:ilvl="5" w:tplc="0407001B" w:tentative="1">
      <w:start w:val="1"/>
      <w:numFmt w:val="lowerRoman"/>
      <w:lvlText w:val="%6."/>
      <w:lvlJc w:val="right"/>
      <w:pPr>
        <w:ind w:left="6157" w:hanging="180"/>
      </w:pPr>
    </w:lvl>
    <w:lvl w:ilvl="6" w:tplc="0407000F" w:tentative="1">
      <w:start w:val="1"/>
      <w:numFmt w:val="decimal"/>
      <w:lvlText w:val="%7."/>
      <w:lvlJc w:val="left"/>
      <w:pPr>
        <w:ind w:left="6877" w:hanging="360"/>
      </w:pPr>
    </w:lvl>
    <w:lvl w:ilvl="7" w:tplc="04070019" w:tentative="1">
      <w:start w:val="1"/>
      <w:numFmt w:val="lowerLetter"/>
      <w:lvlText w:val="%8."/>
      <w:lvlJc w:val="left"/>
      <w:pPr>
        <w:ind w:left="7597" w:hanging="360"/>
      </w:pPr>
    </w:lvl>
    <w:lvl w:ilvl="8" w:tplc="0407001B" w:tentative="1">
      <w:start w:val="1"/>
      <w:numFmt w:val="lowerRoman"/>
      <w:lvlText w:val="%9."/>
      <w:lvlJc w:val="right"/>
      <w:pPr>
        <w:ind w:left="8317" w:hanging="180"/>
      </w:pPr>
    </w:lvl>
  </w:abstractNum>
  <w:abstractNum w:abstractNumId="15" w15:restartNumberingAfterBreak="0">
    <w:nsid w:val="6AA1750B"/>
    <w:multiLevelType w:val="hybridMultilevel"/>
    <w:tmpl w:val="F13053C2"/>
    <w:lvl w:ilvl="0" w:tplc="0407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3D57BB9"/>
    <w:multiLevelType w:val="multilevel"/>
    <w:tmpl w:val="5EB830CC"/>
    <w:lvl w:ilvl="0">
      <w:start w:val="1"/>
      <w:numFmt w:val="decimal"/>
      <w:lvlText w:val="%1)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720" w:firstLine="0"/>
      </w:pPr>
    </w:lvl>
    <w:lvl w:ilvl="3">
      <w:start w:val="1"/>
      <w:numFmt w:val="decimal"/>
      <w:lvlText w:val="%4."/>
      <w:lvlJc w:val="left"/>
      <w:pPr>
        <w:ind w:left="720" w:firstLine="0"/>
      </w:pPr>
    </w:lvl>
    <w:lvl w:ilvl="4">
      <w:start w:val="1"/>
      <w:numFmt w:val="decimal"/>
      <w:lvlText w:val="%5."/>
      <w:lvlJc w:val="left"/>
      <w:pPr>
        <w:ind w:left="720" w:firstLine="0"/>
      </w:pPr>
    </w:lvl>
    <w:lvl w:ilvl="5">
      <w:start w:val="1"/>
      <w:numFmt w:val="decimal"/>
      <w:lvlText w:val="%6."/>
      <w:lvlJc w:val="left"/>
      <w:pPr>
        <w:ind w:left="720" w:firstLine="0"/>
      </w:pPr>
    </w:lvl>
    <w:lvl w:ilvl="6">
      <w:start w:val="1"/>
      <w:numFmt w:val="decimal"/>
      <w:lvlText w:val="%7."/>
      <w:lvlJc w:val="left"/>
      <w:pPr>
        <w:ind w:left="720" w:firstLine="0"/>
      </w:pPr>
    </w:lvl>
    <w:lvl w:ilvl="7">
      <w:start w:val="1"/>
      <w:numFmt w:val="decimal"/>
      <w:lvlText w:val="%8."/>
      <w:lvlJc w:val="left"/>
      <w:pPr>
        <w:ind w:left="720" w:firstLine="0"/>
      </w:pPr>
    </w:lvl>
    <w:lvl w:ilvl="8">
      <w:start w:val="1"/>
      <w:numFmt w:val="decimal"/>
      <w:lvlText w:val="%9."/>
      <w:lvlJc w:val="left"/>
      <w:pPr>
        <w:ind w:left="720" w:firstLine="0"/>
      </w:pPr>
    </w:lvl>
  </w:abstractNum>
  <w:abstractNum w:abstractNumId="19" w15:restartNumberingAfterBreak="0">
    <w:nsid w:val="7E002C41"/>
    <w:multiLevelType w:val="hybridMultilevel"/>
    <w:tmpl w:val="50C034A0"/>
    <w:lvl w:ilvl="0" w:tplc="BAD2ABB8">
      <w:start w:val="9"/>
      <w:numFmt w:val="bullet"/>
      <w:lvlText w:val="&gt;"/>
      <w:lvlJc w:val="left"/>
      <w:pPr>
        <w:ind w:left="1080" w:hanging="360"/>
      </w:pPr>
      <w:rPr>
        <w:rFonts w:ascii="Arial Narrow" w:eastAsia="SimSun" w:hAnsi="Arial Narrow" w:cs="Mang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3"/>
  </w:num>
  <w:num w:numId="4">
    <w:abstractNumId w:val="7"/>
  </w:num>
  <w:num w:numId="5">
    <w:abstractNumId w:val="9"/>
  </w:num>
  <w:num w:numId="6">
    <w:abstractNumId w:val="15"/>
  </w:num>
  <w:num w:numId="7">
    <w:abstractNumId w:val="6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8"/>
  </w:num>
  <w:num w:numId="11">
    <w:abstractNumId w:val="10"/>
  </w:num>
  <w:num w:numId="12">
    <w:abstractNumId w:val="14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"/>
  </w:num>
  <w:num w:numId="16">
    <w:abstractNumId w:val="5"/>
  </w:num>
  <w:num w:numId="17">
    <w:abstractNumId w:val="2"/>
  </w:num>
  <w:num w:numId="18">
    <w:abstractNumId w:val="13"/>
  </w:num>
  <w:num w:numId="19">
    <w:abstractNumId w:val="4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12C14"/>
    <w:rsid w:val="00016510"/>
    <w:rsid w:val="000243CF"/>
    <w:rsid w:val="0003734E"/>
    <w:rsid w:val="000459F9"/>
    <w:rsid w:val="0005138F"/>
    <w:rsid w:val="00052A2E"/>
    <w:rsid w:val="00063A41"/>
    <w:rsid w:val="00063E3E"/>
    <w:rsid w:val="00073A54"/>
    <w:rsid w:val="000755CE"/>
    <w:rsid w:val="000767C3"/>
    <w:rsid w:val="00094624"/>
    <w:rsid w:val="000973A0"/>
    <w:rsid w:val="00097D04"/>
    <w:rsid w:val="000A4FD2"/>
    <w:rsid w:val="000A6A56"/>
    <w:rsid w:val="000B0B1A"/>
    <w:rsid w:val="000B2BA1"/>
    <w:rsid w:val="000B2E2D"/>
    <w:rsid w:val="000C04C8"/>
    <w:rsid w:val="000C1EB8"/>
    <w:rsid w:val="000C2A6E"/>
    <w:rsid w:val="000C464A"/>
    <w:rsid w:val="000C5E91"/>
    <w:rsid w:val="000D74D9"/>
    <w:rsid w:val="000E0293"/>
    <w:rsid w:val="000E2BDB"/>
    <w:rsid w:val="000E3661"/>
    <w:rsid w:val="000F13A9"/>
    <w:rsid w:val="000F17DB"/>
    <w:rsid w:val="000F3335"/>
    <w:rsid w:val="00103636"/>
    <w:rsid w:val="00103721"/>
    <w:rsid w:val="00104947"/>
    <w:rsid w:val="0011608E"/>
    <w:rsid w:val="001364FA"/>
    <w:rsid w:val="0014473D"/>
    <w:rsid w:val="00144E86"/>
    <w:rsid w:val="00145644"/>
    <w:rsid w:val="00173EE8"/>
    <w:rsid w:val="00177FB5"/>
    <w:rsid w:val="001845E4"/>
    <w:rsid w:val="001908C3"/>
    <w:rsid w:val="00192E7B"/>
    <w:rsid w:val="001973C6"/>
    <w:rsid w:val="001C7E80"/>
    <w:rsid w:val="001D3317"/>
    <w:rsid w:val="001D47FD"/>
    <w:rsid w:val="001E4141"/>
    <w:rsid w:val="001E6421"/>
    <w:rsid w:val="001F5D4C"/>
    <w:rsid w:val="00201324"/>
    <w:rsid w:val="00203683"/>
    <w:rsid w:val="00211E26"/>
    <w:rsid w:val="00216BDD"/>
    <w:rsid w:val="00221BB9"/>
    <w:rsid w:val="00247F10"/>
    <w:rsid w:val="00251787"/>
    <w:rsid w:val="00264A2F"/>
    <w:rsid w:val="00273332"/>
    <w:rsid w:val="00274830"/>
    <w:rsid w:val="00280F70"/>
    <w:rsid w:val="00283492"/>
    <w:rsid w:val="002858C4"/>
    <w:rsid w:val="00290D56"/>
    <w:rsid w:val="00295D66"/>
    <w:rsid w:val="002A108C"/>
    <w:rsid w:val="002A158B"/>
    <w:rsid w:val="002A28BA"/>
    <w:rsid w:val="002A571F"/>
    <w:rsid w:val="002B1A01"/>
    <w:rsid w:val="002D090B"/>
    <w:rsid w:val="002E7327"/>
    <w:rsid w:val="002F111A"/>
    <w:rsid w:val="002F4784"/>
    <w:rsid w:val="00305825"/>
    <w:rsid w:val="00310FD9"/>
    <w:rsid w:val="00312F4D"/>
    <w:rsid w:val="0031477C"/>
    <w:rsid w:val="003268B6"/>
    <w:rsid w:val="00331DDA"/>
    <w:rsid w:val="003339C0"/>
    <w:rsid w:val="00341665"/>
    <w:rsid w:val="0034237A"/>
    <w:rsid w:val="0036697F"/>
    <w:rsid w:val="003733CC"/>
    <w:rsid w:val="003755E0"/>
    <w:rsid w:val="003775B0"/>
    <w:rsid w:val="00380CCC"/>
    <w:rsid w:val="003961DA"/>
    <w:rsid w:val="00396AA7"/>
    <w:rsid w:val="003A2538"/>
    <w:rsid w:val="003B669B"/>
    <w:rsid w:val="003B72AA"/>
    <w:rsid w:val="003D00E2"/>
    <w:rsid w:val="003E51EE"/>
    <w:rsid w:val="00402DA7"/>
    <w:rsid w:val="004108F1"/>
    <w:rsid w:val="00425EF5"/>
    <w:rsid w:val="004359A0"/>
    <w:rsid w:val="004378EC"/>
    <w:rsid w:val="00441B0C"/>
    <w:rsid w:val="00487AF4"/>
    <w:rsid w:val="004C7C84"/>
    <w:rsid w:val="004D1F62"/>
    <w:rsid w:val="004D6FD5"/>
    <w:rsid w:val="004F2132"/>
    <w:rsid w:val="004F422C"/>
    <w:rsid w:val="004F68F6"/>
    <w:rsid w:val="004F6FFA"/>
    <w:rsid w:val="00501683"/>
    <w:rsid w:val="00501BD9"/>
    <w:rsid w:val="0050570C"/>
    <w:rsid w:val="005071C9"/>
    <w:rsid w:val="00516793"/>
    <w:rsid w:val="00531E9F"/>
    <w:rsid w:val="00543129"/>
    <w:rsid w:val="00544421"/>
    <w:rsid w:val="005462E0"/>
    <w:rsid w:val="00547FD9"/>
    <w:rsid w:val="00552E34"/>
    <w:rsid w:val="005627C0"/>
    <w:rsid w:val="00567A91"/>
    <w:rsid w:val="00577F83"/>
    <w:rsid w:val="00580718"/>
    <w:rsid w:val="0058321F"/>
    <w:rsid w:val="005B1C22"/>
    <w:rsid w:val="005B3CB4"/>
    <w:rsid w:val="005D0000"/>
    <w:rsid w:val="005F45A2"/>
    <w:rsid w:val="005F5D0E"/>
    <w:rsid w:val="00602994"/>
    <w:rsid w:val="0060428B"/>
    <w:rsid w:val="00605F26"/>
    <w:rsid w:val="00606F9B"/>
    <w:rsid w:val="006204D1"/>
    <w:rsid w:val="00621FC5"/>
    <w:rsid w:val="00657BE4"/>
    <w:rsid w:val="00672DAA"/>
    <w:rsid w:val="00685893"/>
    <w:rsid w:val="00686ECB"/>
    <w:rsid w:val="006A00B3"/>
    <w:rsid w:val="006A01E2"/>
    <w:rsid w:val="006A0CE7"/>
    <w:rsid w:val="006A2577"/>
    <w:rsid w:val="006A6E9D"/>
    <w:rsid w:val="006C1030"/>
    <w:rsid w:val="006C4D68"/>
    <w:rsid w:val="006C795A"/>
    <w:rsid w:val="006D0A34"/>
    <w:rsid w:val="006D5B87"/>
    <w:rsid w:val="006E4D61"/>
    <w:rsid w:val="006F1A02"/>
    <w:rsid w:val="006F55D7"/>
    <w:rsid w:val="00706059"/>
    <w:rsid w:val="007173E9"/>
    <w:rsid w:val="00720FAA"/>
    <w:rsid w:val="00721F65"/>
    <w:rsid w:val="00733F99"/>
    <w:rsid w:val="007364E7"/>
    <w:rsid w:val="0074187F"/>
    <w:rsid w:val="00742C7E"/>
    <w:rsid w:val="00761B22"/>
    <w:rsid w:val="0076384A"/>
    <w:rsid w:val="00766556"/>
    <w:rsid w:val="00784186"/>
    <w:rsid w:val="00790A9E"/>
    <w:rsid w:val="007A770E"/>
    <w:rsid w:val="007B1EB9"/>
    <w:rsid w:val="007C767B"/>
    <w:rsid w:val="007D3121"/>
    <w:rsid w:val="007D4030"/>
    <w:rsid w:val="007D46E4"/>
    <w:rsid w:val="007D7C7C"/>
    <w:rsid w:val="007E031D"/>
    <w:rsid w:val="007F047A"/>
    <w:rsid w:val="00801BA6"/>
    <w:rsid w:val="00802BAE"/>
    <w:rsid w:val="00802C4B"/>
    <w:rsid w:val="00802C61"/>
    <w:rsid w:val="00804127"/>
    <w:rsid w:val="008046FF"/>
    <w:rsid w:val="008049A1"/>
    <w:rsid w:val="00813522"/>
    <w:rsid w:val="008137F6"/>
    <w:rsid w:val="00815DF3"/>
    <w:rsid w:val="0081784D"/>
    <w:rsid w:val="00843F45"/>
    <w:rsid w:val="008457B3"/>
    <w:rsid w:val="00852044"/>
    <w:rsid w:val="008743D8"/>
    <w:rsid w:val="008767BF"/>
    <w:rsid w:val="0088052F"/>
    <w:rsid w:val="008864DE"/>
    <w:rsid w:val="00894D3A"/>
    <w:rsid w:val="008C250E"/>
    <w:rsid w:val="008C35F3"/>
    <w:rsid w:val="008C6253"/>
    <w:rsid w:val="008D16EC"/>
    <w:rsid w:val="008D2BDB"/>
    <w:rsid w:val="008E67CB"/>
    <w:rsid w:val="008F7364"/>
    <w:rsid w:val="00901A09"/>
    <w:rsid w:val="00927544"/>
    <w:rsid w:val="009301A0"/>
    <w:rsid w:val="0093709C"/>
    <w:rsid w:val="00937828"/>
    <w:rsid w:val="00945F7B"/>
    <w:rsid w:val="009711F7"/>
    <w:rsid w:val="009757B0"/>
    <w:rsid w:val="00976971"/>
    <w:rsid w:val="009906B7"/>
    <w:rsid w:val="009A4DD0"/>
    <w:rsid w:val="009B1BA5"/>
    <w:rsid w:val="009B245B"/>
    <w:rsid w:val="009B5B72"/>
    <w:rsid w:val="009B7B2F"/>
    <w:rsid w:val="009C2A1A"/>
    <w:rsid w:val="009C2A35"/>
    <w:rsid w:val="009D1D76"/>
    <w:rsid w:val="009D3E73"/>
    <w:rsid w:val="009E6CE4"/>
    <w:rsid w:val="009F0B38"/>
    <w:rsid w:val="009F25B6"/>
    <w:rsid w:val="00A05515"/>
    <w:rsid w:val="00A1608F"/>
    <w:rsid w:val="00A24302"/>
    <w:rsid w:val="00A2697F"/>
    <w:rsid w:val="00A403BF"/>
    <w:rsid w:val="00A448D9"/>
    <w:rsid w:val="00A44D35"/>
    <w:rsid w:val="00A45E45"/>
    <w:rsid w:val="00A5511B"/>
    <w:rsid w:val="00A678B4"/>
    <w:rsid w:val="00A7386C"/>
    <w:rsid w:val="00A73BA0"/>
    <w:rsid w:val="00A87E62"/>
    <w:rsid w:val="00A94BC2"/>
    <w:rsid w:val="00AA0C47"/>
    <w:rsid w:val="00AD6894"/>
    <w:rsid w:val="00AD70BC"/>
    <w:rsid w:val="00AE2E68"/>
    <w:rsid w:val="00AE757F"/>
    <w:rsid w:val="00AF264D"/>
    <w:rsid w:val="00B03346"/>
    <w:rsid w:val="00B04368"/>
    <w:rsid w:val="00B12C1D"/>
    <w:rsid w:val="00B136A5"/>
    <w:rsid w:val="00B25462"/>
    <w:rsid w:val="00B262CA"/>
    <w:rsid w:val="00B31937"/>
    <w:rsid w:val="00B51224"/>
    <w:rsid w:val="00B545C9"/>
    <w:rsid w:val="00B60027"/>
    <w:rsid w:val="00B83D82"/>
    <w:rsid w:val="00B8594D"/>
    <w:rsid w:val="00B8669E"/>
    <w:rsid w:val="00B869DB"/>
    <w:rsid w:val="00BA10A5"/>
    <w:rsid w:val="00BD4E8B"/>
    <w:rsid w:val="00BE1515"/>
    <w:rsid w:val="00BF1564"/>
    <w:rsid w:val="00BF5C21"/>
    <w:rsid w:val="00C00055"/>
    <w:rsid w:val="00C00BEE"/>
    <w:rsid w:val="00C1435E"/>
    <w:rsid w:val="00C22F83"/>
    <w:rsid w:val="00C43F8D"/>
    <w:rsid w:val="00C465CE"/>
    <w:rsid w:val="00C46942"/>
    <w:rsid w:val="00C60DAE"/>
    <w:rsid w:val="00C63840"/>
    <w:rsid w:val="00C772CC"/>
    <w:rsid w:val="00C82C9C"/>
    <w:rsid w:val="00CA5DF7"/>
    <w:rsid w:val="00CB5BD5"/>
    <w:rsid w:val="00CC7F24"/>
    <w:rsid w:val="00CD0F5F"/>
    <w:rsid w:val="00CD7327"/>
    <w:rsid w:val="00CF0EE6"/>
    <w:rsid w:val="00CF5456"/>
    <w:rsid w:val="00CF6273"/>
    <w:rsid w:val="00D23BBC"/>
    <w:rsid w:val="00D24AA6"/>
    <w:rsid w:val="00D3505A"/>
    <w:rsid w:val="00D40C11"/>
    <w:rsid w:val="00D4751D"/>
    <w:rsid w:val="00D523B8"/>
    <w:rsid w:val="00D52E25"/>
    <w:rsid w:val="00D55BFE"/>
    <w:rsid w:val="00D62D7D"/>
    <w:rsid w:val="00D803B9"/>
    <w:rsid w:val="00D841FE"/>
    <w:rsid w:val="00D94C60"/>
    <w:rsid w:val="00DB656A"/>
    <w:rsid w:val="00DD1790"/>
    <w:rsid w:val="00DD7DA0"/>
    <w:rsid w:val="00DE1F6C"/>
    <w:rsid w:val="00DE238D"/>
    <w:rsid w:val="00E1101E"/>
    <w:rsid w:val="00E14709"/>
    <w:rsid w:val="00E1673A"/>
    <w:rsid w:val="00E206F4"/>
    <w:rsid w:val="00E236BA"/>
    <w:rsid w:val="00E26D65"/>
    <w:rsid w:val="00E303B8"/>
    <w:rsid w:val="00E36789"/>
    <w:rsid w:val="00E52891"/>
    <w:rsid w:val="00E609C1"/>
    <w:rsid w:val="00E66A27"/>
    <w:rsid w:val="00E66FE4"/>
    <w:rsid w:val="00E675C4"/>
    <w:rsid w:val="00E71480"/>
    <w:rsid w:val="00E74969"/>
    <w:rsid w:val="00E7777D"/>
    <w:rsid w:val="00E81768"/>
    <w:rsid w:val="00E90352"/>
    <w:rsid w:val="00E97E93"/>
    <w:rsid w:val="00EA30A5"/>
    <w:rsid w:val="00EB31F2"/>
    <w:rsid w:val="00EB55FE"/>
    <w:rsid w:val="00ED5E75"/>
    <w:rsid w:val="00EE6AF7"/>
    <w:rsid w:val="00EF1636"/>
    <w:rsid w:val="00F15149"/>
    <w:rsid w:val="00F15501"/>
    <w:rsid w:val="00F15EEB"/>
    <w:rsid w:val="00F36765"/>
    <w:rsid w:val="00F422B3"/>
    <w:rsid w:val="00F44669"/>
    <w:rsid w:val="00F70B9E"/>
    <w:rsid w:val="00F735CE"/>
    <w:rsid w:val="00F761D8"/>
    <w:rsid w:val="00F77CE5"/>
    <w:rsid w:val="00F834DE"/>
    <w:rsid w:val="00F94455"/>
    <w:rsid w:val="00F97F7D"/>
    <w:rsid w:val="00FA7B50"/>
    <w:rsid w:val="00FB4507"/>
    <w:rsid w:val="00FB450E"/>
    <w:rsid w:val="00FD2F2E"/>
    <w:rsid w:val="00FE69F5"/>
    <w:rsid w:val="00FE6F0A"/>
    <w:rsid w:val="00FF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C9CB001"/>
  <w15:docId w15:val="{EB8AE85B-1335-4485-81F8-4F6334E1A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3A4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3A41"/>
    <w:rPr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3A41"/>
    <w:rPr>
      <w:rFonts w:eastAsia="SimSun" w:cs="Mangal"/>
      <w:kern w:val="3"/>
      <w:sz w:val="20"/>
      <w:szCs w:val="18"/>
      <w:lang w:eastAsia="zh-CN" w:bidi="hi-I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3A4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3A41"/>
    <w:rPr>
      <w:rFonts w:eastAsia="SimSun" w:cs="Mangal"/>
      <w:b/>
      <w:bCs/>
      <w:kern w:val="3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3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3</Pages>
  <Words>468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Müller</dc:creator>
  <cp:lastModifiedBy>User</cp:lastModifiedBy>
  <cp:revision>4</cp:revision>
  <cp:lastPrinted>2017-01-21T11:34:00Z</cp:lastPrinted>
  <dcterms:created xsi:type="dcterms:W3CDTF">2017-01-21T11:31:00Z</dcterms:created>
  <dcterms:modified xsi:type="dcterms:W3CDTF">2017-01-21T11:35:00Z</dcterms:modified>
</cp:coreProperties>
</file>