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Protokoll</w:t>
      </w:r>
    </w:p>
    <w:p w:rsidR="000C1EB8" w:rsidRPr="00F834DE" w:rsidRDefault="009711F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r w:rsidR="007D4030">
        <w:rPr>
          <w:rFonts w:ascii="Arial Narrow" w:hAnsi="Arial Narrow"/>
          <w:sz w:val="22"/>
          <w:lang w:val="de-DE"/>
        </w:rPr>
        <w:t>WiSe 15/16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B2BA1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0B2BA1">
        <w:rPr>
          <w:rFonts w:ascii="Arial Narrow" w:hAnsi="Arial Narrow"/>
          <w:noProof/>
          <w:sz w:val="22"/>
          <w:lang w:val="de-DE"/>
        </w:rPr>
        <w:t>18.11.2015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E26D65" w:rsidRDefault="00E26D65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gewählt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Erik Meiß</w:t>
      </w:r>
    </w:p>
    <w:p w:rsidR="00945F7B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A7386C" w:rsidRPr="00A7386C">
        <w:rPr>
          <w:rFonts w:ascii="Arial Narrow" w:hAnsi="Arial Narrow"/>
          <w:sz w:val="22"/>
          <w:lang w:val="de-DE"/>
        </w:rPr>
        <w:t>Marius Bacher, Sandra Beuck, Sarah Häfele, Philipp Fleig, Karl Kleiser, Jonas Kramer,</w:t>
      </w:r>
      <w:r w:rsidR="000C04C8">
        <w:rPr>
          <w:rFonts w:ascii="Arial Narrow" w:hAnsi="Arial Narrow"/>
          <w:sz w:val="22"/>
          <w:lang w:val="de-DE"/>
        </w:rPr>
        <w:t xml:space="preserve"> </w:t>
      </w:r>
      <w:r w:rsidR="000C04C8" w:rsidRPr="00A7386C">
        <w:rPr>
          <w:rFonts w:ascii="Arial Narrow" w:hAnsi="Arial Narrow"/>
          <w:sz w:val="22"/>
          <w:lang w:val="de-DE"/>
        </w:rPr>
        <w:t>Sabrina Lange</w:t>
      </w:r>
      <w:r w:rsidR="000C04C8">
        <w:rPr>
          <w:rFonts w:ascii="Arial Narrow" w:hAnsi="Arial Narrow"/>
          <w:sz w:val="22"/>
          <w:lang w:val="de-DE"/>
        </w:rPr>
        <w:t xml:space="preserve">, </w:t>
      </w:r>
      <w:r w:rsidR="00A24302">
        <w:rPr>
          <w:rFonts w:ascii="Arial Narrow" w:hAnsi="Arial Narrow"/>
          <w:sz w:val="22"/>
          <w:lang w:val="de-DE"/>
        </w:rPr>
        <w:t>Erik Meiß</w:t>
      </w:r>
      <w:r w:rsidR="00A7386C" w:rsidRPr="00A7386C">
        <w:rPr>
          <w:rFonts w:ascii="Arial Narrow" w:hAnsi="Arial Narrow"/>
          <w:sz w:val="22"/>
          <w:lang w:val="de-DE"/>
        </w:rPr>
        <w:t>, Lukas Scheuerle, Fabian Suske, Yannic Zolg</w:t>
      </w:r>
      <w:r w:rsidR="007D4030">
        <w:rPr>
          <w:rFonts w:ascii="Arial Narrow" w:hAnsi="Arial Narrow"/>
          <w:sz w:val="22"/>
          <w:lang w:val="de-DE"/>
        </w:rPr>
        <w:t>, Jannis Breumann,</w:t>
      </w:r>
      <w:r w:rsidR="006F1A02">
        <w:rPr>
          <w:rFonts w:ascii="Arial Narrow" w:hAnsi="Arial Narrow"/>
          <w:sz w:val="22"/>
          <w:lang w:val="de-DE"/>
        </w:rPr>
        <w:t xml:space="preserve"> </w:t>
      </w:r>
      <w:r w:rsidR="006F1A02">
        <w:rPr>
          <w:rFonts w:ascii="Arial Narrow" w:hAnsi="Arial Narrow"/>
          <w:sz w:val="22"/>
          <w:lang w:val="de-DE"/>
        </w:rPr>
        <w:t>Kathrin Chalhoub</w:t>
      </w:r>
    </w:p>
    <w:p w:rsidR="007D4030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A7386C" w:rsidRPr="00A7386C">
        <w:rPr>
          <w:rFonts w:ascii="Arial Narrow" w:hAnsi="Arial Narrow"/>
          <w:sz w:val="22"/>
          <w:lang w:val="de-DE"/>
        </w:rPr>
        <w:t xml:space="preserve">Atiye Köse (seit Anfang SoSe 15, </w:t>
      </w:r>
      <w:r w:rsidR="007D4030">
        <w:rPr>
          <w:rFonts w:ascii="Arial Narrow" w:hAnsi="Arial Narrow"/>
          <w:sz w:val="22"/>
          <w:lang w:val="de-DE"/>
        </w:rPr>
        <w:t>abwesend</w:t>
      </w:r>
      <w:r w:rsidR="006F1A02">
        <w:rPr>
          <w:rFonts w:ascii="Arial Narrow" w:hAnsi="Arial Narrow"/>
          <w:sz w:val="22"/>
          <w:lang w:val="de-DE"/>
        </w:rPr>
        <w:t>), Denis Müller (seit Mitte WiSe 15/16</w:t>
      </w:r>
      <w:r w:rsidR="006F1A02" w:rsidRPr="00A7386C">
        <w:rPr>
          <w:rFonts w:ascii="Arial Narrow" w:hAnsi="Arial Narrow"/>
          <w:sz w:val="22"/>
          <w:lang w:val="de-DE"/>
        </w:rPr>
        <w:t xml:space="preserve">, </w:t>
      </w:r>
      <w:r w:rsidR="006F1A02">
        <w:rPr>
          <w:rFonts w:ascii="Arial Narrow" w:hAnsi="Arial Narrow"/>
          <w:sz w:val="22"/>
          <w:lang w:val="de-DE"/>
        </w:rPr>
        <w:t>an</w:t>
      </w:r>
      <w:r w:rsidR="006F1A02">
        <w:rPr>
          <w:rFonts w:ascii="Arial Narrow" w:hAnsi="Arial Narrow"/>
          <w:sz w:val="22"/>
          <w:lang w:val="de-DE"/>
        </w:rPr>
        <w:t>wesend)</w:t>
      </w:r>
      <w:r w:rsidR="006F1A02">
        <w:rPr>
          <w:rFonts w:ascii="Arial Narrow" w:hAnsi="Arial Narrow"/>
          <w:sz w:val="22"/>
          <w:lang w:val="de-DE"/>
        </w:rPr>
        <w:t xml:space="preserve">, Zoran Martinovic </w:t>
      </w:r>
      <w:r w:rsidR="006F1A02">
        <w:rPr>
          <w:rFonts w:ascii="Arial Narrow" w:hAnsi="Arial Narrow"/>
          <w:sz w:val="22"/>
          <w:lang w:val="de-DE"/>
        </w:rPr>
        <w:t xml:space="preserve"> (seit Mitte WiSe 15/16</w:t>
      </w:r>
      <w:r w:rsidR="006F1A02" w:rsidRPr="00A7386C">
        <w:rPr>
          <w:rFonts w:ascii="Arial Narrow" w:hAnsi="Arial Narrow"/>
          <w:sz w:val="22"/>
          <w:lang w:val="de-DE"/>
        </w:rPr>
        <w:t xml:space="preserve">, </w:t>
      </w:r>
      <w:r w:rsidR="006F1A02">
        <w:rPr>
          <w:rFonts w:ascii="Arial Narrow" w:hAnsi="Arial Narrow"/>
          <w:sz w:val="22"/>
          <w:lang w:val="de-DE"/>
        </w:rPr>
        <w:t>anwesend)</w:t>
      </w:r>
      <w:r w:rsidR="006F1A02">
        <w:rPr>
          <w:rFonts w:ascii="Arial Narrow" w:hAnsi="Arial Narrow"/>
          <w:sz w:val="22"/>
          <w:lang w:val="de-DE"/>
        </w:rPr>
        <w:t>, Adelina Morina</w:t>
      </w:r>
      <w:r w:rsidR="006F1A02">
        <w:rPr>
          <w:rFonts w:ascii="Arial Narrow" w:hAnsi="Arial Narrow"/>
          <w:sz w:val="22"/>
          <w:lang w:val="de-DE"/>
        </w:rPr>
        <w:t xml:space="preserve"> (seit Mitte WiSe 15/16</w:t>
      </w:r>
      <w:r w:rsidR="006F1A02" w:rsidRPr="00A7386C">
        <w:rPr>
          <w:rFonts w:ascii="Arial Narrow" w:hAnsi="Arial Narrow"/>
          <w:sz w:val="22"/>
          <w:lang w:val="de-DE"/>
        </w:rPr>
        <w:t xml:space="preserve">, </w:t>
      </w:r>
      <w:r w:rsidR="006F1A02">
        <w:rPr>
          <w:rFonts w:ascii="Arial Narrow" w:hAnsi="Arial Narrow"/>
          <w:sz w:val="22"/>
          <w:lang w:val="de-DE"/>
        </w:rPr>
        <w:t>anwesend)</w:t>
      </w:r>
      <w:bookmarkStart w:id="0" w:name="_GoBack"/>
      <w:bookmarkEnd w:id="0"/>
      <w:r w:rsidR="006F1A02">
        <w:rPr>
          <w:rFonts w:ascii="Arial Narrow" w:hAnsi="Arial Narrow"/>
          <w:sz w:val="22"/>
          <w:lang w:val="de-DE"/>
        </w:rPr>
        <w:t xml:space="preserve"> </w:t>
      </w:r>
      <w:r w:rsidR="007D4030">
        <w:rPr>
          <w:rFonts w:ascii="Arial Narrow" w:hAnsi="Arial Narrow"/>
          <w:sz w:val="22"/>
          <w:lang w:val="de-DE"/>
        </w:rPr>
        <w:t xml:space="preserve"> 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6F1A02">
        <w:rPr>
          <w:rFonts w:ascii="Arial Narrow" w:hAnsi="Arial Narrow"/>
          <w:sz w:val="22"/>
          <w:lang w:val="de-DE"/>
        </w:rPr>
        <w:t>Lukas Scheuerle</w:t>
      </w:r>
      <w:r w:rsidR="007D4030">
        <w:rPr>
          <w:rFonts w:ascii="Arial Narrow" w:hAnsi="Arial Narrow"/>
          <w:sz w:val="22"/>
          <w:lang w:val="de-DE"/>
        </w:rPr>
        <w:t xml:space="preserve"> 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Erik Meiß</w:t>
      </w:r>
      <w:r w:rsidR="00A24302">
        <w:rPr>
          <w:rFonts w:ascii="Arial Narrow" w:hAnsi="Arial Narrow"/>
          <w:sz w:val="22"/>
          <w:lang w:val="de-DE"/>
        </w:rPr>
        <w:t>, Jannis Breumann</w:t>
      </w:r>
    </w:p>
    <w:p w:rsidR="00945F7B" w:rsidRPr="00B83D82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216BDD">
        <w:rPr>
          <w:rFonts w:ascii="Arial Narrow" w:hAnsi="Arial Narrow"/>
          <w:sz w:val="22"/>
          <w:lang w:val="de-DE"/>
        </w:rPr>
        <w:t>1</w:t>
      </w:r>
      <w:r w:rsidR="006F1A02">
        <w:rPr>
          <w:rFonts w:ascii="Arial Narrow" w:hAnsi="Arial Narrow"/>
          <w:sz w:val="22"/>
          <w:lang w:val="de-DE"/>
        </w:rPr>
        <w:t>6</w:t>
      </w:r>
    </w:p>
    <w:p w:rsidR="00945F7B" w:rsidRPr="002C3C52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Pr="002C3C52">
        <w:rPr>
          <w:rFonts w:ascii="Arial Narrow" w:hAnsi="Arial Narrow"/>
          <w:sz w:val="22"/>
          <w:lang w:val="de-DE"/>
        </w:rPr>
        <w:t>Siegfried Fien</w:t>
      </w:r>
      <w:r w:rsidR="007D4030">
        <w:rPr>
          <w:rFonts w:ascii="Arial Narrow" w:hAnsi="Arial Narrow"/>
          <w:sz w:val="22"/>
          <w:lang w:val="de-DE"/>
        </w:rPr>
        <w:t xml:space="preserve"> (abwesend)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A24302">
        <w:rPr>
          <w:rFonts w:ascii="Arial Narrow" w:hAnsi="Arial Narrow"/>
          <w:sz w:val="22"/>
          <w:lang w:val="de-DE"/>
        </w:rPr>
        <w:t>Atiye Köse</w:t>
      </w:r>
      <w:r w:rsidR="00C43F8D">
        <w:rPr>
          <w:rFonts w:ascii="Arial Narrow" w:hAnsi="Arial Narrow"/>
          <w:sz w:val="22"/>
          <w:lang w:val="de-DE"/>
        </w:rPr>
        <w:t xml:space="preserve"> (Praxis-Semester)</w:t>
      </w:r>
      <w:r w:rsidR="00A24302">
        <w:rPr>
          <w:rFonts w:ascii="Arial Narrow" w:hAnsi="Arial Narrow"/>
          <w:sz w:val="22"/>
          <w:lang w:val="de-DE"/>
        </w:rPr>
        <w:t>, Hannah Ödell</w:t>
      </w:r>
    </w:p>
    <w:p w:rsidR="00945F7B" w:rsidRDefault="00945F7B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4C7C84" w:rsidRPr="00F834DE" w:rsidRDefault="004C7C84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B2BA1" w:rsidRDefault="000B2BA1" w:rsidP="000B2BA1">
      <w:pPr>
        <w:pStyle w:val="WortmarkeFu"/>
        <w:numPr>
          <w:ilvl w:val="0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Nikolausaktion</w:t>
      </w:r>
      <w:r>
        <w:rPr>
          <w:rFonts w:ascii="Arial Narrow" w:hAnsi="Arial Narrow"/>
          <w:sz w:val="22"/>
          <w:lang w:val="de-DE"/>
        </w:rPr>
        <w:br/>
        <w:t>Erneute Nikolausaktion, Dateien sind noch auf dem Server. Karl: Nikoläuse beim Aldi bestellen, nächste Woche geht’s los.</w:t>
      </w:r>
    </w:p>
    <w:p w:rsidR="000B2BA1" w:rsidRDefault="000B2BA1" w:rsidP="000B2BA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11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 Nikolauskostüme? Die Alten reinigen, da diese sehr versifft sind.</w:t>
      </w:r>
    </w:p>
    <w:p w:rsidR="000B2BA1" w:rsidRDefault="000B2BA1" w:rsidP="000B2BA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11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kümmert sich? Fleig meldet sich freiwillig für die Orga</w:t>
      </w:r>
    </w:p>
    <w:p w:rsidR="000B2BA1" w:rsidRDefault="000B2BA1" w:rsidP="000B2BA1">
      <w:pPr>
        <w:pStyle w:val="WortmarkeFu"/>
        <w:numPr>
          <w:ilvl w:val="0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Referate</w:t>
      </w:r>
    </w:p>
    <w:p w:rsidR="000B2BA1" w:rsidRDefault="000B2BA1" w:rsidP="000B2BA1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Unfug wurde sein Antrag bewilligt, Marius will ein Standardformular erstellen. Er und Erik kümmern sich.</w:t>
      </w:r>
    </w:p>
    <w:p w:rsidR="000B2BA1" w:rsidRDefault="000B2BA1" w:rsidP="000B2BA1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Anfrage von WNB wegen der Facebookveranstaltung für ihr Event: Sabrina verweist sie auf die Hochschule sowie die fachschaftsseiten</w:t>
      </w:r>
    </w:p>
    <w:p w:rsidR="000B2BA1" w:rsidRDefault="000B2BA1" w:rsidP="000B2BA1">
      <w:pPr>
        <w:pStyle w:val="WortmarkeFu"/>
        <w:numPr>
          <w:ilvl w:val="0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</w:t>
      </w:r>
    </w:p>
    <w:p w:rsidR="000B2BA1" w:rsidRDefault="000B2BA1" w:rsidP="000B2BA1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Büroschichten werden ver</w:t>
      </w:r>
      <w:r w:rsidR="00402DA7">
        <w:rPr>
          <w:rFonts w:ascii="Arial Narrow" w:hAnsi="Arial Narrow"/>
          <w:sz w:val="22"/>
          <w:lang w:val="de-DE"/>
        </w:rPr>
        <w:t>t</w:t>
      </w:r>
      <w:r>
        <w:rPr>
          <w:rFonts w:ascii="Arial Narrow" w:hAnsi="Arial Narrow"/>
          <w:sz w:val="22"/>
          <w:lang w:val="de-DE"/>
        </w:rPr>
        <w:t>eilt</w:t>
      </w:r>
      <w:r w:rsidR="00402DA7">
        <w:rPr>
          <w:rFonts w:ascii="Arial Narrow" w:hAnsi="Arial Narrow"/>
          <w:sz w:val="22"/>
          <w:lang w:val="de-DE"/>
        </w:rPr>
        <w:t>, stehen auf dem Whiteboard</w:t>
      </w:r>
    </w:p>
    <w:p w:rsidR="00402DA7" w:rsidRDefault="00402DA7" w:rsidP="00402DA7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Bilder für Ausweise</w:t>
      </w:r>
    </w:p>
    <w:p w:rsidR="00402DA7" w:rsidRDefault="00402DA7" w:rsidP="00402DA7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83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Jeder sollte Sarah/Sandra ein Bild zukommen lassen, damit man einen Ausweis für den HSB bekommt.</w:t>
      </w:r>
    </w:p>
    <w:p w:rsidR="00402DA7" w:rsidRDefault="00402DA7" w:rsidP="00402DA7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Verteilung Arbeitsschichten AStAianer</w:t>
      </w:r>
    </w:p>
    <w:p w:rsidR="00402DA7" w:rsidRDefault="00402DA7" w:rsidP="00402DA7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83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Aufbau beginnt um 9 Uhr, bitte alle anwesend sein und helfen. Zuständigkeiten stehen auch auf dem Whiteboard.</w:t>
      </w:r>
    </w:p>
    <w:p w:rsidR="00402DA7" w:rsidRDefault="00402DA7" w:rsidP="00402DA7">
      <w:pPr>
        <w:pStyle w:val="WortmarkeFu"/>
        <w:numPr>
          <w:ilvl w:val="0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Kühlschrank Fachschaft DM</w:t>
      </w:r>
    </w:p>
    <w:p w:rsidR="00402DA7" w:rsidRDefault="00402DA7" w:rsidP="00402DA7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11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Fleig informiert, dass der Kühlschrank den DM benutzt hat, um sein Fleisch zu lagern, ist immernoch nicht geputzt. Sam schreibt eine freundliche Beschwerdemail.</w:t>
      </w:r>
    </w:p>
    <w:p w:rsidR="00402DA7" w:rsidRDefault="00402DA7" w:rsidP="00402DA7">
      <w:pPr>
        <w:pStyle w:val="WortmarkeFu"/>
        <w:numPr>
          <w:ilvl w:val="0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Kino Special</w:t>
      </w:r>
    </w:p>
    <w:p w:rsidR="00402DA7" w:rsidRDefault="00402DA7" w:rsidP="00402DA7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11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Fleig informiert über das erfolgreiche Kino Special am vergangenen Wochenende</w:t>
      </w:r>
    </w:p>
    <w:p w:rsidR="00402DA7" w:rsidRDefault="00402DA7" w:rsidP="00402DA7">
      <w:pPr>
        <w:pStyle w:val="WortmarkeFu"/>
        <w:numPr>
          <w:ilvl w:val="0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Büro aufräumen /Belagerung</w:t>
      </w:r>
    </w:p>
    <w:p w:rsidR="00402DA7" w:rsidRDefault="00402DA7" w:rsidP="00402DA7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11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Marius bittet darum, dass das Asta</w:t>
      </w:r>
    </w:p>
    <w:p w:rsidR="00402DA7" w:rsidRDefault="00402DA7" w:rsidP="00402DA7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Wieder mehr aufgeräumt wird und</w:t>
      </w:r>
    </w:p>
    <w:p w:rsidR="00402DA7" w:rsidRDefault="00402DA7" w:rsidP="00402DA7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Weniger von Laptops etc. belagert wird (es geht vorallem um das Aufräumen über nacht und weniger „reservieren“ von Stühen/Plätzen etc.)</w:t>
      </w:r>
    </w:p>
    <w:p w:rsidR="00402DA7" w:rsidRDefault="00402DA7" w:rsidP="00402DA7">
      <w:pPr>
        <w:pStyle w:val="WortmarkeFu"/>
        <w:numPr>
          <w:ilvl w:val="0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Abrechnungen</w:t>
      </w:r>
    </w:p>
    <w:p w:rsidR="00402DA7" w:rsidRPr="00402DA7" w:rsidRDefault="00402DA7" w:rsidP="00402DA7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11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Karl möchte eine gemeinsame, eindeutige Lösung für Zahlungsanträge/Kostenabrechnungen einführen. Er bittet darum, dass sich die Leute etwas Gedanken machen.</w:t>
      </w:r>
    </w:p>
    <w:sectPr w:rsidR="00402DA7" w:rsidRPr="00402DA7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8594D">
      <w:rPr>
        <w:rFonts w:ascii="Arial Narrow" w:hAnsi="Arial Narrow"/>
        <w:sz w:val="20"/>
        <w:lang w:val="de-DE"/>
      </w:rPr>
      <w:t>Wi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 xml:space="preserve">e </w:t>
    </w:r>
    <w:r w:rsidR="006204D1">
      <w:rPr>
        <w:rFonts w:ascii="Arial Narrow" w:hAnsi="Arial Narrow"/>
        <w:sz w:val="20"/>
        <w:lang w:val="de-DE"/>
      </w:rPr>
      <w:t>15</w:t>
    </w:r>
    <w:r w:rsidR="00B8594D">
      <w:rPr>
        <w:rFonts w:ascii="Arial Narrow" w:hAnsi="Arial Narrow"/>
        <w:sz w:val="20"/>
        <w:lang w:val="de-DE"/>
      </w:rPr>
      <w:t>/16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6F1A02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9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2"/>
  </w:num>
  <w:num w:numId="5">
    <w:abstractNumId w:val="4"/>
  </w:num>
  <w:num w:numId="6">
    <w:abstractNumId w:val="9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6510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BA1"/>
    <w:rsid w:val="000B2E2D"/>
    <w:rsid w:val="000C04C8"/>
    <w:rsid w:val="000C1EB8"/>
    <w:rsid w:val="000C2A6E"/>
    <w:rsid w:val="000C5E91"/>
    <w:rsid w:val="000D74D9"/>
    <w:rsid w:val="00103636"/>
    <w:rsid w:val="0011608E"/>
    <w:rsid w:val="001364FA"/>
    <w:rsid w:val="0014473D"/>
    <w:rsid w:val="00144E86"/>
    <w:rsid w:val="00145644"/>
    <w:rsid w:val="001C7E80"/>
    <w:rsid w:val="001D3317"/>
    <w:rsid w:val="001D47FD"/>
    <w:rsid w:val="001E4141"/>
    <w:rsid w:val="001F5D4C"/>
    <w:rsid w:val="00203683"/>
    <w:rsid w:val="00211E26"/>
    <w:rsid w:val="00216BDD"/>
    <w:rsid w:val="00251787"/>
    <w:rsid w:val="00273332"/>
    <w:rsid w:val="00274830"/>
    <w:rsid w:val="002A108C"/>
    <w:rsid w:val="002A158B"/>
    <w:rsid w:val="002A571F"/>
    <w:rsid w:val="002B1A01"/>
    <w:rsid w:val="002D090B"/>
    <w:rsid w:val="002E7327"/>
    <w:rsid w:val="00310FD9"/>
    <w:rsid w:val="00312F4D"/>
    <w:rsid w:val="0031477C"/>
    <w:rsid w:val="003339C0"/>
    <w:rsid w:val="00341665"/>
    <w:rsid w:val="0034237A"/>
    <w:rsid w:val="0036697F"/>
    <w:rsid w:val="003733CC"/>
    <w:rsid w:val="003775B0"/>
    <w:rsid w:val="00380CCC"/>
    <w:rsid w:val="00396AA7"/>
    <w:rsid w:val="003A2538"/>
    <w:rsid w:val="003B669B"/>
    <w:rsid w:val="003B72AA"/>
    <w:rsid w:val="00402DA7"/>
    <w:rsid w:val="004108F1"/>
    <w:rsid w:val="00425EF5"/>
    <w:rsid w:val="004359A0"/>
    <w:rsid w:val="00441B0C"/>
    <w:rsid w:val="00487AF4"/>
    <w:rsid w:val="004C7C84"/>
    <w:rsid w:val="004D1F62"/>
    <w:rsid w:val="004F2132"/>
    <w:rsid w:val="004F6FFA"/>
    <w:rsid w:val="00501683"/>
    <w:rsid w:val="00501BD9"/>
    <w:rsid w:val="00543129"/>
    <w:rsid w:val="00552E34"/>
    <w:rsid w:val="00577F83"/>
    <w:rsid w:val="005B1C22"/>
    <w:rsid w:val="005D0000"/>
    <w:rsid w:val="005F45A2"/>
    <w:rsid w:val="00602994"/>
    <w:rsid w:val="00606F9B"/>
    <w:rsid w:val="006204D1"/>
    <w:rsid w:val="00621FC5"/>
    <w:rsid w:val="00672DAA"/>
    <w:rsid w:val="00685893"/>
    <w:rsid w:val="00686ECB"/>
    <w:rsid w:val="006A01E2"/>
    <w:rsid w:val="006A0CE7"/>
    <w:rsid w:val="006A2577"/>
    <w:rsid w:val="006A6E9D"/>
    <w:rsid w:val="006C4D68"/>
    <w:rsid w:val="006D0A34"/>
    <w:rsid w:val="006F1A02"/>
    <w:rsid w:val="006F55D7"/>
    <w:rsid w:val="007173E9"/>
    <w:rsid w:val="00721F65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030"/>
    <w:rsid w:val="007D46E4"/>
    <w:rsid w:val="007D7C7C"/>
    <w:rsid w:val="007E031D"/>
    <w:rsid w:val="007F047A"/>
    <w:rsid w:val="00802BAE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767BF"/>
    <w:rsid w:val="008864DE"/>
    <w:rsid w:val="008C250E"/>
    <w:rsid w:val="008D16EC"/>
    <w:rsid w:val="008D2BDB"/>
    <w:rsid w:val="008F7364"/>
    <w:rsid w:val="00901A09"/>
    <w:rsid w:val="00927544"/>
    <w:rsid w:val="009301A0"/>
    <w:rsid w:val="00937828"/>
    <w:rsid w:val="00945F7B"/>
    <w:rsid w:val="009711F7"/>
    <w:rsid w:val="009757B0"/>
    <w:rsid w:val="009906B7"/>
    <w:rsid w:val="009B5B72"/>
    <w:rsid w:val="009B7B2F"/>
    <w:rsid w:val="009C2A35"/>
    <w:rsid w:val="009D3E73"/>
    <w:rsid w:val="009E6CE4"/>
    <w:rsid w:val="009F25B6"/>
    <w:rsid w:val="00A05515"/>
    <w:rsid w:val="00A24302"/>
    <w:rsid w:val="00A448D9"/>
    <w:rsid w:val="00A44D35"/>
    <w:rsid w:val="00A7386C"/>
    <w:rsid w:val="00A87E62"/>
    <w:rsid w:val="00A94BC2"/>
    <w:rsid w:val="00AA0C47"/>
    <w:rsid w:val="00AD70BC"/>
    <w:rsid w:val="00AE757F"/>
    <w:rsid w:val="00AF264D"/>
    <w:rsid w:val="00B03346"/>
    <w:rsid w:val="00B04368"/>
    <w:rsid w:val="00B136A5"/>
    <w:rsid w:val="00B25462"/>
    <w:rsid w:val="00B262CA"/>
    <w:rsid w:val="00B31937"/>
    <w:rsid w:val="00B51224"/>
    <w:rsid w:val="00B60027"/>
    <w:rsid w:val="00B83D82"/>
    <w:rsid w:val="00B8594D"/>
    <w:rsid w:val="00BA10A5"/>
    <w:rsid w:val="00BD4E8B"/>
    <w:rsid w:val="00BE1515"/>
    <w:rsid w:val="00C00055"/>
    <w:rsid w:val="00C1435E"/>
    <w:rsid w:val="00C22F83"/>
    <w:rsid w:val="00C43F8D"/>
    <w:rsid w:val="00C46942"/>
    <w:rsid w:val="00C60DAE"/>
    <w:rsid w:val="00C63840"/>
    <w:rsid w:val="00C772CC"/>
    <w:rsid w:val="00C82C9C"/>
    <w:rsid w:val="00CA5DF7"/>
    <w:rsid w:val="00CB5BD5"/>
    <w:rsid w:val="00CC7F24"/>
    <w:rsid w:val="00CD7327"/>
    <w:rsid w:val="00CF0EE6"/>
    <w:rsid w:val="00D23BBC"/>
    <w:rsid w:val="00D24AA6"/>
    <w:rsid w:val="00D40C11"/>
    <w:rsid w:val="00D4751D"/>
    <w:rsid w:val="00D523B8"/>
    <w:rsid w:val="00D52E25"/>
    <w:rsid w:val="00D55BFE"/>
    <w:rsid w:val="00D62D7D"/>
    <w:rsid w:val="00D803B9"/>
    <w:rsid w:val="00D94C60"/>
    <w:rsid w:val="00DB656A"/>
    <w:rsid w:val="00DD1790"/>
    <w:rsid w:val="00DE1F6C"/>
    <w:rsid w:val="00DE238D"/>
    <w:rsid w:val="00E1101E"/>
    <w:rsid w:val="00E1673A"/>
    <w:rsid w:val="00E206F4"/>
    <w:rsid w:val="00E26D65"/>
    <w:rsid w:val="00E36789"/>
    <w:rsid w:val="00E52891"/>
    <w:rsid w:val="00E609C1"/>
    <w:rsid w:val="00E66A27"/>
    <w:rsid w:val="00E81768"/>
    <w:rsid w:val="00E90352"/>
    <w:rsid w:val="00E97E93"/>
    <w:rsid w:val="00EA30A5"/>
    <w:rsid w:val="00EB31F2"/>
    <w:rsid w:val="00EE6AF7"/>
    <w:rsid w:val="00EF1636"/>
    <w:rsid w:val="00F15EEB"/>
    <w:rsid w:val="00F834DE"/>
    <w:rsid w:val="00FB4507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2</Pages>
  <Words>327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Lukas Scheuerle</cp:lastModifiedBy>
  <cp:revision>9</cp:revision>
  <cp:lastPrinted>2015-07-01T11:34:00Z</cp:lastPrinted>
  <dcterms:created xsi:type="dcterms:W3CDTF">2015-07-01T11:34:00Z</dcterms:created>
  <dcterms:modified xsi:type="dcterms:W3CDTF">2015-11-18T12:28:00Z</dcterms:modified>
</cp:coreProperties>
</file>