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9E4956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9301A0" w:rsidRPr="00F834DE" w:rsidRDefault="0089143A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7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B901C8">
        <w:rPr>
          <w:rFonts w:ascii="Arial Narrow" w:hAnsi="Arial Narrow"/>
          <w:noProof/>
          <w:sz w:val="22"/>
          <w:lang w:val="de-DE"/>
        </w:rPr>
        <w:t>27.04.2012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9E4956">
        <w:rPr>
          <w:rFonts w:ascii="Arial Narrow" w:hAnsi="Arial Narrow"/>
          <w:sz w:val="22"/>
          <w:lang w:val="de-DE"/>
        </w:rPr>
        <w:t>23</w:t>
      </w:r>
      <w:r w:rsidR="00DA22F2">
        <w:rPr>
          <w:rFonts w:ascii="Arial Narrow" w:hAnsi="Arial Narrow"/>
          <w:sz w:val="22"/>
          <w:lang w:val="de-DE"/>
        </w:rPr>
        <w:t xml:space="preserve">. </w:t>
      </w:r>
      <w:r w:rsidR="000A1838">
        <w:rPr>
          <w:rFonts w:ascii="Arial Narrow" w:hAnsi="Arial Narrow"/>
          <w:sz w:val="22"/>
          <w:lang w:val="de-DE"/>
        </w:rPr>
        <w:t>April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13:00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 xml:space="preserve">Anna Nowicki, Dennis Franz, </w:t>
      </w:r>
      <w:r w:rsidR="00CB5BD5" w:rsidRPr="00B2115E">
        <w:rPr>
          <w:rFonts w:ascii="Arial Narrow" w:hAnsi="Arial Narrow"/>
          <w:sz w:val="22"/>
          <w:lang w:val="de-DE"/>
        </w:rPr>
        <w:t xml:space="preserve">Susanne Schmidt, </w:t>
      </w:r>
      <w:r w:rsidR="000C4DCC" w:rsidRPr="00B2115E">
        <w:rPr>
          <w:rFonts w:ascii="Arial Narrow" w:hAnsi="Arial Narrow"/>
          <w:sz w:val="22"/>
          <w:lang w:val="de-DE"/>
        </w:rPr>
        <w:t>Dennis Breitenbach, Anna Kyc, Benedikt Göpfert</w:t>
      </w:r>
    </w:p>
    <w:p w:rsidR="008743D8" w:rsidRPr="00F834DE" w:rsidRDefault="00B2115E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CB5BD5">
        <w:rPr>
          <w:rFonts w:ascii="Arial Narrow" w:hAnsi="Arial Narrow"/>
          <w:sz w:val="22"/>
          <w:lang w:val="de-DE"/>
        </w:rPr>
        <w:t>D</w:t>
      </w:r>
      <w:r w:rsidR="00E83E7E">
        <w:rPr>
          <w:rFonts w:ascii="Arial Narrow" w:hAnsi="Arial Narrow"/>
          <w:sz w:val="22"/>
          <w:lang w:val="de-DE"/>
        </w:rPr>
        <w:t xml:space="preserve">avid Schröpfer, Benedikt </w:t>
      </w:r>
      <w:r w:rsidR="00CB5BD5">
        <w:rPr>
          <w:rFonts w:ascii="Arial Narrow" w:hAnsi="Arial Narrow"/>
          <w:sz w:val="22"/>
          <w:lang w:val="de-DE"/>
        </w:rPr>
        <w:t>Recktenwald,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>Dimitri So</w:t>
      </w:r>
      <w:r w:rsidR="000C4DCC">
        <w:rPr>
          <w:rFonts w:ascii="Arial Narrow" w:hAnsi="Arial Narrow"/>
          <w:sz w:val="22"/>
          <w:lang w:val="de-DE"/>
        </w:rPr>
        <w:t>rokine</w:t>
      </w:r>
      <w:r w:rsidR="0095240A">
        <w:rPr>
          <w:rFonts w:ascii="Arial Narrow" w:hAnsi="Arial Narrow"/>
          <w:sz w:val="22"/>
          <w:lang w:val="de-DE"/>
        </w:rPr>
        <w:t>, Maritta Kämmerer, Matthias Kaufmann</w:t>
      </w:r>
      <w:r w:rsidR="00345E29">
        <w:rPr>
          <w:rFonts w:ascii="Arial Narrow" w:hAnsi="Arial Narrow"/>
          <w:sz w:val="22"/>
          <w:lang w:val="de-DE"/>
        </w:rPr>
        <w:t>, Florian Fischer</w:t>
      </w:r>
      <w:r w:rsidR="003A2D89">
        <w:rPr>
          <w:rFonts w:ascii="Arial Narrow" w:hAnsi="Arial Narrow"/>
          <w:sz w:val="22"/>
          <w:lang w:val="de-DE"/>
        </w:rPr>
        <w:t>, Janine Woytera</w:t>
      </w:r>
      <w:r w:rsidR="009D09B8">
        <w:rPr>
          <w:rFonts w:ascii="Arial Narrow" w:hAnsi="Arial Narrow"/>
          <w:sz w:val="22"/>
          <w:lang w:val="de-DE"/>
        </w:rPr>
        <w:t>, Bastian Ludwig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 w:rsidR="009E4956">
        <w:rPr>
          <w:rFonts w:ascii="Arial Narrow" w:hAnsi="Arial Narrow"/>
          <w:sz w:val="22"/>
          <w:lang w:val="de-DE"/>
        </w:rPr>
        <w:t>Susanne Schmidt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9E4956">
        <w:rPr>
          <w:rFonts w:ascii="Arial Narrow" w:hAnsi="Arial Narrow"/>
          <w:sz w:val="22"/>
          <w:lang w:val="de-DE"/>
        </w:rPr>
        <w:t>Benedikt Göpfert/Susanne Schmidt</w:t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E4956">
        <w:rPr>
          <w:rFonts w:ascii="Arial Narrow" w:hAnsi="Arial Narrow"/>
          <w:b/>
          <w:sz w:val="22"/>
          <w:lang w:val="de-DE"/>
        </w:rPr>
        <w:t>8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>Sabine Heizmann</w:t>
      </w:r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  <w:r w:rsidR="009E4956">
        <w:rPr>
          <w:rFonts w:ascii="Arial Narrow" w:hAnsi="Arial Narrow"/>
          <w:sz w:val="22"/>
          <w:lang w:val="de-DE"/>
        </w:rPr>
        <w:t>Dennis Breitenbach, Benedikt Recktenwald, Dimitri Sorokine, Janine Woytera, Bastian Ludwig</w:t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9143A" w:rsidRDefault="00312F4D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89143A" w:rsidRDefault="00312F4D" w:rsidP="0089143A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89143A">
        <w:rPr>
          <w:rFonts w:ascii="Arial Narrow" w:hAnsi="Arial Narrow"/>
          <w:sz w:val="22"/>
          <w:szCs w:val="22"/>
          <w:lang w:val="de-DE"/>
        </w:rPr>
        <w:t>Begrüßung</w:t>
      </w:r>
    </w:p>
    <w:p w:rsidR="0089143A" w:rsidRDefault="00FD2F2E" w:rsidP="0089143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Es sind</w:t>
      </w:r>
      <w:r w:rsidR="009E4956">
        <w:rPr>
          <w:rFonts w:ascii="Arial Narrow" w:hAnsi="Arial Narrow"/>
          <w:sz w:val="22"/>
          <w:szCs w:val="22"/>
          <w:lang w:val="de-DE"/>
        </w:rPr>
        <w:t xml:space="preserve">  8 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9E4956" w:rsidRPr="001E2685" w:rsidRDefault="00CF0EE6" w:rsidP="001E2685">
      <w:pPr>
        <w:pStyle w:val="WortmarkeFu"/>
        <w:numPr>
          <w:ilvl w:val="0"/>
          <w:numId w:val="7"/>
        </w:numPr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89143A" w:rsidRDefault="00E83E7E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 w:hanging="405"/>
        <w:jc w:val="both"/>
        <w:rPr>
          <w:rFonts w:ascii="Arial Narrow" w:hAnsi="Arial Narrow"/>
          <w:sz w:val="22"/>
          <w:lang w:val="de-DE"/>
        </w:rPr>
      </w:pPr>
      <w:r w:rsidRPr="0089143A">
        <w:rPr>
          <w:rFonts w:ascii="Arial Narrow" w:hAnsi="Arial Narrow"/>
          <w:sz w:val="22"/>
          <w:lang w:val="de-DE"/>
        </w:rPr>
        <w:t>Wahlen</w:t>
      </w:r>
    </w:p>
    <w:p w:rsidR="0089143A" w:rsidRDefault="00E83E7E" w:rsidP="0089143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89143A">
        <w:rPr>
          <w:rFonts w:ascii="Arial Narrow" w:hAnsi="Arial Narrow"/>
          <w:sz w:val="22"/>
          <w:lang w:val="de-DE"/>
        </w:rPr>
        <w:t>Wahlen zum AStA Vorsitz</w:t>
      </w:r>
      <w:r w:rsidR="00AE4D7E">
        <w:rPr>
          <w:rFonts w:ascii="Arial Narrow" w:hAnsi="Arial Narrow"/>
          <w:sz w:val="22"/>
          <w:lang w:val="de-DE"/>
        </w:rPr>
        <w:t xml:space="preserve"> </w:t>
      </w:r>
      <w:r w:rsidR="009D09B8" w:rsidRPr="0089143A">
        <w:rPr>
          <w:rFonts w:ascii="Arial Narrow" w:hAnsi="Arial Narrow"/>
          <w:sz w:val="22"/>
          <w:lang w:val="de-DE"/>
        </w:rPr>
        <w:t>Fuwa intern</w:t>
      </w:r>
      <w:r w:rsidR="009E4956">
        <w:rPr>
          <w:rFonts w:ascii="Arial Narrow" w:hAnsi="Arial Narrow"/>
          <w:sz w:val="22"/>
          <w:lang w:val="de-DE"/>
        </w:rPr>
        <w:t xml:space="preserve"> -&gt; Benedikt Göpfert einstimmig gewählt, er hat das Amt auch angenommen</w:t>
      </w:r>
    </w:p>
    <w:p w:rsidR="0089143A" w:rsidRPr="0089143A" w:rsidRDefault="0089143A" w:rsidP="0089143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89143A">
        <w:rPr>
          <w:rFonts w:ascii="Arial Narrow" w:hAnsi="Arial Narrow"/>
          <w:sz w:val="22"/>
          <w:lang w:val="de-DE"/>
        </w:rPr>
        <w:t>Absprache</w:t>
      </w:r>
      <w:r w:rsidR="009D09B8" w:rsidRPr="0089143A">
        <w:rPr>
          <w:rFonts w:ascii="Arial Narrow" w:hAnsi="Arial Narrow"/>
          <w:sz w:val="22"/>
          <w:lang w:val="de-DE"/>
        </w:rPr>
        <w:t xml:space="preserve"> mit AStA VS und TUT wegen Vorsitz</w:t>
      </w:r>
      <w:r w:rsidR="009E4956">
        <w:rPr>
          <w:rFonts w:ascii="Arial Narrow" w:hAnsi="Arial Narrow"/>
          <w:sz w:val="22"/>
          <w:lang w:val="de-DE"/>
        </w:rPr>
        <w:t xml:space="preserve"> -&gt; Wir schlagen einfach Benedikt Göpfert vor, ohne uns dafür treffen zu müssen</w:t>
      </w:r>
    </w:p>
    <w:p w:rsidR="000A1838" w:rsidRPr="000A1838" w:rsidRDefault="000A1838" w:rsidP="000A183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Newsletter</w:t>
      </w:r>
      <w:r w:rsidR="00DA22F2">
        <w:rPr>
          <w:rFonts w:ascii="Arial Narrow" w:hAnsi="Arial Narrow"/>
          <w:sz w:val="22"/>
          <w:lang w:val="de-DE"/>
        </w:rPr>
        <w:t xml:space="preserve"> </w:t>
      </w:r>
      <w:r w:rsidR="0089143A">
        <w:rPr>
          <w:rFonts w:ascii="Arial Narrow" w:hAnsi="Arial Narrow"/>
          <w:sz w:val="22"/>
          <w:lang w:val="de-DE"/>
        </w:rPr>
        <w:t>Nachbesprechung</w:t>
      </w:r>
      <w:r w:rsidR="009E4956">
        <w:rPr>
          <w:rFonts w:ascii="Arial Narrow" w:hAnsi="Arial Narrow"/>
          <w:sz w:val="22"/>
          <w:lang w:val="de-DE"/>
        </w:rPr>
        <w:t xml:space="preserve"> – Überlegung, den Newsletter ganz fallen zu lassen, weil zu wenig Interesse der Mitglieder zu bestehen scheint, neue Artikel zu schreiben/ die alten zu aktualisieren</w:t>
      </w: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512E0A" w:rsidRDefault="00512E0A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Bus </w:t>
      </w:r>
      <w:r w:rsidR="00DA22F2">
        <w:rPr>
          <w:rFonts w:ascii="Arial Narrow" w:hAnsi="Arial Narrow"/>
          <w:sz w:val="22"/>
          <w:lang w:val="de-DE"/>
        </w:rPr>
        <w:t>zum B</w:t>
      </w:r>
      <w:r w:rsidR="009E4956">
        <w:rPr>
          <w:rFonts w:ascii="Arial Narrow" w:hAnsi="Arial Narrow"/>
          <w:sz w:val="22"/>
          <w:lang w:val="de-DE"/>
        </w:rPr>
        <w:t>erg</w:t>
      </w:r>
      <w:r w:rsidR="00DA22F2">
        <w:rPr>
          <w:rFonts w:ascii="Arial Narrow" w:hAnsi="Arial Narrow"/>
          <w:sz w:val="22"/>
          <w:lang w:val="de-DE"/>
        </w:rPr>
        <w:t xml:space="preserve">fest von VS (9.05), sollen wir uns einklinken? </w:t>
      </w:r>
      <w:r w:rsidR="009E4956">
        <w:rPr>
          <w:rFonts w:ascii="Arial Narrow" w:hAnsi="Arial Narrow"/>
          <w:sz w:val="22"/>
          <w:lang w:val="de-DE"/>
        </w:rPr>
        <w:t>– Dennis wollte mit VS reden</w:t>
      </w:r>
    </w:p>
    <w:p w:rsidR="00901F26" w:rsidRDefault="00901F26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01F26">
        <w:rPr>
          <w:rFonts w:ascii="Arial Narrow" w:hAnsi="Arial Narrow"/>
          <w:sz w:val="22"/>
          <w:lang w:val="de-DE"/>
        </w:rPr>
        <w:t>Stuttgarter Frühlingsfest</w:t>
      </w:r>
      <w:r>
        <w:rPr>
          <w:rFonts w:ascii="Arial Narrow" w:hAnsi="Arial Narrow"/>
          <w:sz w:val="22"/>
          <w:lang w:val="de-DE"/>
        </w:rPr>
        <w:t xml:space="preserve"> (Dennis F.)</w:t>
      </w:r>
      <w:r w:rsidR="009E4956">
        <w:rPr>
          <w:rFonts w:ascii="Arial Narrow" w:hAnsi="Arial Narrow"/>
          <w:sz w:val="22"/>
          <w:lang w:val="de-DE"/>
        </w:rPr>
        <w:t xml:space="preserve"> -&gt; Wir wollen das Angebot </w:t>
      </w:r>
    </w:p>
    <w:p w:rsidR="00630FE3" w:rsidRDefault="00630FE3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 Aescolap (Dennis F.)</w:t>
      </w:r>
      <w:r w:rsidR="009E4956">
        <w:rPr>
          <w:rFonts w:ascii="Arial Narrow" w:hAnsi="Arial Narrow"/>
          <w:sz w:val="22"/>
          <w:lang w:val="de-DE"/>
        </w:rPr>
        <w:t xml:space="preserve"> – Plakate hängen, Anmeldung läuft schon</w:t>
      </w:r>
    </w:p>
    <w:p w:rsidR="00901F26" w:rsidRDefault="00512E0A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</w:t>
      </w:r>
      <w:r w:rsidR="0095240A" w:rsidRPr="00901F26">
        <w:rPr>
          <w:rFonts w:ascii="Arial Narrow" w:hAnsi="Arial Narrow"/>
          <w:sz w:val="22"/>
          <w:lang w:val="de-DE"/>
        </w:rPr>
        <w:t xml:space="preserve"> Daimler </w:t>
      </w:r>
      <w:r w:rsidR="00901F26">
        <w:rPr>
          <w:rFonts w:ascii="Arial Narrow" w:hAnsi="Arial Narrow"/>
          <w:sz w:val="22"/>
          <w:lang w:val="de-DE"/>
        </w:rPr>
        <w:t>(Anna)</w:t>
      </w:r>
      <w:r w:rsidR="00203EAE">
        <w:rPr>
          <w:rFonts w:ascii="Arial Narrow" w:hAnsi="Arial Narrow"/>
          <w:sz w:val="22"/>
          <w:lang w:val="de-DE"/>
        </w:rPr>
        <w:t xml:space="preserve"> </w:t>
      </w:r>
      <w:r w:rsidR="009E4956">
        <w:rPr>
          <w:rFonts w:ascii="Arial Narrow" w:hAnsi="Arial Narrow"/>
          <w:sz w:val="22"/>
          <w:lang w:val="de-DE"/>
        </w:rPr>
        <w:t>–Anmeldung schon aktiv</w:t>
      </w:r>
      <w:r w:rsidR="00B901C8">
        <w:rPr>
          <w:rFonts w:ascii="Arial Narrow" w:hAnsi="Arial Narrow"/>
          <w:sz w:val="22"/>
          <w:lang w:val="de-DE"/>
        </w:rPr>
        <w:t>, Plakate folgen Zeitnah</w:t>
      </w:r>
      <w:bookmarkStart w:id="0" w:name="_GoBack"/>
      <w:bookmarkEnd w:id="0"/>
    </w:p>
    <w:p w:rsidR="00512E0A" w:rsidRDefault="00901F26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Ausfahrt ins </w:t>
      </w:r>
      <w:r w:rsidR="00FA282B">
        <w:rPr>
          <w:rFonts w:ascii="Arial Narrow" w:hAnsi="Arial Narrow"/>
          <w:sz w:val="22"/>
          <w:lang w:val="de-DE"/>
        </w:rPr>
        <w:t>OKAY</w:t>
      </w:r>
      <w:r>
        <w:rPr>
          <w:rFonts w:ascii="Arial Narrow" w:hAnsi="Arial Narrow"/>
          <w:sz w:val="22"/>
          <w:lang w:val="de-DE"/>
        </w:rPr>
        <w:t xml:space="preserve"> Donaueschingen (</w:t>
      </w:r>
      <w:r w:rsidR="00203EAE">
        <w:rPr>
          <w:rFonts w:ascii="Arial Narrow" w:hAnsi="Arial Narrow"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>?)</w:t>
      </w:r>
      <w:r w:rsidR="009E4956">
        <w:rPr>
          <w:rFonts w:ascii="Arial Narrow" w:hAnsi="Arial Narrow"/>
          <w:sz w:val="22"/>
          <w:lang w:val="de-DE"/>
        </w:rPr>
        <w:t xml:space="preserve"> – IN 2 bis 3 Wochen, zwischenzeitlich andere Anbieter aus fuwa entdeckt</w:t>
      </w:r>
    </w:p>
    <w:p w:rsidR="00450E0E" w:rsidRPr="0089143A" w:rsidRDefault="000A1838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Freiburg (Dani, Elli?)</w:t>
      </w:r>
      <w:r w:rsidR="009E4956">
        <w:rPr>
          <w:rFonts w:ascii="Arial Narrow" w:hAnsi="Arial Narrow"/>
          <w:sz w:val="22"/>
          <w:lang w:val="de-DE"/>
        </w:rPr>
        <w:t xml:space="preserve"> – Kein Feedback von den Beiden</w:t>
      </w:r>
    </w:p>
    <w:p w:rsidR="00630FE3" w:rsidRDefault="00630FE3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</w:t>
      </w:r>
      <w:r w:rsidR="00450E0E">
        <w:rPr>
          <w:rFonts w:ascii="Arial Narrow" w:hAnsi="Arial Narrow"/>
          <w:sz w:val="22"/>
          <w:lang w:val="de-DE"/>
        </w:rPr>
        <w:t>e Organisation</w:t>
      </w:r>
    </w:p>
    <w:p w:rsidR="00630FE3" w:rsidRDefault="00203EAE" w:rsidP="0089143A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mit Bürgermeister 07.Mai – Agenda vorbereiten</w:t>
      </w:r>
      <w:r w:rsidR="009E4956">
        <w:rPr>
          <w:rFonts w:ascii="Arial Narrow" w:hAnsi="Arial Narrow"/>
          <w:sz w:val="22"/>
          <w:lang w:val="de-DE"/>
        </w:rPr>
        <w:t>: Themenvorschläge:</w:t>
      </w:r>
    </w:p>
    <w:p w:rsidR="009E4956" w:rsidRDefault="009E4956" w:rsidP="009E4956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EM-Public Viewing</w:t>
      </w:r>
    </w:p>
    <w:p w:rsidR="009E4956" w:rsidRDefault="009E4956" w:rsidP="009E4956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Parkplätze</w:t>
      </w:r>
    </w:p>
    <w:p w:rsidR="009E4956" w:rsidRDefault="009E4956" w:rsidP="009E4956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Verfasste Studierendenschaft</w:t>
      </w:r>
    </w:p>
    <w:p w:rsidR="009E4956" w:rsidRDefault="009E4956" w:rsidP="009E4956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Locals vs. Studenten</w:t>
      </w:r>
    </w:p>
    <w:p w:rsidR="009E4956" w:rsidRPr="0089143A" w:rsidRDefault="009E4956" w:rsidP="009E4956">
      <w:pPr>
        <w:pStyle w:val="WortmarkeFu"/>
        <w:numPr>
          <w:ilvl w:val="1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Locals machen Randale auf Campus (Mensa und I-Bau)</w:t>
      </w: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16F07" w:rsidRDefault="00FA282B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>berzüge für alte Cafete</w:t>
      </w:r>
      <w:r w:rsidR="00AE4D7E">
        <w:rPr>
          <w:rFonts w:ascii="Arial Narrow" w:hAnsi="Arial Narrow"/>
          <w:sz w:val="22"/>
          <w:lang w:val="de-DE"/>
        </w:rPr>
        <w:t xml:space="preserve"> (Anni, Bene)</w:t>
      </w:r>
      <w:r w:rsidR="009E4956">
        <w:rPr>
          <w:rFonts w:ascii="Arial Narrow" w:hAnsi="Arial Narrow"/>
          <w:sz w:val="22"/>
          <w:lang w:val="de-DE"/>
        </w:rPr>
        <w:t xml:space="preserve"> – noch nichts gemacht</w:t>
      </w:r>
    </w:p>
    <w:p w:rsidR="00630FE3" w:rsidRDefault="000A1838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Infogrillen</w:t>
      </w:r>
      <w:r w:rsidR="00203EAE">
        <w:rPr>
          <w:rFonts w:ascii="Arial Narrow" w:hAnsi="Arial Narrow"/>
          <w:sz w:val="22"/>
          <w:lang w:val="de-DE"/>
        </w:rPr>
        <w:t xml:space="preserve"> (</w:t>
      </w:r>
      <w:r w:rsidR="00DA22F2">
        <w:rPr>
          <w:rFonts w:ascii="Arial Narrow" w:hAnsi="Arial Narrow"/>
          <w:sz w:val="22"/>
          <w:lang w:val="de-DE"/>
        </w:rPr>
        <w:t>Orga: Sunny, Plakate: Dennis</w:t>
      </w:r>
      <w:r w:rsidR="00203EAE">
        <w:rPr>
          <w:rFonts w:ascii="Arial Narrow" w:hAnsi="Arial Narrow"/>
          <w:sz w:val="22"/>
          <w:lang w:val="de-DE"/>
        </w:rPr>
        <w:t>)</w:t>
      </w:r>
      <w:r w:rsidR="009E4956">
        <w:rPr>
          <w:rFonts w:ascii="Arial Narrow" w:hAnsi="Arial Narrow"/>
          <w:sz w:val="22"/>
          <w:lang w:val="de-DE"/>
        </w:rPr>
        <w:t xml:space="preserve"> - läuft</w:t>
      </w:r>
    </w:p>
    <w:p w:rsidR="0095240A" w:rsidRDefault="00630FE3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Themenabende geplant? Ideen?</w:t>
      </w:r>
      <w:r w:rsidR="00DA22F2">
        <w:rPr>
          <w:rFonts w:ascii="Arial Narrow" w:hAnsi="Arial Narrow"/>
          <w:sz w:val="22"/>
          <w:lang w:val="de-DE"/>
        </w:rPr>
        <w:t xml:space="preserve"> Termine?</w:t>
      </w:r>
      <w:r w:rsidR="009E4956">
        <w:rPr>
          <w:rFonts w:ascii="Arial Narrow" w:hAnsi="Arial Narrow"/>
          <w:sz w:val="22"/>
          <w:lang w:val="de-DE"/>
        </w:rPr>
        <w:t xml:space="preserve"> - vertagt</w:t>
      </w:r>
    </w:p>
    <w:p w:rsidR="00203EAE" w:rsidRDefault="00203EAE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Plastik-Becher </w:t>
      </w:r>
      <w:r w:rsidR="0089143A">
        <w:rPr>
          <w:rFonts w:ascii="Arial Narrow" w:hAnsi="Arial Narrow"/>
          <w:sz w:val="22"/>
          <w:lang w:val="de-DE"/>
        </w:rPr>
        <w:t>(Matze)</w:t>
      </w:r>
      <w:r w:rsidR="009E4956">
        <w:rPr>
          <w:rFonts w:ascii="Arial Narrow" w:hAnsi="Arial Narrow"/>
          <w:sz w:val="22"/>
          <w:lang w:val="de-DE"/>
        </w:rPr>
        <w:t xml:space="preserve"> – Größen besprochen (0,3l), Matze sucht Angebote raus</w:t>
      </w:r>
    </w:p>
    <w:p w:rsidR="00796A51" w:rsidRDefault="0089143A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Molton beantragen</w:t>
      </w:r>
      <w:r w:rsidR="009E4956">
        <w:rPr>
          <w:rFonts w:ascii="Arial Narrow" w:hAnsi="Arial Narrow"/>
          <w:sz w:val="22"/>
          <w:lang w:val="de-DE"/>
        </w:rPr>
        <w:t xml:space="preserve"> – Flo hat Angebote rausgesucht, klärt mit David noch, ob Matte oder Molton</w:t>
      </w:r>
    </w:p>
    <w:p w:rsidR="00203EAE" w:rsidRDefault="0089143A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Polizeigitter</w:t>
      </w:r>
      <w:r w:rsidR="00AE4D7E">
        <w:rPr>
          <w:rFonts w:ascii="Arial Narrow" w:hAnsi="Arial Narrow"/>
          <w:sz w:val="22"/>
          <w:lang w:val="de-DE"/>
        </w:rPr>
        <w:t xml:space="preserve"> beantragen</w:t>
      </w:r>
      <w:r w:rsidR="009E4956">
        <w:rPr>
          <w:rFonts w:ascii="Arial Narrow" w:hAnsi="Arial Narrow"/>
          <w:sz w:val="22"/>
          <w:lang w:val="de-DE"/>
        </w:rPr>
        <w:t xml:space="preserve"> – Antrag bei Sabine ist mittlerweile unterschrieben, Megaphon sogar schon da</w:t>
      </w:r>
    </w:p>
    <w:p w:rsidR="00AE4D7E" w:rsidRDefault="00AE4D7E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Aschenbecher für Veranstaltungen</w:t>
      </w:r>
      <w:r w:rsidR="009E4956">
        <w:rPr>
          <w:rFonts w:ascii="Arial Narrow" w:hAnsi="Arial Narrow"/>
          <w:sz w:val="22"/>
          <w:lang w:val="de-DE"/>
        </w:rPr>
        <w:t xml:space="preserve"> – Damit sind Standaschenbecher gemeint – Wer sucht Angebote?</w:t>
      </w:r>
    </w:p>
    <w:p w:rsidR="00AE4D7E" w:rsidRDefault="00AE4D7E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4L Trophey Paris Marokko</w:t>
      </w:r>
      <w:r w:rsidR="001E2685">
        <w:rPr>
          <w:rFonts w:ascii="Arial Narrow" w:hAnsi="Arial Narrow"/>
          <w:sz w:val="22"/>
          <w:lang w:val="de-DE"/>
        </w:rPr>
        <w:t xml:space="preserve"> -&gt; Vielleicht einen GLF-Beitrag? Aber kein Event, wir denken das lohnt sich nicht</w:t>
      </w:r>
    </w:p>
    <w:p w:rsidR="001E2685" w:rsidRDefault="001E2685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David hat von CEE Kartenleser bekommen für Party-Ampel-Eingangs-Lösung </w:t>
      </w:r>
      <w:r w:rsidRPr="001E2685">
        <w:rPr>
          <w:rFonts w:ascii="Arial Narrow" w:hAnsi="Arial Narrow"/>
          <w:sz w:val="22"/>
          <w:lang w:val="de-DE"/>
        </w:rPr>
        <w:sym w:font="Wingdings" w:char="F04A"/>
      </w:r>
    </w:p>
    <w:p w:rsidR="0089143A" w:rsidRPr="001E2685" w:rsidRDefault="00203EAE" w:rsidP="0089143A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1E2685">
        <w:rPr>
          <w:rFonts w:ascii="Arial Narrow" w:hAnsi="Arial Narrow"/>
          <w:sz w:val="22"/>
          <w:lang w:val="de-DE"/>
        </w:rPr>
        <w:t>Verfasste Studierendenschaft</w:t>
      </w:r>
    </w:p>
    <w:p w:rsidR="00203EAE" w:rsidRPr="001E2685" w:rsidRDefault="0089143A" w:rsidP="00203EAE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1E2685">
        <w:rPr>
          <w:rFonts w:ascii="Arial Narrow" w:hAnsi="Arial Narrow"/>
          <w:sz w:val="22"/>
          <w:lang w:val="de-DE"/>
        </w:rPr>
        <w:t>Besuch Frau Bauer</w:t>
      </w:r>
      <w:r w:rsidR="001E2685" w:rsidRPr="001E2685">
        <w:rPr>
          <w:rFonts w:ascii="Arial Narrow" w:hAnsi="Arial Narrow"/>
          <w:sz w:val="22"/>
          <w:lang w:val="de-DE"/>
        </w:rPr>
        <w:t xml:space="preserve"> – Kann jemand am 04.05 bei ihrem Vortrag im O-Bau sein?</w:t>
      </w:r>
    </w:p>
    <w:sectPr w:rsidR="00203EAE" w:rsidRPr="001E2685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220" w:rsidRDefault="00497220">
      <w:pPr>
        <w:spacing w:line="20" w:lineRule="exact"/>
      </w:pPr>
    </w:p>
  </w:endnote>
  <w:endnote w:type="continuationSeparator" w:id="0">
    <w:p w:rsidR="00497220" w:rsidRDefault="0049722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497220" w:rsidRDefault="0049722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220" w:rsidRDefault="0049722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497220" w:rsidRDefault="00497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Pr="00CF0EE6" w:rsidRDefault="0089143A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7</w:t>
    </w:r>
    <w:r w:rsidR="0095240A" w:rsidRPr="00CF0EE6">
      <w:rPr>
        <w:rFonts w:ascii="Arial Narrow" w:hAnsi="Arial Narrow"/>
        <w:sz w:val="20"/>
        <w:lang w:val="de-DE"/>
      </w:rPr>
      <w:t xml:space="preserve">. Sitzung des </w:t>
    </w:r>
    <w:r w:rsidR="0095240A">
      <w:rPr>
        <w:rFonts w:ascii="Arial Narrow" w:hAnsi="Arial Narrow"/>
        <w:sz w:val="20"/>
        <w:lang w:val="de-DE"/>
      </w:rPr>
      <w:t>AStA</w:t>
    </w:r>
    <w:r w:rsidR="0095240A" w:rsidRPr="00CF0EE6">
      <w:rPr>
        <w:rFonts w:ascii="Arial Narrow" w:hAnsi="Arial Narrow"/>
        <w:sz w:val="20"/>
        <w:lang w:val="de-DE"/>
      </w:rPr>
      <w:t xml:space="preserve"> im </w:t>
    </w:r>
    <w:r w:rsidR="0095240A">
      <w:rPr>
        <w:rFonts w:ascii="Arial Narrow" w:hAnsi="Arial Narrow"/>
        <w:sz w:val="20"/>
        <w:lang w:val="de-DE"/>
      </w:rPr>
      <w:t>SS12</w:t>
    </w:r>
    <w:r w:rsidR="0095240A"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23</w:t>
    </w:r>
    <w:r w:rsidR="00DA22F2">
      <w:rPr>
        <w:rFonts w:ascii="Arial Narrow" w:hAnsi="Arial Narrow"/>
        <w:sz w:val="20"/>
        <w:lang w:val="de-DE"/>
      </w:rPr>
      <w:t>.04</w:t>
    </w:r>
    <w:r w:rsidR="0095240A">
      <w:rPr>
        <w:rFonts w:ascii="Arial Narrow" w:hAnsi="Arial Narrow"/>
        <w:sz w:val="20"/>
        <w:lang w:val="de-DE"/>
      </w:rPr>
      <w:t>.2012</w:t>
    </w:r>
    <w:r w:rsidR="0095240A" w:rsidRPr="00CF0EE6">
      <w:rPr>
        <w:rFonts w:ascii="Arial Narrow" w:hAnsi="Arial Narrow"/>
        <w:sz w:val="20"/>
        <w:lang w:val="de-DE"/>
      </w:rPr>
      <w:tab/>
      <w:t xml:space="preserve">Seite </w:t>
    </w:r>
    <w:r w:rsidR="0095240A" w:rsidRPr="00CF0EE6">
      <w:rPr>
        <w:rFonts w:ascii="Arial Narrow" w:hAnsi="Arial Narrow"/>
        <w:sz w:val="20"/>
        <w:lang w:val="de-DE"/>
      </w:rPr>
      <w:fldChar w:fldCharType="begin"/>
    </w:r>
    <w:r w:rsidR="0095240A" w:rsidRPr="00CF0EE6">
      <w:rPr>
        <w:rFonts w:ascii="Arial Narrow" w:hAnsi="Arial Narrow"/>
        <w:sz w:val="20"/>
        <w:lang w:val="de-DE"/>
      </w:rPr>
      <w:instrText>PAGE \* ARABIC</w:instrText>
    </w:r>
    <w:r w:rsidR="0095240A" w:rsidRPr="00CF0EE6">
      <w:rPr>
        <w:rFonts w:ascii="Arial Narrow" w:hAnsi="Arial Narrow"/>
        <w:sz w:val="20"/>
        <w:lang w:val="de-DE"/>
      </w:rPr>
      <w:fldChar w:fldCharType="separate"/>
    </w:r>
    <w:r w:rsidR="00B901C8">
      <w:rPr>
        <w:rFonts w:ascii="Arial Narrow" w:hAnsi="Arial Narrow"/>
        <w:noProof/>
        <w:sz w:val="20"/>
        <w:lang w:val="de-DE"/>
      </w:rPr>
      <w:t>2</w:t>
    </w:r>
    <w:r w:rsidR="0095240A" w:rsidRPr="00CF0EE6">
      <w:rPr>
        <w:rFonts w:ascii="Arial Narrow" w:hAnsi="Arial Narrow"/>
        <w:sz w:val="20"/>
        <w:lang w:val="de-DE"/>
      </w:rPr>
      <w:fldChar w:fldCharType="end"/>
    </w:r>
  </w:p>
  <w:p w:rsidR="0095240A" w:rsidRPr="00CF0EE6" w:rsidRDefault="0095240A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6CAB"/>
    <w:multiLevelType w:val="hybridMultilevel"/>
    <w:tmpl w:val="52422A2E"/>
    <w:lvl w:ilvl="0" w:tplc="04070017">
      <w:start w:val="1"/>
      <w:numFmt w:val="lowerLetter"/>
      <w:lvlText w:val="%1)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F1773F2"/>
    <w:multiLevelType w:val="hybridMultilevel"/>
    <w:tmpl w:val="A4D87F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">
    <w:nsid w:val="632304FE"/>
    <w:multiLevelType w:val="hybridMultilevel"/>
    <w:tmpl w:val="5FDCD2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8093F"/>
    <w:multiLevelType w:val="hybridMultilevel"/>
    <w:tmpl w:val="7FA679E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DC71CB"/>
    <w:multiLevelType w:val="hybridMultilevel"/>
    <w:tmpl w:val="B024FF22"/>
    <w:lvl w:ilvl="0" w:tplc="0407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D117A4"/>
    <w:multiLevelType w:val="hybridMultilevel"/>
    <w:tmpl w:val="A1ACDD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360F4"/>
    <w:multiLevelType w:val="hybridMultilevel"/>
    <w:tmpl w:val="9DF68CA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E44A5"/>
    <w:multiLevelType w:val="hybridMultilevel"/>
    <w:tmpl w:val="5E94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77BB"/>
    <w:rsid w:val="00094624"/>
    <w:rsid w:val="00095F7F"/>
    <w:rsid w:val="000A1838"/>
    <w:rsid w:val="000A4FD2"/>
    <w:rsid w:val="000C2A6E"/>
    <w:rsid w:val="000C4DCC"/>
    <w:rsid w:val="000D74D9"/>
    <w:rsid w:val="00103636"/>
    <w:rsid w:val="00123128"/>
    <w:rsid w:val="001364FA"/>
    <w:rsid w:val="0014473D"/>
    <w:rsid w:val="00144E86"/>
    <w:rsid w:val="001C7E80"/>
    <w:rsid w:val="001D3317"/>
    <w:rsid w:val="001E2685"/>
    <w:rsid w:val="001F2C89"/>
    <w:rsid w:val="00203683"/>
    <w:rsid w:val="00203EAE"/>
    <w:rsid w:val="00211E26"/>
    <w:rsid w:val="00273332"/>
    <w:rsid w:val="00274830"/>
    <w:rsid w:val="002B1A01"/>
    <w:rsid w:val="002D090B"/>
    <w:rsid w:val="002E7327"/>
    <w:rsid w:val="003107E8"/>
    <w:rsid w:val="00310FD9"/>
    <w:rsid w:val="00311F62"/>
    <w:rsid w:val="00312F4D"/>
    <w:rsid w:val="003339C0"/>
    <w:rsid w:val="0034237A"/>
    <w:rsid w:val="00345E29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87AF4"/>
    <w:rsid w:val="00495DE7"/>
    <w:rsid w:val="00497220"/>
    <w:rsid w:val="004D1F62"/>
    <w:rsid w:val="00501683"/>
    <w:rsid w:val="00512E0A"/>
    <w:rsid w:val="00521955"/>
    <w:rsid w:val="005610C9"/>
    <w:rsid w:val="005B1C22"/>
    <w:rsid w:val="005E718F"/>
    <w:rsid w:val="00602994"/>
    <w:rsid w:val="00606F9B"/>
    <w:rsid w:val="00630FE3"/>
    <w:rsid w:val="00686ECB"/>
    <w:rsid w:val="006A01E2"/>
    <w:rsid w:val="006A0B75"/>
    <w:rsid w:val="006A0CE7"/>
    <w:rsid w:val="006A2577"/>
    <w:rsid w:val="006A6E9D"/>
    <w:rsid w:val="006B6CBB"/>
    <w:rsid w:val="006C4D68"/>
    <w:rsid w:val="006F55D7"/>
    <w:rsid w:val="007173E9"/>
    <w:rsid w:val="00733F99"/>
    <w:rsid w:val="007364E7"/>
    <w:rsid w:val="00742C7E"/>
    <w:rsid w:val="00756449"/>
    <w:rsid w:val="00761B22"/>
    <w:rsid w:val="00766556"/>
    <w:rsid w:val="00784186"/>
    <w:rsid w:val="00796A51"/>
    <w:rsid w:val="007B1EB9"/>
    <w:rsid w:val="007C767B"/>
    <w:rsid w:val="007D46E4"/>
    <w:rsid w:val="007D7C7C"/>
    <w:rsid w:val="007E031D"/>
    <w:rsid w:val="007E2D75"/>
    <w:rsid w:val="007F047A"/>
    <w:rsid w:val="00802C4B"/>
    <w:rsid w:val="008046FF"/>
    <w:rsid w:val="00813522"/>
    <w:rsid w:val="00843F45"/>
    <w:rsid w:val="008457B3"/>
    <w:rsid w:val="008743D8"/>
    <w:rsid w:val="0089143A"/>
    <w:rsid w:val="008B10D2"/>
    <w:rsid w:val="008B7C1E"/>
    <w:rsid w:val="008C250E"/>
    <w:rsid w:val="008D16EC"/>
    <w:rsid w:val="008F4EA7"/>
    <w:rsid w:val="008F7364"/>
    <w:rsid w:val="00901F26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4956"/>
    <w:rsid w:val="009E6CE4"/>
    <w:rsid w:val="00A05515"/>
    <w:rsid w:val="00A448D9"/>
    <w:rsid w:val="00A44D35"/>
    <w:rsid w:val="00A87E62"/>
    <w:rsid w:val="00A92BFC"/>
    <w:rsid w:val="00A94BC2"/>
    <w:rsid w:val="00AE4D7E"/>
    <w:rsid w:val="00AE757F"/>
    <w:rsid w:val="00B2115E"/>
    <w:rsid w:val="00B25462"/>
    <w:rsid w:val="00B262CA"/>
    <w:rsid w:val="00B31937"/>
    <w:rsid w:val="00B901C8"/>
    <w:rsid w:val="00BC2765"/>
    <w:rsid w:val="00BE1515"/>
    <w:rsid w:val="00C1435E"/>
    <w:rsid w:val="00C22F83"/>
    <w:rsid w:val="00C46942"/>
    <w:rsid w:val="00C60DAE"/>
    <w:rsid w:val="00C63840"/>
    <w:rsid w:val="00CA5DF7"/>
    <w:rsid w:val="00CB5BD5"/>
    <w:rsid w:val="00CD7327"/>
    <w:rsid w:val="00CF0EE6"/>
    <w:rsid w:val="00D55BFE"/>
    <w:rsid w:val="00D62D7D"/>
    <w:rsid w:val="00D803B9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6A27"/>
    <w:rsid w:val="00E81768"/>
    <w:rsid w:val="00E83E7E"/>
    <w:rsid w:val="00E97E93"/>
    <w:rsid w:val="00EA30A5"/>
    <w:rsid w:val="00EB31F2"/>
    <w:rsid w:val="00ED0916"/>
    <w:rsid w:val="00ED0EA1"/>
    <w:rsid w:val="00EF3AA6"/>
    <w:rsid w:val="00F074C3"/>
    <w:rsid w:val="00F15EEB"/>
    <w:rsid w:val="00F834DE"/>
    <w:rsid w:val="00FA282B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DefaultParagraphFon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DefaultParagraphFon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2</Pages>
  <Words>382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goepfert</dc:creator>
  <cp:lastModifiedBy>Sunny</cp:lastModifiedBy>
  <cp:revision>3</cp:revision>
  <cp:lastPrinted>2012-04-10T15:14:00Z</cp:lastPrinted>
  <dcterms:created xsi:type="dcterms:W3CDTF">2012-04-27T12:32:00Z</dcterms:created>
  <dcterms:modified xsi:type="dcterms:W3CDTF">2012-04-27T12:35:00Z</dcterms:modified>
</cp:coreProperties>
</file>