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4F68F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2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01BA6">
        <w:rPr>
          <w:rFonts w:ascii="Arial Narrow" w:hAnsi="Arial Narrow"/>
          <w:noProof/>
          <w:sz w:val="22"/>
          <w:lang w:val="de-DE"/>
        </w:rPr>
        <w:t>13.10.2016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 xml:space="preserve">Lukas Hahn, Lukas Scheuerle, Denis Müller, Philipp </w:t>
      </w:r>
      <w:proofErr w:type="spellStart"/>
      <w:r w:rsidR="00104947">
        <w:rPr>
          <w:rFonts w:ascii="Arial Narrow" w:hAnsi="Arial Narrow"/>
          <w:sz w:val="22"/>
          <w:lang w:val="de-DE"/>
        </w:rPr>
        <w:t>Fleig</w:t>
      </w:r>
      <w:proofErr w:type="spellEnd"/>
      <w:r w:rsidR="00104947">
        <w:rPr>
          <w:rFonts w:ascii="Arial Narrow" w:hAnsi="Arial Narrow"/>
          <w:sz w:val="22"/>
          <w:lang w:val="de-DE"/>
        </w:rPr>
        <w:t>, Matthias Müller</w:t>
      </w:r>
      <w:r w:rsidR="00305825">
        <w:rPr>
          <w:rFonts w:ascii="Arial Narrow" w:hAnsi="Arial Narrow"/>
          <w:sz w:val="22"/>
          <w:lang w:val="de-DE"/>
        </w:rPr>
        <w:t>, Sabrina Lange, Margarita Zerr, Felix Zeller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 xml:space="preserve">Vincent Wetzel, </w:t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>, Helena</w:t>
      </w:r>
      <w:r w:rsidR="00FB450E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FB450E">
        <w:rPr>
          <w:rFonts w:ascii="Arial Narrow" w:hAnsi="Arial Narrow"/>
          <w:sz w:val="22"/>
          <w:lang w:val="de-DE"/>
        </w:rPr>
        <w:t>Heppeler</w:t>
      </w:r>
      <w:proofErr w:type="spellEnd"/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FE69F5">
        <w:rPr>
          <w:rFonts w:ascii="Arial Narrow" w:hAnsi="Arial Narrow"/>
          <w:sz w:val="22"/>
          <w:lang w:val="de-DE"/>
        </w:rPr>
        <w:t>9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44669" w:rsidRDefault="00F44669" w:rsidP="00F44669">
      <w:pPr>
        <w:pStyle w:val="Listenabsatz"/>
        <w:numPr>
          <w:ilvl w:val="0"/>
          <w:numId w:val="17"/>
        </w:numPr>
        <w:spacing w:before="120"/>
        <w:textAlignment w:val="auto"/>
      </w:pPr>
      <w:r>
        <w:t>Protokoll der letzten Sitzung</w:t>
      </w:r>
      <w:r w:rsidR="00104947">
        <w:t>:</w:t>
      </w:r>
      <w:r w:rsidR="00C00BEE">
        <w:br/>
      </w:r>
      <w:r>
        <w:t>Alles geklärt</w:t>
      </w:r>
      <w:r w:rsidR="00104947">
        <w:br/>
      </w:r>
      <w:r w:rsidR="007A770E">
        <w:t>Bestellungen von Felix: 2 USB-Kabel fehlen noch.</w:t>
      </w:r>
      <w:r w:rsidR="007A770E">
        <w:br/>
      </w:r>
    </w:p>
    <w:p w:rsidR="002A28BA" w:rsidRDefault="00F44669" w:rsidP="002A28BA">
      <w:pPr>
        <w:pStyle w:val="Listenabsatz"/>
        <w:numPr>
          <w:ilvl w:val="0"/>
          <w:numId w:val="17"/>
        </w:numPr>
        <w:spacing w:before="120"/>
        <w:textAlignment w:val="auto"/>
      </w:pPr>
      <w:proofErr w:type="spellStart"/>
      <w:r>
        <w:t>Ersti</w:t>
      </w:r>
      <w:proofErr w:type="spellEnd"/>
      <w:r>
        <w:t>-Party:</w:t>
      </w:r>
      <w:r>
        <w:br/>
      </w:r>
      <w:r w:rsidR="002A28BA">
        <w:t>Fehlende Leute noch für 2. Garderobenschicht sowie Spüldienst</w:t>
      </w:r>
      <w:r w:rsidR="002A28BA">
        <w:br/>
        <w:t>Stand Polizei: Hat Sigi wohl geklärt.</w:t>
      </w:r>
      <w:r w:rsidR="002A28BA">
        <w:br/>
        <w:t>DRK ebenfalls geregelt</w:t>
      </w:r>
      <w:r w:rsidR="002A28BA">
        <w:br/>
        <w:t>Getränke kommen gegen Donnerstagnachmittag</w:t>
      </w:r>
      <w:r w:rsidR="002A28BA">
        <w:br/>
        <w:t xml:space="preserve">Zur Happy-Hour </w:t>
      </w:r>
      <w:proofErr w:type="spellStart"/>
      <w:r w:rsidR="002A28BA">
        <w:t>Shots</w:t>
      </w:r>
      <w:proofErr w:type="spellEnd"/>
      <w:r w:rsidR="002A28BA">
        <w:br/>
        <w:t xml:space="preserve">Marius: Schilder? – Die von letztem Semester verwenden, abgesehen von </w:t>
      </w:r>
      <w:proofErr w:type="spellStart"/>
      <w:r w:rsidR="002A28BA">
        <w:t>Trojka</w:t>
      </w:r>
      <w:proofErr w:type="spellEnd"/>
      <w:r>
        <w:br/>
      </w:r>
      <w:r w:rsidR="002A28BA">
        <w:t>Lukas: Bierbar? – Bleibt im Gang.</w:t>
      </w:r>
      <w:r w:rsidR="002A28BA">
        <w:br/>
      </w:r>
      <w:r w:rsidR="002A28BA">
        <w:lastRenderedPageBreak/>
        <w:t xml:space="preserve">Feuerwache? – Polizei ist informiert, </w:t>
      </w:r>
      <w:proofErr w:type="spellStart"/>
      <w:r w:rsidR="002A28BA">
        <w:t>Bino</w:t>
      </w:r>
      <w:proofErr w:type="spellEnd"/>
      <w:r w:rsidR="002A28BA">
        <w:t xml:space="preserve"> Bescheid geben.</w:t>
      </w:r>
      <w:r w:rsidR="002A28BA">
        <w:br/>
        <w:t>Bar Aufbau-Helfer noch gesucht</w:t>
      </w:r>
      <w:r w:rsidR="002A28BA">
        <w:br/>
        <w:t>Bei Ralf genügend Kartons für Polizeigitter usw. besorgen.</w:t>
      </w:r>
      <w:r w:rsidR="00305825">
        <w:br/>
        <w:t>Nach Party Securities auf Hof verteilen</w:t>
      </w:r>
      <w:r w:rsidR="002A28BA">
        <w:br/>
      </w:r>
    </w:p>
    <w:p w:rsidR="002A28BA" w:rsidRDefault="002A28BA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Zugang Technikschrank:</w:t>
      </w:r>
      <w:r>
        <w:br/>
        <w:t>Felix will Zugang, muss Mari mit Sigi abklären</w:t>
      </w:r>
      <w:r w:rsidR="000F17DB">
        <w:br/>
        <w:t>Schlüssel müssten theoretisch da sein.</w:t>
      </w:r>
      <w:r>
        <w:br/>
      </w:r>
    </w:p>
    <w:p w:rsidR="002A28BA" w:rsidRDefault="002A28BA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Fototermin für AStA-Website:</w:t>
      </w:r>
      <w:r>
        <w:br/>
      </w:r>
      <w:r w:rsidR="006D5B87">
        <w:t>Wer macht? Sabbel</w:t>
      </w:r>
      <w:r w:rsidR="006D5B87">
        <w:br/>
        <w:t>Nach einer Sitzung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AStA-Shirts nachbestellen:</w:t>
      </w:r>
      <w:r>
        <w:br/>
        <w:t xml:space="preserve">Muss bei </w:t>
      </w:r>
      <w:proofErr w:type="spellStart"/>
      <w:r>
        <w:t>VSt</w:t>
      </w:r>
      <w:proofErr w:type="spellEnd"/>
      <w:r>
        <w:t xml:space="preserve"> beantragt werden</w:t>
      </w:r>
      <w:r>
        <w:br/>
        <w:t>Liste machen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proofErr w:type="spellStart"/>
      <w:r>
        <w:t>Zuständikeiten</w:t>
      </w:r>
      <w:proofErr w:type="spellEnd"/>
      <w:r>
        <w:t>:</w:t>
      </w:r>
      <w:r>
        <w:br/>
      </w:r>
      <w:r w:rsidR="00A2697F">
        <w:t xml:space="preserve">Lukas H fragt bei </w:t>
      </w:r>
      <w:proofErr w:type="spellStart"/>
      <w:r w:rsidR="00A2697F">
        <w:t>Joi</w:t>
      </w:r>
      <w:proofErr w:type="spellEnd"/>
      <w:r w:rsidR="00A2697F">
        <w:t xml:space="preserve"> wegen Sachen aus letztem Semester (Kautionsliste </w:t>
      </w:r>
      <w:proofErr w:type="spellStart"/>
      <w:r w:rsidR="00A2697F">
        <w:t>usw</w:t>
      </w:r>
      <w:proofErr w:type="spellEnd"/>
      <w:r w:rsidR="00A2697F">
        <w:t>) nach</w:t>
      </w:r>
      <w:r w:rsidR="00A2697F">
        <w:br/>
        <w:t>Vincent übernimmt Verleih</w:t>
      </w:r>
      <w:r w:rsidR="00A2697F">
        <w:br/>
        <w:t>Härtefälle bleibt offen</w:t>
      </w:r>
      <w:r w:rsidR="00A2697F">
        <w:br/>
        <w:t>Sabbel macht Marketing</w:t>
      </w:r>
      <w:r w:rsidR="00A2697F">
        <w:br/>
      </w:r>
      <w:proofErr w:type="spellStart"/>
      <w:r w:rsidR="00A2697F">
        <w:t>VSt</w:t>
      </w:r>
      <w:proofErr w:type="spellEnd"/>
      <w:r w:rsidR="00A2697F">
        <w:t>-Ansprechpartner sind die Gewählten</w:t>
      </w:r>
      <w:r w:rsidR="00A2697F">
        <w:br/>
      </w:r>
      <w:proofErr w:type="spellStart"/>
      <w:r w:rsidR="00A2697F">
        <w:t>Fleig</w:t>
      </w:r>
      <w:proofErr w:type="spellEnd"/>
      <w:r w:rsidR="00A2697F">
        <w:t xml:space="preserve"> macht Bafög</w:t>
      </w:r>
      <w:r w:rsidR="00A2697F">
        <w:br/>
        <w:t>Matze macht Referate, Denis Vertreter</w:t>
      </w:r>
      <w:r w:rsidR="00A2697F">
        <w:br/>
        <w:t>Felix macht IT</w:t>
      </w:r>
      <w:r w:rsidR="00A2697F">
        <w:br/>
        <w:t>Maggi macht Kühlschrank</w:t>
      </w:r>
      <w:r w:rsidR="00A2697F">
        <w:br/>
        <w:t xml:space="preserve">Party &amp; alte </w:t>
      </w:r>
      <w:proofErr w:type="spellStart"/>
      <w:r w:rsidR="00A2697F">
        <w:t>Cafete</w:t>
      </w:r>
      <w:proofErr w:type="spellEnd"/>
      <w:r w:rsidR="00A2697F">
        <w:t xml:space="preserve"> </w:t>
      </w:r>
      <w:r w:rsidR="009B1BA5">
        <w:t>zu Verleih</w:t>
      </w:r>
      <w:r w:rsidR="009B1BA5">
        <w:br/>
      </w:r>
      <w:r w:rsidR="005F5D0E">
        <w:t>Lukas S macht Website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 xml:space="preserve">Alte </w:t>
      </w:r>
      <w:proofErr w:type="spellStart"/>
      <w:r>
        <w:t>Cafete</w:t>
      </w:r>
      <w:proofErr w:type="spellEnd"/>
      <w:r>
        <w:t>:</w:t>
      </w:r>
      <w:r w:rsidR="005F5D0E">
        <w:br/>
      </w:r>
      <w:r w:rsidR="009F0B38">
        <w:t>Küche zum großen Teil drin, Wasser wird verlegt</w:t>
      </w:r>
      <w:r w:rsidR="009F0B38">
        <w:br/>
        <w:t>Hoffentlich bis Do Wasser fertig, wenn nicht Provisorium.</w:t>
      </w:r>
      <w:r w:rsidR="009F0B38">
        <w:br/>
        <w:t>Eimer unter Abgüsse! Nicht angeschlossen</w:t>
      </w:r>
      <w:r w:rsidR="009F0B38">
        <w:br/>
      </w:r>
      <w:r w:rsidR="009F0B38">
        <w:br/>
        <w:t>Freitagmorgen um 11 Uhr kommt vermutlich der Rollladen</w:t>
      </w:r>
      <w:r w:rsidR="009F0B38">
        <w:br/>
        <w:t>Marius wird Technik neu verkabeln</w:t>
      </w:r>
      <w:r w:rsidR="005F5D0E"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proofErr w:type="spellStart"/>
      <w:r>
        <w:t>Ersti</w:t>
      </w:r>
      <w:proofErr w:type="spellEnd"/>
      <w:r>
        <w:t>-Taschen:</w:t>
      </w:r>
      <w:r>
        <w:br/>
      </w:r>
      <w:r w:rsidR="00305825">
        <w:t>Wagen im AStA, Taschen ausräumen, alles außer USB-Sticks zurück ans Marketing</w:t>
      </w:r>
      <w:r w:rsidR="00305825">
        <w:br/>
        <w:t xml:space="preserve">Taschen in der alten </w:t>
      </w:r>
      <w:proofErr w:type="spellStart"/>
      <w:r w:rsidR="00305825">
        <w:t>Cafete</w:t>
      </w:r>
      <w:proofErr w:type="spellEnd"/>
      <w:r w:rsidR="00305825">
        <w:t xml:space="preserve"> ebenfalls zurück ans Marketing</w:t>
      </w:r>
      <w:r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Referate:</w:t>
      </w:r>
      <w:r>
        <w:br/>
      </w:r>
      <w:proofErr w:type="spellStart"/>
      <w:r w:rsidR="00F761D8">
        <w:t>Reftreff</w:t>
      </w:r>
      <w:proofErr w:type="spellEnd"/>
      <w:r w:rsidR="00F761D8">
        <w:t>:</w:t>
      </w:r>
      <w:r w:rsidR="00F761D8">
        <w:br/>
        <w:t>Wenn Bewerber nichts taugen, bei Wölfel anfragen. Übernimmt Matthias</w:t>
      </w:r>
      <w:r w:rsidR="00F761D8">
        <w:br/>
      </w:r>
      <w:r w:rsidR="00F761D8">
        <w:br/>
        <w:t>Bauch-Beine-Po:</w:t>
      </w:r>
      <w:r w:rsidR="00F761D8">
        <w:br/>
      </w:r>
      <w:r w:rsidR="00F761D8">
        <w:lastRenderedPageBreak/>
        <w:t>vertagt, nur noch mit Namen auf Agenda!</w:t>
      </w:r>
      <w:r w:rsidR="00F761D8">
        <w:br/>
      </w:r>
      <w:r w:rsidR="00F761D8">
        <w:br/>
      </w:r>
      <w:proofErr w:type="spellStart"/>
      <w:r w:rsidR="00F761D8">
        <w:t>Embeded</w:t>
      </w:r>
      <w:proofErr w:type="spellEnd"/>
      <w:r w:rsidR="00F761D8">
        <w:t xml:space="preserve"> Systems:</w:t>
      </w:r>
      <w:r w:rsidR="00F761D8">
        <w:br/>
        <w:t>Leiter da oder nicht? Niemand weiß etwas.</w:t>
      </w:r>
      <w:r w:rsidR="00F761D8">
        <w:br/>
        <w:t>Wird auf Eis gelegt, bis sich etwas ergibt</w:t>
      </w:r>
      <w:r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Kautionsliste:</w:t>
      </w:r>
      <w:r>
        <w:br/>
      </w:r>
      <w:r w:rsidR="00F761D8">
        <w:t>Siehe 6.</w:t>
      </w:r>
      <w:r>
        <w:br/>
      </w:r>
    </w:p>
    <w:p w:rsidR="00BF5C21" w:rsidRDefault="009F0B38" w:rsidP="00BF5C21">
      <w:pPr>
        <w:pStyle w:val="Listenabsatz"/>
        <w:numPr>
          <w:ilvl w:val="0"/>
          <w:numId w:val="17"/>
        </w:numPr>
        <w:spacing w:before="120"/>
        <w:textAlignment w:val="auto"/>
      </w:pPr>
      <w:proofErr w:type="spellStart"/>
      <w:r>
        <w:t>Orga</w:t>
      </w:r>
      <w:proofErr w:type="spellEnd"/>
      <w:r>
        <w:t xml:space="preserve"> HSB, Arbeitsteams:</w:t>
      </w:r>
      <w:r>
        <w:br/>
      </w:r>
      <w:r w:rsidR="00BF5C21">
        <w:t>Team 1 – Stände</w:t>
      </w:r>
      <w:r w:rsidR="00331DDA">
        <w:br/>
        <w:t>noch niemand</w:t>
      </w:r>
      <w:r w:rsidR="00BF5C21">
        <w:br/>
      </w:r>
      <w:r w:rsidR="00BF5C21">
        <w:br/>
        <w:t>Team 2 – Deko &amp; Sachgüter:</w:t>
      </w:r>
      <w:r w:rsidR="00BF5C21">
        <w:br/>
        <w:t>Verleih von Sachgütern für Stände, bei Standleitertreffen dabei sein.</w:t>
      </w:r>
      <w:r w:rsidR="00BF5C21">
        <w:br/>
        <w:t>Technik gehört nicht dazu.</w:t>
      </w:r>
      <w:r w:rsidR="00BF5C21">
        <w:br/>
      </w:r>
      <w:r w:rsidR="00BF5C21">
        <w:br/>
        <w:t>Team 3 – Getränke &amp; Becher:</w:t>
      </w:r>
      <w:r w:rsidR="00BF5C21">
        <w:br/>
        <w:t>Felix übernimmt Hauptbestellung</w:t>
      </w:r>
    </w:p>
    <w:p w:rsidR="005F5D0E" w:rsidRDefault="00BF5C21" w:rsidP="00BF5C21">
      <w:pPr>
        <w:pStyle w:val="Listenabsatz"/>
        <w:spacing w:before="120"/>
        <w:textAlignment w:val="auto"/>
      </w:pPr>
      <w:r>
        <w:t>Rothaus als Sponsor, daher auch deren Getränke</w:t>
      </w:r>
      <w:r w:rsidR="00801BA6">
        <w:t>, aber</w:t>
      </w:r>
      <w:bookmarkStart w:id="0" w:name="_GoBack"/>
      <w:bookmarkEnd w:id="0"/>
      <w:r w:rsidR="00801BA6">
        <w:t xml:space="preserve"> nicht exklusiv</w:t>
      </w:r>
      <w:r>
        <w:br/>
      </w:r>
      <w:r>
        <w:br/>
        <w:t>Team 4 – Öffentlichkeitsarbeit Zeitungen:</w:t>
      </w:r>
      <w:r>
        <w:br/>
        <w:t>Ziemlich sicher Sabbel</w:t>
      </w:r>
      <w:r>
        <w:br/>
      </w:r>
      <w:r>
        <w:br/>
        <w:t>Team 5 – Helfer:</w:t>
      </w:r>
      <w:r>
        <w:br/>
        <w:t>Matthias übernimmt Koordination von internen &amp; externen Helfern</w:t>
      </w:r>
      <w:r>
        <w:br/>
        <w:t>Entschädigungsliste soweit in Ordnung</w:t>
      </w:r>
      <w:r>
        <w:br/>
        <w:t>Letztes Semester Ärger mit Helfer, bei Sabbel nachfragen</w:t>
      </w:r>
      <w:r w:rsidR="009F0B38">
        <w:br/>
      </w:r>
    </w:p>
    <w:p w:rsidR="009F0B38" w:rsidRDefault="009F0B38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Gemeinschaftsputzen:</w:t>
      </w:r>
      <w:r>
        <w:br/>
      </w:r>
      <w:r w:rsidR="00280F70">
        <w:t>Lukas: Büro ist zu sehr zugemüllt</w:t>
      </w:r>
      <w:r w:rsidR="00280F70">
        <w:br/>
        <w:t>Am Nachmittag Putzen, danach Pizza und Spielen</w:t>
      </w:r>
      <w:r w:rsidR="00280F70">
        <w:br/>
      </w:r>
      <w:r w:rsidR="006A00B3">
        <w:t xml:space="preserve">Technikkeller + </w:t>
      </w:r>
      <w:proofErr w:type="spellStart"/>
      <w:r w:rsidR="006A00B3">
        <w:t>Dekokeller</w:t>
      </w:r>
      <w:proofErr w:type="spellEnd"/>
      <w:r w:rsidR="006A00B3">
        <w:t xml:space="preserve"> + Referatsraum &amp; -schrank</w:t>
      </w:r>
      <w:r w:rsidR="006A00B3">
        <w:br/>
      </w:r>
      <w:r w:rsidR="006E4D61">
        <w:t>Generelles Interesse ist da.</w:t>
      </w:r>
      <w:r w:rsidR="006E4D61">
        <w:br/>
        <w:t>Lukas sucht Termin</w:t>
      </w:r>
      <w:r w:rsidR="00280F70">
        <w:br/>
      </w:r>
    </w:p>
    <w:p w:rsidR="009F0B38" w:rsidRDefault="009F0B38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Turnmattenfund</w:t>
      </w:r>
      <w:r w:rsidR="006E4D61">
        <w:t xml:space="preserve"> von Michel</w:t>
      </w:r>
      <w:r>
        <w:t>:</w:t>
      </w:r>
      <w:r>
        <w:br/>
      </w:r>
      <w:r w:rsidR="006E4D61">
        <w:t xml:space="preserve">können in Verleihschrank gelagert werden, </w:t>
      </w:r>
      <w:proofErr w:type="spellStart"/>
      <w:r w:rsidR="006E4D61">
        <w:t>Fleig</w:t>
      </w:r>
      <w:proofErr w:type="spellEnd"/>
      <w:r w:rsidR="006E4D61">
        <w:t xml:space="preserve"> kümmert sich</w:t>
      </w:r>
      <w:r>
        <w:br/>
      </w:r>
    </w:p>
    <w:p w:rsidR="009F0B38" w:rsidRDefault="009F0B38" w:rsidP="008137F6">
      <w:pPr>
        <w:pStyle w:val="Listenabsatz"/>
        <w:numPr>
          <w:ilvl w:val="0"/>
          <w:numId w:val="17"/>
        </w:numPr>
        <w:spacing w:before="120"/>
        <w:textAlignment w:val="auto"/>
      </w:pPr>
      <w:r>
        <w:t xml:space="preserve">Schulungen </w:t>
      </w:r>
      <w:proofErr w:type="spellStart"/>
      <w:r>
        <w:t>etc</w:t>
      </w:r>
      <w:proofErr w:type="spellEnd"/>
      <w:r>
        <w:t xml:space="preserve"> für Neulinge:</w:t>
      </w:r>
      <w:r>
        <w:br/>
      </w:r>
      <w:proofErr w:type="spellStart"/>
      <w:r w:rsidR="008137F6">
        <w:t>VSt</w:t>
      </w:r>
      <w:proofErr w:type="spellEnd"/>
      <w:r w:rsidR="008137F6">
        <w:t xml:space="preserve">-Infos, </w:t>
      </w:r>
      <w:proofErr w:type="spellStart"/>
      <w:r w:rsidR="008137F6">
        <w:t>How</w:t>
      </w:r>
      <w:proofErr w:type="spellEnd"/>
      <w:r w:rsidR="008137F6">
        <w:t xml:space="preserve"> </w:t>
      </w:r>
      <w:proofErr w:type="spellStart"/>
      <w:r w:rsidR="008137F6">
        <w:t>to</w:t>
      </w:r>
      <w:proofErr w:type="spellEnd"/>
      <w:r w:rsidR="008137F6">
        <w:t xml:space="preserve"> Kommunikation usw. von Lukas</w:t>
      </w:r>
      <w:r w:rsidR="008137F6">
        <w:br/>
        <w:t>Interesse da!</w:t>
      </w:r>
      <w:r>
        <w:br/>
      </w:r>
    </w:p>
    <w:p w:rsidR="009F0B38" w:rsidRDefault="00F94455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Kartenverkauf</w:t>
      </w:r>
      <w:r w:rsidR="008137F6">
        <w:t>:</w:t>
      </w:r>
      <w:r w:rsidR="008137F6">
        <w:br/>
        <w:t>Verbesserungsvorschlag:</w:t>
      </w:r>
      <w:r w:rsidR="008137F6">
        <w:br/>
        <w:t>Maximal vier Karten pro Person</w:t>
      </w:r>
      <w:r w:rsidR="008137F6">
        <w:br/>
        <w:t>Reserve ist nur für Karten, die NICHT verkauft werden.</w:t>
      </w:r>
      <w:r w:rsidR="008137F6">
        <w:br/>
      </w:r>
      <w:r w:rsidR="008137F6">
        <w:lastRenderedPageBreak/>
        <w:t>Reservierung wie? Auf Anfrage.</w:t>
      </w:r>
      <w:r w:rsidR="008137F6">
        <w:br/>
        <w:t>Lukas kümmert sich um offizielle Regelung</w:t>
      </w:r>
      <w:r w:rsidR="00852044">
        <w:br/>
      </w:r>
      <w:r w:rsidR="00852044">
        <w:br/>
        <w:t>Sonstiges:</w:t>
      </w:r>
    </w:p>
    <w:p w:rsidR="00852044" w:rsidRDefault="00852044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Fächer:</w:t>
      </w:r>
      <w:r>
        <w:br/>
        <w:t>Die Neuen dürfen sich ein leeres Fach suchen und für sich bekleben</w:t>
      </w:r>
      <w:r>
        <w:br/>
      </w:r>
    </w:p>
    <w:p w:rsidR="00852044" w:rsidRDefault="00852044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Telefonliste:</w:t>
      </w:r>
      <w:r>
        <w:br/>
        <w:t>Neulinge eintragen</w:t>
      </w:r>
      <w:r>
        <w:br/>
      </w:r>
    </w:p>
    <w:p w:rsidR="00173EE8" w:rsidRDefault="00852044" w:rsidP="00173EE8">
      <w:pPr>
        <w:pStyle w:val="Listenabsatz"/>
        <w:numPr>
          <w:ilvl w:val="0"/>
          <w:numId w:val="17"/>
        </w:numPr>
        <w:spacing w:before="120"/>
        <w:textAlignment w:val="auto"/>
      </w:pPr>
      <w:r>
        <w:t>Badmintonsschläger:</w:t>
      </w:r>
      <w:r>
        <w:br/>
      </w:r>
      <w:r w:rsidR="00FB450E">
        <w:t>Werden aufgeräumt</w:t>
      </w:r>
    </w:p>
    <w:sectPr w:rsidR="00173EE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44421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D2A45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4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4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3A54"/>
    <w:rsid w:val="000755CE"/>
    <w:rsid w:val="000767C3"/>
    <w:rsid w:val="00094624"/>
    <w:rsid w:val="000973A0"/>
    <w:rsid w:val="000A4FD2"/>
    <w:rsid w:val="000B2BA1"/>
    <w:rsid w:val="000B2E2D"/>
    <w:rsid w:val="000C04C8"/>
    <w:rsid w:val="000C1EB8"/>
    <w:rsid w:val="000C2A6E"/>
    <w:rsid w:val="000C5E91"/>
    <w:rsid w:val="000D74D9"/>
    <w:rsid w:val="000E3661"/>
    <w:rsid w:val="000F13A9"/>
    <w:rsid w:val="000F17DB"/>
    <w:rsid w:val="00103636"/>
    <w:rsid w:val="00104947"/>
    <w:rsid w:val="0011608E"/>
    <w:rsid w:val="001364FA"/>
    <w:rsid w:val="0014473D"/>
    <w:rsid w:val="00144E86"/>
    <w:rsid w:val="00145644"/>
    <w:rsid w:val="00173EE8"/>
    <w:rsid w:val="001C7E80"/>
    <w:rsid w:val="001D3317"/>
    <w:rsid w:val="001D47FD"/>
    <w:rsid w:val="001E414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305825"/>
    <w:rsid w:val="00310FD9"/>
    <w:rsid w:val="00312F4D"/>
    <w:rsid w:val="0031477C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F2132"/>
    <w:rsid w:val="004F68F6"/>
    <w:rsid w:val="004F6FFA"/>
    <w:rsid w:val="00501683"/>
    <w:rsid w:val="00501BD9"/>
    <w:rsid w:val="00531E9F"/>
    <w:rsid w:val="00543129"/>
    <w:rsid w:val="00544421"/>
    <w:rsid w:val="00547FD9"/>
    <w:rsid w:val="00552E34"/>
    <w:rsid w:val="00577F83"/>
    <w:rsid w:val="0058321F"/>
    <w:rsid w:val="005B1C22"/>
    <w:rsid w:val="005D0000"/>
    <w:rsid w:val="005F45A2"/>
    <w:rsid w:val="005F5D0E"/>
    <w:rsid w:val="00602994"/>
    <w:rsid w:val="00606F9B"/>
    <w:rsid w:val="006204D1"/>
    <w:rsid w:val="00621FC5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A770E"/>
    <w:rsid w:val="007B1EB9"/>
    <w:rsid w:val="007C767B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64DE"/>
    <w:rsid w:val="00894D3A"/>
    <w:rsid w:val="008C250E"/>
    <w:rsid w:val="008C35F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76971"/>
    <w:rsid w:val="009906B7"/>
    <w:rsid w:val="009B1BA5"/>
    <w:rsid w:val="009B5B72"/>
    <w:rsid w:val="009B7B2F"/>
    <w:rsid w:val="009C2A35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A10A5"/>
    <w:rsid w:val="00BD4E8B"/>
    <w:rsid w:val="00BE1515"/>
    <w:rsid w:val="00BF5C21"/>
    <w:rsid w:val="00C00055"/>
    <w:rsid w:val="00C00BEE"/>
    <w:rsid w:val="00C1435E"/>
    <w:rsid w:val="00C22F83"/>
    <w:rsid w:val="00C43F8D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4709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149"/>
    <w:rsid w:val="00F15EEB"/>
    <w:rsid w:val="00F44669"/>
    <w:rsid w:val="00F761D8"/>
    <w:rsid w:val="00F834DE"/>
    <w:rsid w:val="00F94455"/>
    <w:rsid w:val="00FB4507"/>
    <w:rsid w:val="00FB450E"/>
    <w:rsid w:val="00FD2F2E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4</Pages>
  <Words>526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Matthias Müller</cp:lastModifiedBy>
  <cp:revision>7</cp:revision>
  <cp:lastPrinted>2016-10-11T12:01:00Z</cp:lastPrinted>
  <dcterms:created xsi:type="dcterms:W3CDTF">2016-10-11T12:00:00Z</dcterms:created>
  <dcterms:modified xsi:type="dcterms:W3CDTF">2016-10-13T10:17:00Z</dcterms:modified>
</cp:coreProperties>
</file>