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AE2E6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B55FE">
        <w:rPr>
          <w:rFonts w:ascii="Arial Narrow" w:hAnsi="Arial Narrow"/>
          <w:noProof/>
          <w:sz w:val="22"/>
          <w:lang w:val="de-DE"/>
        </w:rPr>
        <w:t>09.11.2016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Margarita Zerr, Vincent Wetzel,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 xml:space="preserve">Sandra </w:t>
      </w:r>
      <w:proofErr w:type="spellStart"/>
      <w:r w:rsidR="00AE2E68">
        <w:rPr>
          <w:rFonts w:ascii="Arial Narrow" w:hAnsi="Arial Narrow"/>
          <w:sz w:val="22"/>
          <w:lang w:val="de-DE"/>
        </w:rPr>
        <w:t>Beuck</w:t>
      </w:r>
      <w:proofErr w:type="spellEnd"/>
      <w:r w:rsidR="00AE2E68">
        <w:rPr>
          <w:rFonts w:ascii="Arial Narrow" w:hAnsi="Arial Narrow"/>
          <w:sz w:val="22"/>
          <w:lang w:val="de-DE"/>
        </w:rPr>
        <w:t xml:space="preserve">, Ann-Christine </w:t>
      </w:r>
      <w:proofErr w:type="spellStart"/>
      <w:r w:rsidR="00AE2E68">
        <w:rPr>
          <w:rFonts w:ascii="Arial Narrow" w:hAnsi="Arial Narrow"/>
          <w:sz w:val="22"/>
          <w:lang w:val="de-DE"/>
        </w:rPr>
        <w:t>Conzelmann</w:t>
      </w:r>
      <w:proofErr w:type="spellEnd"/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 xml:space="preserve">, </w:t>
      </w:r>
      <w:r w:rsidR="00F36765">
        <w:rPr>
          <w:rFonts w:ascii="Arial Narrow" w:hAnsi="Arial Narrow"/>
          <w:sz w:val="22"/>
          <w:lang w:val="de-DE"/>
        </w:rPr>
        <w:t>Lukas Walther</w:t>
      </w:r>
      <w:r w:rsidR="004D6FD5">
        <w:rPr>
          <w:rFonts w:ascii="Arial Narrow" w:hAnsi="Arial Narrow"/>
          <w:sz w:val="22"/>
          <w:lang w:val="de-DE"/>
        </w:rPr>
        <w:t xml:space="preserve"> (MIB 1)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 xml:space="preserve">, Johannes Wollnik, Helena </w:t>
      </w:r>
      <w:proofErr w:type="spellStart"/>
      <w:r w:rsidR="00F735CE">
        <w:rPr>
          <w:rFonts w:ascii="Arial Narrow" w:hAnsi="Arial Narrow"/>
          <w:sz w:val="22"/>
          <w:lang w:val="de-DE"/>
        </w:rPr>
        <w:t>Heppeler</w:t>
      </w:r>
      <w:proofErr w:type="spellEnd"/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 xml:space="preserve">Tim </w:t>
      </w:r>
      <w:proofErr w:type="spellStart"/>
      <w:r w:rsidR="00AE2E68">
        <w:rPr>
          <w:rFonts w:ascii="Arial Narrow" w:hAnsi="Arial Narrow"/>
          <w:sz w:val="22"/>
          <w:lang w:val="de-DE"/>
        </w:rPr>
        <w:t>Sasdrich</w:t>
      </w:r>
      <w:proofErr w:type="spellEnd"/>
      <w:r w:rsidR="005627C0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5627C0">
        <w:rPr>
          <w:rFonts w:ascii="Arial Narrow" w:hAnsi="Arial Narrow"/>
          <w:sz w:val="22"/>
          <w:lang w:val="de-DE"/>
        </w:rPr>
        <w:t>Sahovic</w:t>
      </w:r>
      <w:proofErr w:type="spellEnd"/>
      <w:r w:rsidR="005627C0">
        <w:rPr>
          <w:rFonts w:ascii="Arial Narrow" w:hAnsi="Arial Narrow"/>
          <w:sz w:val="22"/>
          <w:lang w:val="de-DE"/>
        </w:rPr>
        <w:t xml:space="preserve"> (abwesend), Daniel Sommer (abwesend)</w:t>
      </w:r>
      <w:r w:rsidR="00A5511B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A5511B">
        <w:rPr>
          <w:rFonts w:ascii="Arial Narrow" w:hAnsi="Arial Narrow"/>
          <w:sz w:val="22"/>
          <w:lang w:val="de-DE"/>
        </w:rPr>
        <w:t>Odell</w:t>
      </w:r>
      <w:proofErr w:type="spellEnd"/>
      <w:r w:rsidR="00A5511B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Johannes Wollnik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9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E2E68">
        <w:rPr>
          <w:rFonts w:ascii="Arial Narrow" w:hAnsi="Arial Narrow"/>
          <w:sz w:val="22"/>
          <w:lang w:val="de-DE"/>
        </w:rPr>
        <w:t>Felix Zeller</w:t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735CE" w:rsidRDefault="00AE2E68" w:rsidP="00F3676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Kennenlernen der Polizei</w:t>
      </w:r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>
        <w:rPr>
          <w:rFonts w:ascii="Arial Narrow" w:hAnsi="Arial Narrow"/>
        </w:rPr>
        <w:t>Vertagt auf nächste Sitzung</w:t>
      </w:r>
      <w:r w:rsidR="00F735CE">
        <w:rPr>
          <w:rFonts w:ascii="Arial Narrow" w:hAnsi="Arial Narrow"/>
        </w:rPr>
        <w:br/>
      </w:r>
    </w:p>
    <w:p w:rsidR="00AE2E68" w:rsidRDefault="00063A41" w:rsidP="00AE2E6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AE2E68" w:rsidRDefault="00CF6273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Erstehelferl</w:t>
      </w:r>
      <w:r w:rsidR="00AE2E68">
        <w:rPr>
          <w:rFonts w:ascii="Arial Narrow" w:hAnsi="Arial Narrow"/>
        </w:rPr>
        <w:t>iste</w:t>
      </w:r>
      <w:proofErr w:type="spellEnd"/>
      <w:r w:rsidR="00AE2E68">
        <w:rPr>
          <w:rFonts w:ascii="Arial Narrow" w:hAnsi="Arial Narrow"/>
        </w:rPr>
        <w:t xml:space="preserve"> aktualisiert</w:t>
      </w:r>
    </w:p>
    <w:p w:rsidR="00AE2E68" w:rsidRDefault="00AE2E68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Router bestellt und im Technikschrank</w:t>
      </w:r>
    </w:p>
    <w:p w:rsidR="00CF5456" w:rsidRDefault="00AE2E68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USB-Hubs sind da</w:t>
      </w:r>
    </w:p>
    <w:p w:rsidR="00F36765" w:rsidRPr="00AE2E68" w:rsidRDefault="00CF5456" w:rsidP="00AE2E68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Kalender Website wurde noch nicht gekümmert</w:t>
      </w:r>
      <w:r w:rsidR="00063A41" w:rsidRPr="00063A41">
        <w:rPr>
          <w:rFonts w:ascii="Arial Narrow" w:hAnsi="Arial Narrow"/>
        </w:rPr>
        <w:br/>
      </w:r>
      <w:r w:rsidR="00F36765" w:rsidRPr="00AE2E68">
        <w:rPr>
          <w:rFonts w:ascii="Arial Narrow" w:hAnsi="Arial Narrow"/>
        </w:rPr>
        <w:br/>
      </w:r>
    </w:p>
    <w:p w:rsidR="0093709C" w:rsidRDefault="00AE2E68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Alte </w:t>
      </w:r>
      <w:proofErr w:type="spellStart"/>
      <w:r>
        <w:rPr>
          <w:rFonts w:ascii="Arial Narrow" w:hAnsi="Arial Narrow"/>
        </w:rPr>
        <w:t>Cafete</w:t>
      </w:r>
      <w:proofErr w:type="spellEnd"/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 w:rsidR="0093709C">
        <w:rPr>
          <w:rFonts w:ascii="Arial Narrow" w:hAnsi="Arial Narrow"/>
        </w:rPr>
        <w:t>Haushaltssperre für Techniker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Elektrik und Kabel müssen noch gemacht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Decke im Barbereich bleibt, sollte aber gestrichen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Beleuchtung wie außen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Schloss für hintere Tür muss noch gemacht werden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Rollläden haben zusätzlich zur elektr. Bedienung eine Kurbel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Kurbel wird auf einem Haken gelagert (zur Not mit Schloss gesichert)</w:t>
      </w:r>
    </w:p>
    <w:p w:rsidR="00173EE8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Marius bleibt weiter dran </w:t>
      </w:r>
      <w:r w:rsidR="00F735CE">
        <w:rPr>
          <w:rFonts w:ascii="Arial Narrow" w:hAnsi="Arial Narrow"/>
        </w:rPr>
        <w:br/>
      </w:r>
    </w:p>
    <w:p w:rsidR="0093709C" w:rsidRDefault="0093709C" w:rsidP="0093709C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Erste-Hilfe-Kurs AStA</w:t>
      </w:r>
      <w:r w:rsidR="00F735CE">
        <w:rPr>
          <w:rFonts w:ascii="Arial Narrow" w:hAnsi="Arial Narrow"/>
        </w:rPr>
        <w:t>:</w:t>
      </w:r>
      <w:r w:rsidR="00F735CE">
        <w:rPr>
          <w:rFonts w:ascii="Arial Narrow" w:hAnsi="Arial Narrow"/>
        </w:rPr>
        <w:br/>
      </w:r>
      <w:r>
        <w:rPr>
          <w:rFonts w:ascii="Arial Narrow" w:hAnsi="Arial Narrow"/>
        </w:rPr>
        <w:t>1 Kurs mit Zertifikat für 20 Personen, 2 Abende – 30€ pro Person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1 Kurs ohne Zertifikat, aber mit Teilnahmebestätigung – 15€ pro Person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7 Personen aus jedem AStA </w:t>
      </w:r>
      <w:r w:rsidR="00D841FE">
        <w:rPr>
          <w:rFonts w:ascii="Arial Narrow" w:hAnsi="Arial Narrow"/>
        </w:rPr>
        <w:t>und dann Antrag bei der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VSt</w:t>
      </w:r>
      <w:proofErr w:type="spellEnd"/>
      <w:r>
        <w:rPr>
          <w:rFonts w:ascii="Arial Narrow" w:hAnsi="Arial Narrow"/>
        </w:rPr>
        <w:t xml:space="preserve"> für Kurs mit Zertifikat</w:t>
      </w:r>
    </w:p>
    <w:p w:rsidR="0093709C" w:rsidRP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Zuständig ist Siegfried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F735CE" w:rsidRDefault="0093709C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Sitzung auf Mittwoch verschieben</w:t>
      </w:r>
      <w:r w:rsidR="00F735CE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Lukas H. holt sich Stimmen über Doodle</w:t>
      </w:r>
    </w:p>
    <w:p w:rsidR="0093709C" w:rsidRDefault="0093709C" w:rsidP="0093709C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5627C0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Nikolausaktion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Aktion praktisch für Anwärter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Alles Notwendige ist auf dem Server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Beim Einkauf auch an Nikoläuse für Profs mit einrechnen</w:t>
      </w:r>
    </w:p>
    <w:p w:rsid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Esther ist zuständig</w:t>
      </w:r>
    </w:p>
    <w:p w:rsidR="005627C0" w:rsidRPr="005627C0" w:rsidRDefault="005627C0" w:rsidP="005627C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Helfer: Denis, Luisa, Lukas W &amp; Johannes</w:t>
      </w:r>
    </w:p>
    <w:p w:rsidR="005627C0" w:rsidRPr="005627C0" w:rsidRDefault="005627C0" w:rsidP="005627C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5627C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27C0" w:rsidRDefault="005627C0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HSB:</w:t>
      </w:r>
    </w:p>
    <w:p w:rsidR="009A4DD0" w:rsidRDefault="005627C0" w:rsidP="005627C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Kartenverkauf</w:t>
      </w:r>
      <w:r w:rsidR="009A4DD0">
        <w:rPr>
          <w:rFonts w:ascii="Arial Narrow" w:hAnsi="Arial Narrow"/>
        </w:rPr>
        <w:t>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Keine Limitierung der Karten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viele Karten kaufen will, der soll die auch bezahlen -&gt; keine Probleme mit Schwarzmarkt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„So lange der Vorrat reicht“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Polizeiliche Informationen: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Gelbe Karten-Verfahren: wer betrunken randaliert erhält ein Punkt in Flensburg</w:t>
      </w:r>
    </w:p>
    <w:p w:rsidR="009A4DD0" w:rsidRPr="009A4DD0" w:rsidRDefault="009A4DD0" w:rsidP="009A4DD0">
      <w:pPr>
        <w:pStyle w:val="Listenabsatz"/>
        <w:numPr>
          <w:ilvl w:val="3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Vorsichtsstrafe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 Karten Reservierungen: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+ Anwärter erhalten Ausweis und Karte für Begleitung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Reservierungsliste für Externe (nicht für Studenten, die sich es selber kaufen können)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Gästeliste für besondere Leute ist an der Abendkasse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Wichtig: Bilder für Ausweis – </w:t>
      </w:r>
      <w:r w:rsidR="00A678B4">
        <w:rPr>
          <w:rFonts w:ascii="Arial Narrow" w:hAnsi="Arial Narrow"/>
        </w:rPr>
        <w:t>Sabbel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Bestellungen Deko  Stände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Stände sollen selber bestellen und die Rechnungen </w:t>
      </w:r>
      <w:proofErr w:type="gramStart"/>
      <w:r>
        <w:rPr>
          <w:rFonts w:ascii="Arial Narrow" w:hAnsi="Arial Narrow"/>
        </w:rPr>
        <w:t>ans</w:t>
      </w:r>
      <w:proofErr w:type="gramEnd"/>
      <w:r>
        <w:rPr>
          <w:rFonts w:ascii="Arial Narrow" w:hAnsi="Arial Narrow"/>
        </w:rPr>
        <w:t xml:space="preserve"> AStA weiterleiten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kümmert sich darum</w:t>
      </w:r>
    </w:p>
    <w:p w:rsidR="009A4DD0" w:rsidRDefault="009A4DD0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Helferliste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rumfragen und eintragen</w:t>
      </w:r>
    </w:p>
    <w:p w:rsidR="009A4DD0" w:rsidRDefault="009A4DD0" w:rsidP="009A4DD0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Sandra dreht ein Werbefilm </w:t>
      </w:r>
      <w:r w:rsidR="00CF6273">
        <w:rPr>
          <w:rFonts w:ascii="Arial Narrow" w:hAnsi="Arial Narrow"/>
        </w:rPr>
        <w:t>für Helfersein</w:t>
      </w:r>
    </w:p>
    <w:p w:rsidR="00CF6273" w:rsidRDefault="00CF6273" w:rsidP="009A4DD0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Barelemente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Konnten nicht bestellt werden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Alternative von Rothaus (2m lange Bartische aus Edelstahl) – etwas niedrig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Angebot Getränkehändler aus </w:t>
      </w:r>
      <w:proofErr w:type="spellStart"/>
      <w:r>
        <w:rPr>
          <w:rFonts w:ascii="Arial Narrow" w:hAnsi="Arial Narrow"/>
        </w:rPr>
        <w:t>Gütenbach</w:t>
      </w:r>
      <w:proofErr w:type="spellEnd"/>
      <w:r>
        <w:rPr>
          <w:rFonts w:ascii="Arial Narrow" w:hAnsi="Arial Narrow"/>
        </w:rPr>
        <w:t xml:space="preserve"> (1,25m Barelemente 6 Stück)</w:t>
      </w:r>
    </w:p>
    <w:p w:rsidR="00CF6273" w:rsidRDefault="00CF6273" w:rsidP="00CF6273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in einer Extra Sitzung nochmal besprochen</w:t>
      </w:r>
    </w:p>
    <w:p w:rsidR="00567A91" w:rsidRPr="00CF6273" w:rsidRDefault="00CF6273" w:rsidP="00CF6273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GLF dreht kompletten HSB vom Aufbau bis zum Abbau – bitte sich benehmen</w:t>
      </w:r>
      <w:r w:rsidR="005627C0" w:rsidRPr="00CF6273">
        <w:rPr>
          <w:rFonts w:ascii="Arial Narrow" w:hAnsi="Arial Narrow"/>
        </w:rPr>
        <w:br/>
      </w:r>
      <w:r w:rsidR="00567A91" w:rsidRPr="00CF6273">
        <w:rPr>
          <w:rFonts w:ascii="Arial Narrow" w:hAnsi="Arial Narrow"/>
        </w:rPr>
        <w:br/>
      </w:r>
    </w:p>
    <w:p w:rsidR="00CF6273" w:rsidRDefault="00CF6273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Video2Brain</w:t>
      </w:r>
      <w:r w:rsidR="00567A91">
        <w:rPr>
          <w:rFonts w:ascii="Arial Narrow" w:hAnsi="Arial Narrow"/>
        </w:rPr>
        <w:t>:</w:t>
      </w:r>
    </w:p>
    <w:p w:rsidR="00CF6273" w:rsidRP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V2B wird von vielen Studenten auch aus Tuttlingen und Schwenningen genutzt</w:t>
      </w:r>
    </w:p>
    <w:p w:rsidR="00567A91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Hr. Daub von der Bibliothek schaut nach Konsortium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Bundesweit gescheitert, weil keine Einigung mit LinkedIn (Eigentümer von V2B)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Einzelpreis: 25.000€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Landesweit K.: ca. 15000€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Bundesweit wird irgendwann mal noch ausgehandelt (es wird also nach einer Übergangslösung geschaut)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wird nur darüber inf</w:t>
      </w:r>
      <w:r w:rsidR="00D841FE">
        <w:rPr>
          <w:rFonts w:ascii="Arial Narrow" w:hAnsi="Arial Narrow"/>
        </w:rPr>
        <w:t>ormiert, Entscheidung liegt bei der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VSt</w:t>
      </w:r>
      <w:proofErr w:type="spellEnd"/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7A91" w:rsidRDefault="00CF6273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Müllentsorgung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Lukas H. und Marius durchsuchen </w:t>
      </w:r>
      <w:r w:rsidR="00CF5456">
        <w:rPr>
          <w:rFonts w:ascii="Arial Narrow" w:hAnsi="Arial Narrow"/>
        </w:rPr>
        <w:t>nach nützlichen Gegenständen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Rest wird auf den Wertstoffhof gebracht</w:t>
      </w:r>
    </w:p>
    <w:p w:rsidR="00CF6273" w:rsidRDefault="00CF6273" w:rsidP="00CF627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567A91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Mülltrennung</w:t>
      </w:r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HFU hat sich also grüne Hochschule zur Mülltrennung verpflichtet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auch hier im AStA einhalten -&gt; Gelber Sack wegbringen und neuen Sack öffnen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Nicht einfach wild durcheinander wegwerfen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F5456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 Verleih</w:t>
      </w:r>
      <w:r w:rsidR="00567A91">
        <w:rPr>
          <w:rFonts w:ascii="Arial Narrow" w:hAnsi="Arial Narrow"/>
        </w:rPr>
        <w:t>: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 wird nur durch Betreuung verliehen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Lukas H. ist Kinotechniker</w:t>
      </w:r>
    </w:p>
    <w:p w:rsidR="00567A91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Verleih muss rechtzeitig (2 Wochen vorher) angemeldet werden</w:t>
      </w:r>
      <w:r w:rsidR="00567A91">
        <w:rPr>
          <w:rFonts w:ascii="Arial Narrow" w:hAnsi="Arial Narrow"/>
        </w:rPr>
        <w:br/>
      </w:r>
    </w:p>
    <w:p w:rsidR="00CF5456" w:rsidRDefault="00CF5456" w:rsidP="00E303B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Carsharing</w:t>
      </w:r>
      <w:proofErr w:type="spellEnd"/>
      <w:r w:rsidR="00567A91">
        <w:rPr>
          <w:rFonts w:ascii="Arial Narrow" w:hAnsi="Arial Narrow"/>
        </w:rPr>
        <w:t>:</w:t>
      </w:r>
      <w:r w:rsidR="00567A91">
        <w:rPr>
          <w:rFonts w:ascii="Arial Narrow" w:hAnsi="Arial Narrow"/>
        </w:rPr>
        <w:br/>
      </w:r>
      <w:r>
        <w:rPr>
          <w:rFonts w:ascii="Arial Narrow" w:hAnsi="Arial Narrow"/>
        </w:rPr>
        <w:t>Ab 1.1. Ladesäulen für E-</w:t>
      </w:r>
      <w:proofErr w:type="spellStart"/>
      <w:r>
        <w:rPr>
          <w:rFonts w:ascii="Arial Narrow" w:hAnsi="Arial Narrow"/>
        </w:rPr>
        <w:t>Carsharing</w:t>
      </w:r>
      <w:proofErr w:type="spellEnd"/>
      <w:r>
        <w:rPr>
          <w:rFonts w:ascii="Arial Narrow" w:hAnsi="Arial Narrow"/>
        </w:rPr>
        <w:t xml:space="preserve"> hier an der HFU für Studenten</w:t>
      </w:r>
    </w:p>
    <w:p w:rsidR="00CF5456" w:rsidRDefault="00EB55FE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Abwicklung ggf. über das Magazin.</w:t>
      </w:r>
      <w:r>
        <w:rPr>
          <w:rFonts w:ascii="Arial Narrow" w:hAnsi="Arial Narrow"/>
        </w:rPr>
        <w:br/>
      </w:r>
      <w:r w:rsidR="00CF5456">
        <w:rPr>
          <w:rFonts w:ascii="Arial Narrow" w:hAnsi="Arial Narrow"/>
        </w:rPr>
        <w:t xml:space="preserve">Anbieter vermutlich </w:t>
      </w:r>
      <w:proofErr w:type="spellStart"/>
      <w:r w:rsidR="00CF5456">
        <w:rPr>
          <w:rFonts w:ascii="Arial Narrow" w:hAnsi="Arial Narrow"/>
        </w:rPr>
        <w:t>MyeCar</w:t>
      </w:r>
      <w:proofErr w:type="spellEnd"/>
      <w:r w:rsidR="00CF5456">
        <w:rPr>
          <w:rFonts w:ascii="Arial Narrow" w:hAnsi="Arial Narrow"/>
        </w:rPr>
        <w:t>: 20% auf Tarife</w:t>
      </w:r>
    </w:p>
    <w:p w:rsidR="00CF5456" w:rsidRDefault="00EB55FE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Außerdem auch Südbaden </w:t>
      </w:r>
      <w:r w:rsidR="00CF5456">
        <w:rPr>
          <w:rFonts w:ascii="Arial Narrow" w:hAnsi="Arial Narrow"/>
        </w:rPr>
        <w:t>Verkehr als Anbieter</w:t>
      </w:r>
    </w:p>
    <w:p w:rsidR="00EB55FE" w:rsidRDefault="00CF5456" w:rsidP="00EB55FE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Ab 2017 ist der </w:t>
      </w:r>
      <w:proofErr w:type="spellStart"/>
      <w:r>
        <w:rPr>
          <w:rFonts w:ascii="Arial Narrow" w:hAnsi="Arial Narrow"/>
        </w:rPr>
        <w:t>Carsharing</w:t>
      </w:r>
      <w:proofErr w:type="spellEnd"/>
      <w:r>
        <w:rPr>
          <w:rFonts w:ascii="Arial Narrow" w:hAnsi="Arial Narrow"/>
        </w:rPr>
        <w:t xml:space="preserve"> Verein </w:t>
      </w:r>
      <w:proofErr w:type="spellStart"/>
      <w:r>
        <w:rPr>
          <w:rFonts w:ascii="Arial Narrow" w:hAnsi="Arial Narrow"/>
        </w:rPr>
        <w:t>FuWa</w:t>
      </w:r>
      <w:proofErr w:type="spellEnd"/>
      <w:r>
        <w:rPr>
          <w:rFonts w:ascii="Arial Narrow" w:hAnsi="Arial Narrow"/>
        </w:rPr>
        <w:t xml:space="preserve"> mit dabei</w:t>
      </w:r>
      <w:r w:rsidR="00EB55FE">
        <w:rPr>
          <w:rFonts w:ascii="Arial Narrow" w:hAnsi="Arial Narrow"/>
        </w:rPr>
        <w:t>.</w:t>
      </w:r>
      <w:r w:rsidR="00EB55FE">
        <w:rPr>
          <w:rFonts w:ascii="Arial Narrow" w:hAnsi="Arial Narrow"/>
        </w:rPr>
        <w:br/>
      </w:r>
      <w:r w:rsidR="00EB55FE">
        <w:rPr>
          <w:rFonts w:ascii="Arial Narrow" w:hAnsi="Arial Narrow"/>
        </w:rPr>
        <w:t xml:space="preserve">Werbung dafür unter Studierenden wurde angefragt und einstimmig bestätigt. </w:t>
      </w:r>
      <w:r w:rsidR="00EB55FE">
        <w:rPr>
          <w:rFonts w:ascii="Arial Narrow" w:hAnsi="Arial Narrow"/>
        </w:rPr>
        <w:br/>
        <w:t>Das Projekt wird für gut befunden.</w:t>
      </w:r>
      <w:bookmarkStart w:id="0" w:name="_GoBack"/>
      <w:bookmarkEnd w:id="0"/>
    </w:p>
    <w:p w:rsidR="00CF5456" w:rsidRP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Der AStA steht dahinter und unterstützt dies.</w:t>
      </w:r>
    </w:p>
    <w:p w:rsidR="00567A91" w:rsidRPr="00E303B8" w:rsidRDefault="00567A91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9D1D76" w:rsidRDefault="00CF54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Auto-Starterkabel zum Verleih</w:t>
      </w:r>
      <w:r w:rsidR="000A6A56">
        <w:rPr>
          <w:rFonts w:ascii="Arial Narrow" w:hAnsi="Arial Narrow"/>
        </w:rPr>
        <w:t>:</w:t>
      </w:r>
      <w:r w:rsidR="000A6A56">
        <w:rPr>
          <w:rFonts w:ascii="Arial Narrow" w:hAnsi="Arial Narrow"/>
        </w:rPr>
        <w:br/>
      </w:r>
      <w:r>
        <w:rPr>
          <w:rFonts w:ascii="Arial Narrow" w:hAnsi="Arial Narrow"/>
        </w:rPr>
        <w:t>Lukas S. beantragt neues Kabel für 20€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Antrag einstimmig angenommen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Zukünftig Verleih dokumentieren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CF5456" w:rsidRDefault="00CF5456" w:rsidP="00CF5456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Küchenschubladen ausmisten</w:t>
      </w:r>
      <w:r w:rsidR="009D1D76">
        <w:rPr>
          <w:rFonts w:ascii="Arial Narrow" w:hAnsi="Arial Narrow"/>
        </w:rPr>
        <w:t>:</w:t>
      </w:r>
      <w:r w:rsidR="009D1D76">
        <w:rPr>
          <w:rFonts w:ascii="Arial Narrow" w:hAnsi="Arial Narrow"/>
        </w:rPr>
        <w:br/>
      </w:r>
      <w:r>
        <w:rPr>
          <w:rFonts w:ascii="Arial Narrow" w:hAnsi="Arial Narrow"/>
        </w:rPr>
        <w:t>Platz schaffen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Eigenes Zeug rausnehmen</w:t>
      </w:r>
    </w:p>
    <w:p w:rsid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Lukas H. hat Schränke geputzt, Gegenstände neu einsortiert und </w:t>
      </w:r>
      <w:proofErr w:type="spellStart"/>
      <w:r>
        <w:rPr>
          <w:rFonts w:ascii="Arial Narrow" w:hAnsi="Arial Narrow"/>
        </w:rPr>
        <w:t>gelabelt</w:t>
      </w:r>
      <w:proofErr w:type="spellEnd"/>
    </w:p>
    <w:p w:rsidR="000A6A56" w:rsidRPr="00CF5456" w:rsidRDefault="00CF5456" w:rsidP="00CF545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Bitte Ordnung halten!</w:t>
      </w:r>
      <w:r w:rsidR="009D1D76" w:rsidRPr="00CF5456">
        <w:rPr>
          <w:rFonts w:ascii="Arial Narrow" w:hAnsi="Arial Narrow"/>
        </w:rPr>
        <w:br/>
      </w:r>
    </w:p>
    <w:p w:rsidR="00A678B4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Magnetdarts fürs AStA-Büro:</w:t>
      </w:r>
      <w:r>
        <w:rPr>
          <w:rFonts w:ascii="Arial Narrow" w:hAnsi="Arial Narrow"/>
        </w:rPr>
        <w:br/>
        <w:t>Tagesordnungspunkt wird nicht besprochen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Magnete für Aufsteller sind verschwunden</w:t>
      </w:r>
    </w:p>
    <w:p w:rsidR="00E7777D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kümmert sich um neue Magneten</w:t>
      </w:r>
      <w:r w:rsidR="00E7777D">
        <w:rPr>
          <w:rFonts w:ascii="Arial Narrow" w:hAnsi="Arial Narrow"/>
        </w:rPr>
        <w:br/>
      </w:r>
    </w:p>
    <w:p w:rsidR="002F4784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Reftreff</w:t>
      </w:r>
      <w:proofErr w:type="spellEnd"/>
      <w:r>
        <w:rPr>
          <w:rFonts w:ascii="Arial Narrow" w:hAnsi="Arial Narrow"/>
        </w:rPr>
        <w:t>-Ausschreibung</w:t>
      </w:r>
      <w:r w:rsidR="002F4784">
        <w:rPr>
          <w:rFonts w:ascii="Arial Narrow" w:hAnsi="Arial Narrow"/>
        </w:rPr>
        <w:t>:</w:t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Ausschreibung fertig</w:t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Matze lässt es noch von Alex </w:t>
      </w:r>
      <w:proofErr w:type="spellStart"/>
      <w:r>
        <w:rPr>
          <w:rFonts w:ascii="Arial Narrow" w:hAnsi="Arial Narrow"/>
        </w:rPr>
        <w:t>drüberschauen</w:t>
      </w:r>
      <w:proofErr w:type="spellEnd"/>
    </w:p>
    <w:p w:rsidR="002F478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Evtl. Ausschreibung über das Rektorat verteilen</w:t>
      </w:r>
      <w:r w:rsidR="002F4784">
        <w:rPr>
          <w:rFonts w:ascii="Arial Narrow" w:hAnsi="Arial Narrow"/>
        </w:rPr>
        <w:br/>
      </w:r>
    </w:p>
    <w:p w:rsidR="00A678B4" w:rsidRDefault="00A678B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Sonstiges:</w:t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Inventur</w:t>
      </w:r>
    </w:p>
    <w:p w:rsidR="00A678B4" w:rsidRPr="00A678B4" w:rsidRDefault="00A678B4" w:rsidP="00A678B4">
      <w:pPr>
        <w:spacing w:before="120"/>
        <w:ind w:left="7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Tagesordnungspunkt wird vertagt</w:t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Dank an ehemalige Studenten/AStA-Mitglieder:</w:t>
      </w:r>
      <w:r>
        <w:rPr>
          <w:rFonts w:ascii="Arial Narrow" w:hAnsi="Arial Narrow"/>
        </w:rPr>
        <w:br/>
        <w:t>Maggi schlägt vor ein</w:t>
      </w:r>
      <w:r w:rsidR="00D841FE">
        <w:rPr>
          <w:rFonts w:ascii="Arial Narrow" w:hAnsi="Arial Narrow"/>
        </w:rPr>
        <w:t xml:space="preserve"> Dank fürs Enga</w:t>
      </w:r>
      <w:r>
        <w:rPr>
          <w:rFonts w:ascii="Arial Narrow" w:hAnsi="Arial Narrow"/>
        </w:rPr>
        <w:t>gement zu machen</w:t>
      </w:r>
    </w:p>
    <w:p w:rsidR="001973C6" w:rsidRP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nach der HSB besprochen</w:t>
      </w:r>
      <w:r w:rsidR="001973C6" w:rsidRPr="00A678B4">
        <w:rPr>
          <w:rFonts w:ascii="Arial Narrow" w:hAnsi="Arial Narrow"/>
        </w:rPr>
        <w:br/>
      </w:r>
    </w:p>
    <w:p w:rsidR="00605F26" w:rsidRDefault="00A678B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Helfer - Verlosung</w:t>
      </w:r>
      <w:r w:rsidR="001973C6">
        <w:rPr>
          <w:rFonts w:ascii="Arial Narrow" w:hAnsi="Arial Narrow"/>
        </w:rPr>
        <w:t>:</w:t>
      </w:r>
      <w:r w:rsidR="001973C6">
        <w:rPr>
          <w:rFonts w:ascii="Arial Narrow" w:hAnsi="Arial Narrow"/>
        </w:rPr>
        <w:br/>
      </w:r>
      <w:r>
        <w:rPr>
          <w:rFonts w:ascii="Arial Narrow" w:hAnsi="Arial Narrow"/>
        </w:rPr>
        <w:t>Gutscheine werden verlost</w:t>
      </w:r>
      <w:r w:rsidR="00605F26">
        <w:rPr>
          <w:rFonts w:ascii="Arial Narrow" w:hAnsi="Arial Narrow"/>
        </w:rPr>
        <w:br/>
      </w: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Graduierungsfeier</w:t>
      </w:r>
      <w:r w:rsidR="00567A91">
        <w:rPr>
          <w:rFonts w:ascii="Arial Narrow" w:hAnsi="Arial Narrow"/>
        </w:rPr>
        <w:t>:</w:t>
      </w:r>
      <w:r w:rsidR="00E303B8">
        <w:rPr>
          <w:rFonts w:ascii="Arial Narrow" w:hAnsi="Arial Narrow"/>
        </w:rPr>
        <w:br/>
      </w:r>
      <w:r>
        <w:rPr>
          <w:rFonts w:ascii="Arial Narrow" w:hAnsi="Arial Narrow"/>
        </w:rPr>
        <w:t>Sandra fragt nach Helfer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Freiwillige: </w:t>
      </w: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Fabi</w:t>
      </w:r>
      <w:proofErr w:type="spellEnd"/>
      <w:r>
        <w:rPr>
          <w:rFonts w:ascii="Arial Narrow" w:hAnsi="Arial Narrow"/>
        </w:rPr>
        <w:t xml:space="preserve">, Esther, Anne, Siggi, Johannes,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Helena,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Maggi</w:t>
      </w:r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A678B4" w:rsidRDefault="00A678B4" w:rsidP="00A678B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Info alte </w:t>
      </w:r>
      <w:proofErr w:type="spellStart"/>
      <w:r>
        <w:rPr>
          <w:rFonts w:ascii="Arial Narrow" w:hAnsi="Arial Narrow"/>
        </w:rPr>
        <w:t>Cafete</w:t>
      </w:r>
      <w:proofErr w:type="spellEnd"/>
    </w:p>
    <w:p w:rsid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Marius und </w:t>
      </w: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stellen Stühle auf Stuhlwägen</w:t>
      </w:r>
    </w:p>
    <w:p w:rsidR="00A678B4" w:rsidRPr="00A678B4" w:rsidRDefault="00A678B4" w:rsidP="00A678B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Stuhlwägen-Rennen sind untersagt und müssen unterbunden werden</w:t>
      </w:r>
    </w:p>
    <w:sectPr w:rsidR="00A678B4" w:rsidRPr="00A678B4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B55FE">
      <w:rPr>
        <w:rFonts w:ascii="Arial Narrow" w:hAnsi="Arial Narrow"/>
        <w:noProof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4669"/>
    <w:rsid w:val="00F70B9E"/>
    <w:rsid w:val="00F735CE"/>
    <w:rsid w:val="00F761D8"/>
    <w:rsid w:val="00F77CE5"/>
    <w:rsid w:val="00F834DE"/>
    <w:rsid w:val="00F94455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4</Pages>
  <Words>755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Sabrina Lange</cp:lastModifiedBy>
  <cp:revision>7</cp:revision>
  <cp:lastPrinted>2016-11-08T14:28:00Z</cp:lastPrinted>
  <dcterms:created xsi:type="dcterms:W3CDTF">2016-11-08T13:06:00Z</dcterms:created>
  <dcterms:modified xsi:type="dcterms:W3CDTF">2016-11-09T14:59:00Z</dcterms:modified>
</cp:coreProperties>
</file>