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A60AC7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061BF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C13B6A">
        <w:rPr>
          <w:rFonts w:ascii="Arial Narrow" w:hAnsi="Arial Narrow"/>
          <w:sz w:val="22"/>
          <w:lang w:val="de-DE"/>
        </w:rPr>
        <w:t>12</w:t>
      </w:r>
      <w:r w:rsidR="00244264">
        <w:rPr>
          <w:rFonts w:ascii="Arial Narrow" w:hAnsi="Arial Narrow"/>
          <w:sz w:val="22"/>
          <w:lang w:val="de-DE"/>
        </w:rPr>
        <w:t>.</w:t>
      </w:r>
      <w:r w:rsidR="00CE73AB">
        <w:rPr>
          <w:rFonts w:ascii="Arial Narrow" w:hAnsi="Arial Narrow"/>
          <w:sz w:val="22"/>
          <w:lang w:val="de-DE"/>
        </w:rPr>
        <w:t>0</w:t>
      </w:r>
      <w:r w:rsidR="00A60AC7">
        <w:rPr>
          <w:rFonts w:ascii="Arial Narrow" w:hAnsi="Arial Narrow"/>
          <w:sz w:val="22"/>
          <w:lang w:val="de-DE"/>
        </w:rPr>
        <w:t>4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CF006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Vincent (Anwärter seit SS16)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D610C" w:rsidRDefault="007D610C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C13B6A" w:rsidRDefault="00C13B6A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von Aufgaben der Vorwoche:</w:t>
      </w:r>
    </w:p>
    <w:p w:rsidR="00C13B6A" w:rsidRPr="00C13B6A" w:rsidRDefault="003839C3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Lukas </w:t>
      </w:r>
      <w:proofErr w:type="gramStart"/>
      <w:r>
        <w:rPr>
          <w:rFonts w:ascii="Arial Narrow" w:hAnsi="Arial Narrow"/>
          <w:sz w:val="22"/>
          <w:lang w:val="de-DE"/>
        </w:rPr>
        <w:t>frägt</w:t>
      </w:r>
      <w:proofErr w:type="gramEnd"/>
      <w:r>
        <w:rPr>
          <w:rFonts w:ascii="Arial Narrow" w:hAnsi="Arial Narrow"/>
          <w:sz w:val="22"/>
          <w:lang w:val="de-DE"/>
        </w:rPr>
        <w:t xml:space="preserve"> nach dem aktuellen Stand</w:t>
      </w:r>
    </w:p>
    <w:p w:rsidR="00C13B6A" w:rsidRDefault="00C13B6A" w:rsidP="00C13B6A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Büro-Arbeitsplätze (Lukas)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hat mal die Arbeitsplätze mal wie</w:t>
      </w:r>
      <w:r w:rsidR="003839C3">
        <w:rPr>
          <w:rFonts w:ascii="Arial Narrow" w:hAnsi="Arial Narrow"/>
          <w:sz w:val="22"/>
          <w:lang w:val="de-DE"/>
        </w:rPr>
        <w:t>der aufgeräumt und den 3. PC wiederaufgebaut.</w:t>
      </w:r>
    </w:p>
    <w:p w:rsidR="00C13B6A" w:rsidRDefault="00C13B6A" w:rsidP="00C13B6A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Gesetzbücher/Kehrmaschine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hat neue Gesetzbücher ausgedruckt.</w:t>
      </w:r>
    </w:p>
    <w:p w:rsidR="00C13B6A" w:rsidRDefault="00C13B6A" w:rsidP="00866F5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Und er klärt mit Wilke was wirklich ausgedruckt da sein muss</w:t>
      </w:r>
    </w:p>
    <w:p w:rsidR="00C13B6A" w:rsidRDefault="00866F55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hat mit R</w:t>
      </w:r>
      <w:r w:rsidR="00C13B6A">
        <w:rPr>
          <w:rFonts w:ascii="Arial Narrow" w:hAnsi="Arial Narrow"/>
          <w:sz w:val="22"/>
          <w:lang w:val="de-DE"/>
        </w:rPr>
        <w:t xml:space="preserve">alf wegen der Kehrmaschine geschaut und die </w:t>
      </w:r>
      <w:r>
        <w:rPr>
          <w:rFonts w:ascii="Arial Narrow" w:hAnsi="Arial Narrow"/>
          <w:sz w:val="22"/>
          <w:lang w:val="de-DE"/>
        </w:rPr>
        <w:t>Outdoor-K</w:t>
      </w:r>
      <w:r w:rsidR="00C13B6A">
        <w:rPr>
          <w:rFonts w:ascii="Arial Narrow" w:hAnsi="Arial Narrow"/>
          <w:sz w:val="22"/>
          <w:lang w:val="de-DE"/>
        </w:rPr>
        <w:t>ehrmaschine funktioniert nicht</w:t>
      </w:r>
      <w:r>
        <w:rPr>
          <w:rFonts w:ascii="Arial Narrow" w:hAnsi="Arial Narrow"/>
          <w:sz w:val="22"/>
          <w:lang w:val="de-DE"/>
        </w:rPr>
        <w:t xml:space="preserve"> so wie gewünscht.</w:t>
      </w:r>
    </w:p>
    <w:p w:rsidR="00C13B6A" w:rsidRDefault="00866F55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Evtl. Anschaffung einer </w:t>
      </w:r>
      <w:proofErr w:type="spellStart"/>
      <w:r>
        <w:rPr>
          <w:rFonts w:ascii="Arial Narrow" w:hAnsi="Arial Narrow"/>
          <w:sz w:val="22"/>
          <w:lang w:val="de-DE"/>
        </w:rPr>
        <w:t>Indoor</w:t>
      </w:r>
      <w:proofErr w:type="spellEnd"/>
      <w:r>
        <w:rPr>
          <w:rFonts w:ascii="Arial Narrow" w:hAnsi="Arial Narrow"/>
          <w:sz w:val="22"/>
          <w:lang w:val="de-DE"/>
        </w:rPr>
        <w:t>-K</w:t>
      </w:r>
      <w:r w:rsidR="00C13B6A">
        <w:rPr>
          <w:rFonts w:ascii="Arial Narrow" w:hAnsi="Arial Narrow"/>
          <w:sz w:val="22"/>
          <w:lang w:val="de-DE"/>
        </w:rPr>
        <w:t>ehrmaschine</w:t>
      </w:r>
      <w:r>
        <w:rPr>
          <w:rFonts w:ascii="Arial Narrow" w:hAnsi="Arial Narrow"/>
          <w:sz w:val="22"/>
          <w:lang w:val="de-DE"/>
        </w:rPr>
        <w:t xml:space="preserve"> die das putzen beschleunigen soll.</w:t>
      </w:r>
      <w:r w:rsidR="00C13B6A">
        <w:rPr>
          <w:rFonts w:ascii="Arial Narrow" w:hAnsi="Arial Narrow"/>
          <w:sz w:val="22"/>
          <w:lang w:val="de-DE"/>
        </w:rPr>
        <w:t xml:space="preserve"> (</w:t>
      </w:r>
      <w:r>
        <w:rPr>
          <w:rFonts w:ascii="Arial Narrow" w:hAnsi="Arial Narrow"/>
          <w:sz w:val="22"/>
          <w:lang w:val="de-DE"/>
        </w:rPr>
        <w:t>Lukas kü</w:t>
      </w:r>
      <w:r w:rsidR="00C13B6A">
        <w:rPr>
          <w:rFonts w:ascii="Arial Narrow" w:hAnsi="Arial Narrow"/>
          <w:sz w:val="22"/>
          <w:lang w:val="de-DE"/>
        </w:rPr>
        <w:t>mmert sich drum</w:t>
      </w:r>
      <w:r>
        <w:rPr>
          <w:rFonts w:ascii="Arial Narrow" w:hAnsi="Arial Narrow"/>
          <w:sz w:val="22"/>
          <w:lang w:val="de-DE"/>
        </w:rPr>
        <w:t>)</w:t>
      </w:r>
    </w:p>
    <w:p w:rsidR="00C13B6A" w:rsidRDefault="00C13B6A" w:rsidP="00C13B6A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Jackenständer (Lukas)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Alle </w:t>
      </w:r>
      <w:r w:rsidR="00866F55">
        <w:rPr>
          <w:rFonts w:ascii="Arial Narrow" w:hAnsi="Arial Narrow"/>
          <w:sz w:val="22"/>
          <w:lang w:val="de-DE"/>
        </w:rPr>
        <w:t>J</w:t>
      </w:r>
      <w:r>
        <w:rPr>
          <w:rFonts w:ascii="Arial Narrow" w:hAnsi="Arial Narrow"/>
          <w:sz w:val="22"/>
          <w:lang w:val="de-DE"/>
        </w:rPr>
        <w:t xml:space="preserve">acken vom Kleiderständer sind im Fundbüro der HFU; </w:t>
      </w:r>
      <w:r w:rsidR="00866F55">
        <w:rPr>
          <w:rFonts w:ascii="Arial Narrow" w:hAnsi="Arial Narrow"/>
          <w:sz w:val="22"/>
          <w:lang w:val="de-DE"/>
        </w:rPr>
        <w:t>falls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jm</w:t>
      </w:r>
      <w:r w:rsidR="00866F55">
        <w:rPr>
          <w:rFonts w:ascii="Arial Narrow" w:hAnsi="Arial Narrow"/>
          <w:sz w:val="22"/>
          <w:lang w:val="de-DE"/>
        </w:rPr>
        <w:t>d</w:t>
      </w:r>
      <w:proofErr w:type="spellEnd"/>
      <w:r w:rsidR="00866F55">
        <w:rPr>
          <w:rFonts w:ascii="Arial Narrow" w:hAnsi="Arial Narrow"/>
          <w:sz w:val="22"/>
          <w:lang w:val="de-DE"/>
        </w:rPr>
        <w:t xml:space="preserve"> seine Jacke vermisst soll </w:t>
      </w:r>
      <w:r w:rsidR="003839C3">
        <w:rPr>
          <w:rFonts w:ascii="Arial Narrow" w:hAnsi="Arial Narrow"/>
          <w:sz w:val="22"/>
          <w:lang w:val="de-DE"/>
        </w:rPr>
        <w:t>er im</w:t>
      </w:r>
      <w:r w:rsidR="00866F55">
        <w:rPr>
          <w:rFonts w:ascii="Arial Narrow" w:hAnsi="Arial Narrow"/>
          <w:sz w:val="22"/>
          <w:lang w:val="de-DE"/>
        </w:rPr>
        <w:t xml:space="preserve"> F</w:t>
      </w:r>
      <w:r>
        <w:rPr>
          <w:rFonts w:ascii="Arial Narrow" w:hAnsi="Arial Narrow"/>
          <w:sz w:val="22"/>
          <w:lang w:val="de-DE"/>
        </w:rPr>
        <w:t>undbüro seine Jacke holen.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Der große</w:t>
      </w:r>
      <w:r w:rsidR="00866F55">
        <w:rPr>
          <w:rFonts w:ascii="Arial Narrow" w:hAnsi="Arial Narrow"/>
          <w:sz w:val="22"/>
          <w:lang w:val="de-DE"/>
        </w:rPr>
        <w:t xml:space="preserve"> Kleiderständer kommt weg solange es Sommersemester</w:t>
      </w:r>
      <w:r>
        <w:rPr>
          <w:rFonts w:ascii="Arial Narrow" w:hAnsi="Arial Narrow"/>
          <w:sz w:val="22"/>
          <w:lang w:val="de-DE"/>
        </w:rPr>
        <w:t xml:space="preserve"> ist. Im </w:t>
      </w:r>
      <w:r w:rsidR="00866F55">
        <w:rPr>
          <w:rFonts w:ascii="Arial Narrow" w:hAnsi="Arial Narrow"/>
          <w:sz w:val="22"/>
          <w:lang w:val="de-DE"/>
        </w:rPr>
        <w:t>Wintersemester kann man</w:t>
      </w:r>
      <w:r>
        <w:rPr>
          <w:rFonts w:ascii="Arial Narrow" w:hAnsi="Arial Narrow"/>
          <w:sz w:val="22"/>
          <w:lang w:val="de-DE"/>
        </w:rPr>
        <w:t xml:space="preserve"> neu diskutieren</w:t>
      </w:r>
      <w:r w:rsidR="003839C3">
        <w:rPr>
          <w:rFonts w:ascii="Arial Narrow" w:hAnsi="Arial Narrow"/>
          <w:sz w:val="22"/>
          <w:lang w:val="de-DE"/>
        </w:rPr>
        <w:t xml:space="preserve"> ob man die Kleiderständer austauscht</w:t>
      </w:r>
    </w:p>
    <w:p w:rsidR="00C13B6A" w:rsidRDefault="00C13B6A" w:rsidP="00C13B6A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Telefonliste (Sabrina)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Sabbel bringt die Liste auf </w:t>
      </w:r>
      <w:r w:rsidR="003839C3">
        <w:rPr>
          <w:rFonts w:ascii="Arial Narrow" w:hAnsi="Arial Narrow"/>
          <w:sz w:val="22"/>
          <w:lang w:val="de-DE"/>
        </w:rPr>
        <w:t>Vordermann</w:t>
      </w:r>
    </w:p>
    <w:p w:rsidR="00C13B6A" w:rsidRDefault="00C13B6A" w:rsidP="00C13B6A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Dokumentation von wichtigen Arbeitsabläufen (Party)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Lukas bittet darum die </w:t>
      </w:r>
      <w:r w:rsidR="003839C3">
        <w:rPr>
          <w:rFonts w:ascii="Arial Narrow" w:hAnsi="Arial Narrow"/>
          <w:sz w:val="22"/>
          <w:lang w:val="de-DE"/>
        </w:rPr>
        <w:t>Aufbau Anleitungen</w:t>
      </w:r>
      <w:r>
        <w:rPr>
          <w:rFonts w:ascii="Arial Narrow" w:hAnsi="Arial Narrow"/>
          <w:sz w:val="22"/>
          <w:lang w:val="de-DE"/>
        </w:rPr>
        <w:t xml:space="preserve"> bis nächste </w:t>
      </w:r>
      <w:r w:rsidR="003839C3">
        <w:rPr>
          <w:rFonts w:ascii="Arial Narrow" w:hAnsi="Arial Narrow"/>
          <w:sz w:val="22"/>
          <w:lang w:val="de-DE"/>
        </w:rPr>
        <w:t>Woche fertig zu stellen.</w:t>
      </w:r>
    </w:p>
    <w:p w:rsidR="00C13B6A" w:rsidRDefault="003839C3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</w:t>
      </w:r>
      <w:r w:rsidR="00C13B6A">
        <w:rPr>
          <w:rFonts w:ascii="Arial Narrow" w:hAnsi="Arial Narrow"/>
          <w:sz w:val="22"/>
          <w:lang w:val="de-DE"/>
        </w:rPr>
        <w:t xml:space="preserve"> im AStA</w:t>
      </w:r>
    </w:p>
    <w:p w:rsidR="00C13B6A" w:rsidRDefault="003839C3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Aufgaben wurden während der Sitzung verteilt.</w:t>
      </w:r>
    </w:p>
    <w:p w:rsidR="00C13B6A" w:rsidRDefault="00C13B6A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druckt die Liste mit eingetragen Namen aus.</w:t>
      </w:r>
    </w:p>
    <w:p w:rsidR="003839C3" w:rsidRDefault="003839C3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noch eine Aufgabe übernehmen möchte kann sich gerne in die Liste eintragen</w:t>
      </w:r>
    </w:p>
    <w:p w:rsidR="00C13B6A" w:rsidRDefault="00C13B6A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Dokumentation für Mitgliederaufgaben (z.B.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von Referaten, Aufgaben des Vorsitzenden, etc.)</w:t>
      </w:r>
    </w:p>
    <w:p w:rsidR="00C13B6A" w:rsidRDefault="00CD1460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AStA Guide sollte überarbeitet werden.</w:t>
      </w:r>
    </w:p>
    <w:p w:rsidR="00CD1460" w:rsidRDefault="00CD1460" w:rsidP="00C13B6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und Sabrina ergänzen den AStA Guide was Marketing angeht.</w:t>
      </w:r>
    </w:p>
    <w:p w:rsidR="000C1492" w:rsidRPr="000C1492" w:rsidRDefault="00CD1460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Am Ende des Semesters soll jeder eine </w:t>
      </w:r>
      <w:r w:rsidR="003839C3">
        <w:rPr>
          <w:rFonts w:ascii="Arial Narrow" w:hAnsi="Arial Narrow"/>
          <w:sz w:val="22"/>
          <w:lang w:val="de-DE"/>
        </w:rPr>
        <w:t>Zusammenfassung</w:t>
      </w:r>
      <w:r>
        <w:rPr>
          <w:rFonts w:ascii="Arial Narrow" w:hAnsi="Arial Narrow"/>
          <w:sz w:val="22"/>
          <w:lang w:val="de-DE"/>
        </w:rPr>
        <w:t xml:space="preserve"> seiner </w:t>
      </w:r>
      <w:r w:rsidR="003839C3">
        <w:rPr>
          <w:rFonts w:ascii="Arial Narrow" w:hAnsi="Arial Narrow"/>
          <w:sz w:val="22"/>
          <w:lang w:val="de-DE"/>
        </w:rPr>
        <w:t>Tätigkeiten</w:t>
      </w:r>
      <w:r>
        <w:rPr>
          <w:rFonts w:ascii="Arial Narrow" w:hAnsi="Arial Narrow"/>
          <w:sz w:val="22"/>
          <w:lang w:val="de-DE"/>
        </w:rPr>
        <w:t xml:space="preserve"> machen.</w:t>
      </w:r>
      <w:r w:rsidR="003839C3">
        <w:rPr>
          <w:rFonts w:ascii="Arial Narrow" w:hAnsi="Arial Narrow"/>
          <w:sz w:val="22"/>
          <w:lang w:val="de-DE"/>
        </w:rPr>
        <w:t xml:space="preserve"> (Was für Probleme wie gelöst werden können)</w:t>
      </w:r>
    </w:p>
    <w:p w:rsidR="00C13B6A" w:rsidRDefault="003839C3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</w:t>
      </w:r>
      <w:r w:rsidR="00C13B6A">
        <w:rPr>
          <w:rFonts w:ascii="Arial Narrow" w:hAnsi="Arial Narrow"/>
          <w:sz w:val="22"/>
          <w:lang w:val="de-DE"/>
        </w:rPr>
        <w:t>odypainting</w:t>
      </w:r>
      <w:proofErr w:type="spellEnd"/>
    </w:p>
    <w:p w:rsidR="000C1492" w:rsidRDefault="003839C3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informiert über das</w:t>
      </w:r>
      <w:r w:rsidR="000C1492"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Bodypainting</w:t>
      </w:r>
      <w:proofErr w:type="spellEnd"/>
      <w:r>
        <w:rPr>
          <w:rFonts w:ascii="Arial Narrow" w:hAnsi="Arial Narrow"/>
          <w:sz w:val="22"/>
          <w:lang w:val="de-DE"/>
        </w:rPr>
        <w:t xml:space="preserve"> Projekt von ihr, Sabrina und Lydia.</w:t>
      </w:r>
    </w:p>
    <w:p w:rsidR="000C1492" w:rsidRDefault="003839C3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Sie bräuchten noch Hilfe, wer Zeit und Lust hat kann sich gerne auf der Tafel (hinter der Leinwand) eintragen.</w:t>
      </w:r>
    </w:p>
    <w:p w:rsidR="003839C3" w:rsidRDefault="003839C3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Projekt findet am 23.4.statt.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Donnerstag/Freitag wird aufgebaut</w:t>
      </w:r>
      <w:r w:rsidR="003839C3">
        <w:rPr>
          <w:rFonts w:ascii="Arial Narrow" w:hAnsi="Arial Narrow"/>
          <w:sz w:val="22"/>
          <w:lang w:val="de-DE"/>
        </w:rPr>
        <w:t>.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Sandra schreibt </w:t>
      </w:r>
      <w:r w:rsidR="003839C3">
        <w:rPr>
          <w:rFonts w:ascii="Arial Narrow" w:hAnsi="Arial Narrow"/>
          <w:sz w:val="22"/>
          <w:lang w:val="de-DE"/>
        </w:rPr>
        <w:t>nochmal genauere Infos</w:t>
      </w:r>
      <w:r>
        <w:rPr>
          <w:rFonts w:ascii="Arial Narrow" w:hAnsi="Arial Narrow"/>
          <w:sz w:val="22"/>
          <w:lang w:val="de-DE"/>
        </w:rPr>
        <w:t xml:space="preserve"> an alle</w:t>
      </w:r>
    </w:p>
    <w:p w:rsidR="00C13B6A" w:rsidRDefault="00C13B6A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Benutzung Spülmaschine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Das </w:t>
      </w:r>
      <w:r w:rsidR="003839C3">
        <w:rPr>
          <w:rFonts w:ascii="Arial Narrow" w:hAnsi="Arial Narrow"/>
          <w:sz w:val="22"/>
          <w:lang w:val="de-DE"/>
        </w:rPr>
        <w:t>International</w:t>
      </w:r>
      <w:r>
        <w:rPr>
          <w:rFonts w:ascii="Arial Narrow" w:hAnsi="Arial Narrow"/>
          <w:sz w:val="22"/>
          <w:lang w:val="de-DE"/>
        </w:rPr>
        <w:t xml:space="preserve"> Center wird die Spülmaschine nutzen demnächst nutzen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Buchung</w:t>
      </w:r>
      <w:r w:rsidR="003839C3">
        <w:rPr>
          <w:rFonts w:ascii="Arial Narrow" w:hAnsi="Arial Narrow"/>
          <w:sz w:val="22"/>
          <w:lang w:val="de-DE"/>
        </w:rPr>
        <w:t xml:space="preserve"> der Spülmaschine generell</w:t>
      </w:r>
      <w:r>
        <w:rPr>
          <w:rFonts w:ascii="Arial Narrow" w:hAnsi="Arial Narrow"/>
          <w:sz w:val="22"/>
          <w:lang w:val="de-DE"/>
        </w:rPr>
        <w:t xml:space="preserve"> über Sigi</w:t>
      </w:r>
    </w:p>
    <w:p w:rsidR="00C13B6A" w:rsidRDefault="00C13B6A" w:rsidP="00C13B6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Bierbank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Sabrina frägt nach </w:t>
      </w:r>
      <w:r w:rsidR="003839C3">
        <w:rPr>
          <w:rFonts w:ascii="Arial Narrow" w:hAnsi="Arial Narrow"/>
          <w:sz w:val="22"/>
          <w:lang w:val="de-DE"/>
        </w:rPr>
        <w:t>dem Stand</w:t>
      </w:r>
      <w:r>
        <w:rPr>
          <w:rFonts w:ascii="Arial Narrow" w:hAnsi="Arial Narrow"/>
          <w:sz w:val="22"/>
          <w:lang w:val="de-DE"/>
        </w:rPr>
        <w:t xml:space="preserve"> der </w:t>
      </w:r>
      <w:proofErr w:type="spellStart"/>
      <w:r>
        <w:rPr>
          <w:rFonts w:ascii="Arial Narrow" w:hAnsi="Arial Narrow"/>
          <w:sz w:val="22"/>
          <w:lang w:val="de-DE"/>
        </w:rPr>
        <w:t>Bier</w:t>
      </w:r>
      <w:r w:rsidR="003839C3">
        <w:rPr>
          <w:rFonts w:ascii="Arial Narrow" w:hAnsi="Arial Narrow"/>
          <w:sz w:val="22"/>
          <w:lang w:val="de-DE"/>
        </w:rPr>
        <w:t>garten</w:t>
      </w:r>
      <w:r>
        <w:rPr>
          <w:rFonts w:ascii="Arial Narrow" w:hAnsi="Arial Narrow"/>
          <w:sz w:val="22"/>
          <w:lang w:val="de-DE"/>
        </w:rPr>
        <w:t>ganitur</w:t>
      </w:r>
      <w:proofErr w:type="spellEnd"/>
      <w:r>
        <w:rPr>
          <w:rFonts w:ascii="Arial Narrow" w:hAnsi="Arial Narrow"/>
          <w:sz w:val="22"/>
          <w:lang w:val="de-DE"/>
        </w:rPr>
        <w:t xml:space="preserve">. </w:t>
      </w:r>
    </w:p>
    <w:p w:rsidR="000C1492" w:rsidRDefault="000C1492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Sabrina und Jannis kümmern sich darum</w:t>
      </w:r>
    </w:p>
    <w:p w:rsidR="00C965B4" w:rsidRDefault="00C13B6A" w:rsidP="00C965B4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C965B4" w:rsidRDefault="000C1492" w:rsidP="00C965B4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C965B4">
        <w:rPr>
          <w:rFonts w:ascii="Arial Narrow" w:hAnsi="Arial Narrow"/>
          <w:sz w:val="22"/>
          <w:lang w:val="de-DE"/>
        </w:rPr>
        <w:t xml:space="preserve">Marius informiert das unser Pizzaofen wo </w:t>
      </w:r>
      <w:r w:rsidR="003839C3" w:rsidRPr="00C965B4">
        <w:rPr>
          <w:rFonts w:ascii="Arial Narrow" w:hAnsi="Arial Narrow"/>
          <w:sz w:val="22"/>
          <w:lang w:val="de-DE"/>
        </w:rPr>
        <w:t>anders</w:t>
      </w:r>
      <w:r w:rsidRPr="00C965B4">
        <w:rPr>
          <w:rFonts w:ascii="Arial Narrow" w:hAnsi="Arial Narrow"/>
          <w:sz w:val="22"/>
          <w:lang w:val="de-DE"/>
        </w:rPr>
        <w:t xml:space="preserve"> gelagert werden</w:t>
      </w:r>
      <w:r w:rsidR="003839C3" w:rsidRPr="00C965B4">
        <w:rPr>
          <w:rFonts w:ascii="Arial Narrow" w:hAnsi="Arial Narrow"/>
          <w:sz w:val="22"/>
          <w:lang w:val="de-DE"/>
        </w:rPr>
        <w:t xml:space="preserve"> sollte</w:t>
      </w:r>
      <w:r w:rsidRPr="00C965B4">
        <w:rPr>
          <w:rFonts w:ascii="Arial Narrow" w:hAnsi="Arial Narrow"/>
          <w:sz w:val="22"/>
          <w:lang w:val="de-DE"/>
        </w:rPr>
        <w:t xml:space="preserve"> da der aktuelle Standort nicht ideal ist.</w:t>
      </w:r>
    </w:p>
    <w:p w:rsidR="00C965B4" w:rsidRDefault="000C1492" w:rsidP="00C965B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 w:rsidRPr="00C965B4">
        <w:rPr>
          <w:rFonts w:ascii="Arial Narrow" w:hAnsi="Arial Narrow"/>
          <w:sz w:val="22"/>
          <w:lang w:val="de-DE"/>
        </w:rPr>
        <w:t xml:space="preserve">Vor </w:t>
      </w:r>
      <w:r w:rsidR="003839C3" w:rsidRPr="00C965B4">
        <w:rPr>
          <w:rFonts w:ascii="Arial Narrow" w:hAnsi="Arial Narrow"/>
          <w:sz w:val="22"/>
          <w:lang w:val="de-DE"/>
        </w:rPr>
        <w:t>der Benutzung</w:t>
      </w:r>
      <w:r w:rsidRPr="00C965B4">
        <w:rPr>
          <w:rFonts w:ascii="Arial Narrow" w:hAnsi="Arial Narrow"/>
          <w:sz w:val="22"/>
          <w:lang w:val="de-DE"/>
        </w:rPr>
        <w:t xml:space="preserve"> sollte der Ofen „ausgebrannt“ werden.</w:t>
      </w:r>
    </w:p>
    <w:p w:rsidR="00C965B4" w:rsidRDefault="00C965B4" w:rsidP="00C965B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0C1492" w:rsidRDefault="000C1492" w:rsidP="00C965B4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Marius schlägt vor einen Adapter zu kaufen das man im </w:t>
      </w:r>
      <w:r w:rsidR="003839C3">
        <w:rPr>
          <w:rFonts w:ascii="Arial Narrow" w:hAnsi="Arial Narrow"/>
          <w:sz w:val="22"/>
          <w:lang w:val="de-DE"/>
        </w:rPr>
        <w:t>Außenbereich (Metallknoten) auch 230V Steckdosen hat um evtl.</w:t>
      </w:r>
      <w:r>
        <w:rPr>
          <w:rFonts w:ascii="Arial Narrow" w:hAnsi="Arial Narrow"/>
          <w:sz w:val="22"/>
          <w:lang w:val="de-DE"/>
        </w:rPr>
        <w:t xml:space="preserve"> einen </w:t>
      </w:r>
      <w:r w:rsidR="003839C3">
        <w:rPr>
          <w:rFonts w:ascii="Arial Narrow" w:hAnsi="Arial Narrow"/>
          <w:sz w:val="22"/>
          <w:lang w:val="de-DE"/>
        </w:rPr>
        <w:t>Laptop</w:t>
      </w:r>
      <w:r>
        <w:rPr>
          <w:rFonts w:ascii="Arial Narrow" w:hAnsi="Arial Narrow"/>
          <w:sz w:val="22"/>
          <w:lang w:val="de-DE"/>
        </w:rPr>
        <w:t xml:space="preserve"> o.ä. </w:t>
      </w:r>
      <w:r w:rsidR="003839C3">
        <w:rPr>
          <w:rFonts w:ascii="Arial Narrow" w:hAnsi="Arial Narrow"/>
          <w:sz w:val="22"/>
          <w:lang w:val="de-DE"/>
        </w:rPr>
        <w:t>einstecken zu können</w:t>
      </w:r>
      <w:r w:rsidR="00CF0068">
        <w:rPr>
          <w:rFonts w:ascii="Arial Narrow" w:hAnsi="Arial Narrow"/>
          <w:sz w:val="22"/>
          <w:lang w:val="de-DE"/>
        </w:rPr>
        <w:t>. Marius kümmert sich darum.</w:t>
      </w:r>
    </w:p>
    <w:p w:rsidR="003839C3" w:rsidRDefault="003839C3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CF0068" w:rsidRDefault="00CF0068" w:rsidP="00C965B4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Felix frägt nach dem Stand der </w:t>
      </w:r>
      <w:proofErr w:type="spellStart"/>
      <w:r w:rsidR="003839C3">
        <w:rPr>
          <w:rFonts w:ascii="Arial Narrow" w:hAnsi="Arial Narrow"/>
          <w:sz w:val="22"/>
          <w:lang w:val="de-DE"/>
        </w:rPr>
        <w:t>Darts</w:t>
      </w:r>
      <w:r>
        <w:rPr>
          <w:rFonts w:ascii="Arial Narrow" w:hAnsi="Arial Narrow"/>
          <w:sz w:val="22"/>
          <w:lang w:val="de-DE"/>
        </w:rPr>
        <w:t>scheibe</w:t>
      </w:r>
      <w:proofErr w:type="spellEnd"/>
      <w:r>
        <w:rPr>
          <w:rFonts w:ascii="Arial Narrow" w:hAnsi="Arial Narrow"/>
          <w:sz w:val="22"/>
          <w:lang w:val="de-DE"/>
        </w:rPr>
        <w:t xml:space="preserve">. Lukas kümmert sich um den </w:t>
      </w:r>
      <w:r w:rsidR="003839C3">
        <w:rPr>
          <w:rFonts w:ascii="Arial Narrow" w:hAnsi="Arial Narrow"/>
          <w:sz w:val="22"/>
          <w:lang w:val="de-DE"/>
        </w:rPr>
        <w:t>Ersatz</w:t>
      </w:r>
      <w:r>
        <w:rPr>
          <w:rFonts w:ascii="Arial Narrow" w:hAnsi="Arial Narrow"/>
          <w:sz w:val="22"/>
          <w:lang w:val="de-DE"/>
        </w:rPr>
        <w:t>.</w:t>
      </w:r>
    </w:p>
    <w:p w:rsidR="003839C3" w:rsidRDefault="003839C3" w:rsidP="000C149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C965B4" w:rsidRDefault="00CF0068" w:rsidP="00C965B4">
      <w:pPr>
        <w:pStyle w:val="WortmarkeFu"/>
        <w:numPr>
          <w:ilvl w:val="1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Sabrina </w:t>
      </w:r>
      <w:r w:rsidR="00C965B4">
        <w:rPr>
          <w:rFonts w:ascii="Arial Narrow" w:hAnsi="Arial Narrow"/>
          <w:sz w:val="22"/>
          <w:lang w:val="de-DE"/>
        </w:rPr>
        <w:t>informiert,</w:t>
      </w:r>
      <w:r>
        <w:rPr>
          <w:rFonts w:ascii="Arial Narrow" w:hAnsi="Arial Narrow"/>
          <w:sz w:val="22"/>
          <w:lang w:val="de-DE"/>
        </w:rPr>
        <w:t xml:space="preserve"> dass das Logo doch bitte richtig genutzt werden soll. (Kontrast beachten) Eine Linkliste wäre eine hier</w:t>
      </w:r>
      <w:r w:rsidR="00C965B4">
        <w:rPr>
          <w:rFonts w:ascii="Arial Narrow" w:hAnsi="Arial Narrow"/>
          <w:sz w:val="22"/>
          <w:lang w:val="de-DE"/>
        </w:rPr>
        <w:t xml:space="preserve"> (</w:t>
      </w:r>
      <w:proofErr w:type="gramStart"/>
      <w:r w:rsidR="00C965B4">
        <w:rPr>
          <w:rFonts w:ascii="Arial Narrow" w:hAnsi="Arial Narrow"/>
          <w:sz w:val="22"/>
          <w:lang w:val="de-DE"/>
        </w:rPr>
        <w:t>fu.asta.</w:t>
      </w:r>
      <w:r w:rsidR="001677C8">
        <w:rPr>
          <w:rFonts w:ascii="Arial Narrow" w:hAnsi="Arial Narrow"/>
          <w:sz w:val="22"/>
          <w:lang w:val="de-DE"/>
        </w:rPr>
        <w:t>hs-furtwangen.de</w:t>
      </w:r>
      <w:proofErr w:type="gramEnd"/>
      <w:r w:rsidR="001677C8">
        <w:rPr>
          <w:rFonts w:ascii="Arial Narrow" w:hAnsi="Arial Narrow"/>
          <w:sz w:val="22"/>
          <w:lang w:val="de-DE"/>
        </w:rPr>
        <w:t>/</w:t>
      </w:r>
      <w:proofErr w:type="spellStart"/>
      <w:r w:rsidR="001677C8">
        <w:rPr>
          <w:rFonts w:ascii="Arial Narrow" w:hAnsi="Arial Narrow"/>
          <w:sz w:val="22"/>
          <w:lang w:val="de-DE"/>
        </w:rPr>
        <w:t>logos</w:t>
      </w:r>
      <w:proofErr w:type="spellEnd"/>
      <w:r w:rsidR="001677C8">
        <w:rPr>
          <w:rFonts w:ascii="Arial Narrow" w:hAnsi="Arial Narrow"/>
          <w:sz w:val="22"/>
          <w:lang w:val="de-DE"/>
        </w:rPr>
        <w:t>)</w:t>
      </w:r>
      <w:r>
        <w:rPr>
          <w:rFonts w:ascii="Arial Narrow" w:hAnsi="Arial Narrow"/>
          <w:sz w:val="22"/>
          <w:lang w:val="de-DE"/>
        </w:rPr>
        <w:t xml:space="preserve"> sinnvoll.</w:t>
      </w:r>
    </w:p>
    <w:p w:rsidR="00C965B4" w:rsidRDefault="00C965B4" w:rsidP="00C965B4">
      <w:pPr>
        <w:pStyle w:val="Listenabsatz"/>
        <w:rPr>
          <w:rFonts w:ascii="Arial Narrow" w:hAnsi="Arial Narrow"/>
          <w:sz w:val="22"/>
        </w:rPr>
      </w:pPr>
      <w:bookmarkStart w:id="0" w:name="_GoBack"/>
      <w:bookmarkEnd w:id="0"/>
    </w:p>
    <w:p w:rsidR="00B955B1" w:rsidRPr="00C965B4" w:rsidRDefault="001677C8" w:rsidP="00C965B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Logo des AS</w:t>
      </w:r>
      <w:r w:rsidR="00B955B1" w:rsidRPr="00C965B4">
        <w:rPr>
          <w:rFonts w:ascii="Arial Narrow" w:hAnsi="Arial Narrow"/>
          <w:sz w:val="22"/>
          <w:lang w:val="de-DE"/>
        </w:rPr>
        <w:t>tAs darf nicht auf farbigen Hintergrund gedruckt werden. Plakate die in den AStA gegeben werden zum Druck müssen darauf geprüft werden. S</w:t>
      </w:r>
      <w:r w:rsidR="002823B3" w:rsidRPr="00C965B4">
        <w:rPr>
          <w:rFonts w:ascii="Arial Narrow" w:hAnsi="Arial Narrow"/>
          <w:sz w:val="22"/>
          <w:lang w:val="de-DE"/>
        </w:rPr>
        <w:t>ollte der Fall eintreten, dass da</w:t>
      </w:r>
      <w:r w:rsidR="00B955B1" w:rsidRPr="00C965B4">
        <w:rPr>
          <w:rFonts w:ascii="Arial Narrow" w:hAnsi="Arial Narrow"/>
          <w:sz w:val="22"/>
          <w:lang w:val="de-DE"/>
        </w:rPr>
        <w:t>s Logo nicht auf weißem Hintergrund steht</w:t>
      </w:r>
      <w:r w:rsidR="002823B3" w:rsidRPr="00C965B4">
        <w:rPr>
          <w:rFonts w:ascii="Arial Narrow" w:hAnsi="Arial Narrow"/>
          <w:sz w:val="22"/>
          <w:lang w:val="de-DE"/>
        </w:rPr>
        <w:t xml:space="preserve">, wird es nicht gedruckt bis es korrigiert ist. </w:t>
      </w:r>
    </w:p>
    <w:sectPr w:rsidR="00B955B1" w:rsidRPr="00C965B4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243" w:rsidRDefault="00D22243">
      <w:pPr>
        <w:spacing w:line="20" w:lineRule="exact"/>
      </w:pPr>
    </w:p>
  </w:endnote>
  <w:endnote w:type="continuationSeparator" w:id="0">
    <w:p w:rsidR="00D22243" w:rsidRDefault="00D2224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22243" w:rsidRDefault="00D2224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243" w:rsidRDefault="00D2224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22243" w:rsidRDefault="00D22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677C8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2423FA"/>
    <w:multiLevelType w:val="hybridMultilevel"/>
    <w:tmpl w:val="562C4EB4"/>
    <w:lvl w:ilvl="0" w:tplc="E9BEA40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951902"/>
    <w:multiLevelType w:val="hybridMultilevel"/>
    <w:tmpl w:val="654458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492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677C8"/>
    <w:rsid w:val="00170FD2"/>
    <w:rsid w:val="00180C16"/>
    <w:rsid w:val="00190913"/>
    <w:rsid w:val="001924FA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44264"/>
    <w:rsid w:val="00273332"/>
    <w:rsid w:val="00274830"/>
    <w:rsid w:val="002823B3"/>
    <w:rsid w:val="00290CDB"/>
    <w:rsid w:val="00293711"/>
    <w:rsid w:val="00296865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44751"/>
    <w:rsid w:val="00355EC0"/>
    <w:rsid w:val="00357655"/>
    <w:rsid w:val="0036697F"/>
    <w:rsid w:val="003733CC"/>
    <w:rsid w:val="00374E59"/>
    <w:rsid w:val="003775B0"/>
    <w:rsid w:val="003839C3"/>
    <w:rsid w:val="00385286"/>
    <w:rsid w:val="00396AA7"/>
    <w:rsid w:val="003A45F8"/>
    <w:rsid w:val="003B6176"/>
    <w:rsid w:val="003B669B"/>
    <w:rsid w:val="003D3703"/>
    <w:rsid w:val="003E66E6"/>
    <w:rsid w:val="003F3005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939EA"/>
    <w:rsid w:val="005A5C7C"/>
    <w:rsid w:val="005B1C22"/>
    <w:rsid w:val="005B375A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5536"/>
    <w:rsid w:val="006F55D7"/>
    <w:rsid w:val="006F6C47"/>
    <w:rsid w:val="00711F54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3522"/>
    <w:rsid w:val="00815DF3"/>
    <w:rsid w:val="0081784D"/>
    <w:rsid w:val="0082741B"/>
    <w:rsid w:val="00827B82"/>
    <w:rsid w:val="00843F45"/>
    <w:rsid w:val="008457B3"/>
    <w:rsid w:val="00865D7B"/>
    <w:rsid w:val="00866F55"/>
    <w:rsid w:val="008743D8"/>
    <w:rsid w:val="00876DBB"/>
    <w:rsid w:val="00883CB3"/>
    <w:rsid w:val="008840AD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46EFC"/>
    <w:rsid w:val="00A60AC7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955B1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3B6A"/>
    <w:rsid w:val="00C1435E"/>
    <w:rsid w:val="00C22F83"/>
    <w:rsid w:val="00C3159D"/>
    <w:rsid w:val="00C3284C"/>
    <w:rsid w:val="00C36A15"/>
    <w:rsid w:val="00C46942"/>
    <w:rsid w:val="00C509F8"/>
    <w:rsid w:val="00C60DAE"/>
    <w:rsid w:val="00C63840"/>
    <w:rsid w:val="00C66371"/>
    <w:rsid w:val="00C772CC"/>
    <w:rsid w:val="00C82C9C"/>
    <w:rsid w:val="00C965B4"/>
    <w:rsid w:val="00CA5DF7"/>
    <w:rsid w:val="00CB5BD5"/>
    <w:rsid w:val="00CD1460"/>
    <w:rsid w:val="00CD7327"/>
    <w:rsid w:val="00CE73AB"/>
    <w:rsid w:val="00CE7E97"/>
    <w:rsid w:val="00CF0068"/>
    <w:rsid w:val="00CF0EE6"/>
    <w:rsid w:val="00CF385F"/>
    <w:rsid w:val="00D22243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30DBE"/>
    <w:rsid w:val="00F60291"/>
    <w:rsid w:val="00F633A9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EC4908"/>
  <w15:docId w15:val="{11145E76-0D81-471D-A32D-867B6008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965B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31A9-5927-4A97-817E-2ABBE37F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3</Pages>
  <Words>435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Jonas</cp:lastModifiedBy>
  <cp:revision>5</cp:revision>
  <cp:lastPrinted>2016-01-20T11:58:00Z</cp:lastPrinted>
  <dcterms:created xsi:type="dcterms:W3CDTF">2016-04-12T11:40:00Z</dcterms:created>
  <dcterms:modified xsi:type="dcterms:W3CDTF">2016-04-12T12:23:00Z</dcterms:modified>
</cp:coreProperties>
</file>