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614947">
        <w:rPr>
          <w:rFonts w:ascii="Arial Narrow" w:hAnsi="Arial Narrow"/>
          <w:sz w:val="22"/>
          <w:lang w:val="de-DE"/>
        </w:rPr>
        <w:t>1</w:t>
      </w:r>
      <w:r w:rsidR="00C5490A">
        <w:rPr>
          <w:rFonts w:ascii="Arial Narrow" w:hAnsi="Arial Narrow"/>
          <w:sz w:val="22"/>
          <w:lang w:val="de-DE"/>
        </w:rPr>
        <w:t>3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_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14947">
        <w:rPr>
          <w:rFonts w:ascii="Arial Narrow" w:hAnsi="Arial Narrow"/>
          <w:noProof/>
          <w:sz w:val="22"/>
          <w:lang w:val="de-DE"/>
        </w:rPr>
        <w:t>01.07.2013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Anna Kyc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Sarah Häfele</w:t>
      </w:r>
      <w:r w:rsidR="00614947">
        <w:rPr>
          <w:rFonts w:ascii="Arial Narrow" w:hAnsi="Arial Narrow"/>
          <w:sz w:val="22"/>
          <w:lang w:val="de-DE"/>
        </w:rPr>
        <w:t>,</w:t>
      </w:r>
      <w:r w:rsidR="00B31043">
        <w:rPr>
          <w:rFonts w:ascii="Arial Narrow" w:hAnsi="Arial Narrow"/>
          <w:sz w:val="22"/>
          <w:lang w:val="de-DE"/>
        </w:rPr>
        <w:t xml:space="preserve"> Karl Kleiser, Jürgen Preißinger, Nicola</w:t>
      </w:r>
      <w:r w:rsidR="00614947">
        <w:rPr>
          <w:rFonts w:ascii="Arial Narrow" w:hAnsi="Arial Narrow"/>
          <w:sz w:val="22"/>
          <w:lang w:val="de-DE"/>
        </w:rPr>
        <w:t>s</w:t>
      </w:r>
      <w:r w:rsidR="00B31043">
        <w:rPr>
          <w:rFonts w:ascii="Arial Narrow" w:hAnsi="Arial Narrow"/>
          <w:sz w:val="22"/>
          <w:lang w:val="de-DE"/>
        </w:rPr>
        <w:t xml:space="preserve"> Tribukait, Alexander Scheurer, </w:t>
      </w:r>
      <w:r w:rsidR="00614947">
        <w:rPr>
          <w:rFonts w:ascii="Arial Narrow" w:hAnsi="Arial Narrow"/>
          <w:sz w:val="22"/>
          <w:lang w:val="de-DE"/>
        </w:rPr>
        <w:t>Marius Bacher, Maritta Kämmerer, Georg Usmanov, Johannes Hunn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14947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614947">
        <w:rPr>
          <w:rFonts w:ascii="Arial Narrow" w:hAnsi="Arial Narrow"/>
          <w:b/>
          <w:sz w:val="22"/>
          <w:lang w:val="de-DE"/>
        </w:rPr>
        <w:t>9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14947" w:rsidRDefault="000C1EB8" w:rsidP="00614947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614947" w:rsidRPr="00614947" w:rsidRDefault="00614947" w:rsidP="00614947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</w:p>
    <w:p w:rsidR="00614947" w:rsidRDefault="00614947" w:rsidP="0061494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 -&gt; Fr, 26.7. Vorschlag Badeparadies, danach Essen, danach gemütlicher Ausklang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Passt, Matze macht Umfrage zur Anmeldung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Projekt EDV-Vereinheitlichung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niemand was dagegen hat wird es als Semesterprojekt bei Fak. IN eingereicht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Joe würde es belegen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 Gegenstimmen oder Einwände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Georg Usmanov als ZBV aufnehmen?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 Gegenstimmen</w:t>
      </w:r>
    </w:p>
    <w:p w:rsidR="00614947" w:rsidRDefault="00614947" w:rsidP="00614947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GPS-Geräte -&gt; Doku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Jürgen hat sie eingerichtet, neue Karten werden demnächst noch eingespielt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 wird gemacht und auf AStA-Laufwerk abgelegt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Kommenden Sa geht Jürgen vermutlich testen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A4A36">
        <w:rPr>
          <w:rFonts w:ascii="Arial Narrow" w:hAnsi="Arial Narrow"/>
          <w:sz w:val="22"/>
          <w:lang w:val="de-DE"/>
        </w:rPr>
        <w:t>Info Wahlen</w:t>
      </w:r>
      <w:r>
        <w:rPr>
          <w:rFonts w:ascii="Arial Narrow" w:hAnsi="Arial Narrow"/>
          <w:sz w:val="22"/>
          <w:lang w:val="de-DE"/>
        </w:rPr>
        <w:t xml:space="preserve"> VSt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Zwischen Ankündigung und Wahlen müssen 35 Tage liegen, d.h. sie können nicht in der zweiten Semesterwoche stattfinden sondern erst Anfang November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Karl wird bei der Erstiebegrüßung den AStA vorstellen, weist dann auch auf Wahlen hin</w:t>
      </w:r>
    </w:p>
    <w:p w:rsidR="00614947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Kusserow will auch drauf hinweisen und Anfang des Semesters noch einen Workshop durchführen</w:t>
      </w:r>
    </w:p>
    <w:p w:rsidR="00614947" w:rsidRPr="008A4A36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Termine macht Sigi</w:t>
      </w:r>
    </w:p>
    <w:p w:rsidR="00614947" w:rsidRDefault="00614947" w:rsidP="0061494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Fenster im AStA-Büro bitte schließen</w:t>
      </w:r>
    </w:p>
    <w:p w:rsidR="00614947" w:rsidRPr="00393F30" w:rsidRDefault="00614947" w:rsidP="0061494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Am WE waren Fenster noch gekippt, bitte in Zukunft drauf achten dass sie beim Gehen geschlossen sind!</w:t>
      </w:r>
    </w:p>
    <w:p w:rsidR="000C1EB8" w:rsidRPr="008D2BDB" w:rsidRDefault="000C1EB8" w:rsidP="00614947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947" w:rsidRDefault="00614947">
      <w:pPr>
        <w:spacing w:line="20" w:lineRule="exact"/>
      </w:pPr>
    </w:p>
  </w:endnote>
  <w:endnote w:type="continuationSeparator" w:id="0">
    <w:p w:rsidR="00614947" w:rsidRDefault="0061494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14947" w:rsidRDefault="0061494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947" w:rsidRDefault="0061494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14947" w:rsidRDefault="00614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D6CEF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DD6CEF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5490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947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14947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5490A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2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2006-04-05T07:40:00Z</cp:lastPrinted>
  <dcterms:created xsi:type="dcterms:W3CDTF">2013-07-01T11:30:00Z</dcterms:created>
  <dcterms:modified xsi:type="dcterms:W3CDTF">2013-07-01T11:37:00Z</dcterms:modified>
</cp:coreProperties>
</file>