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785FDF">
        <w:rPr>
          <w:rFonts w:ascii="Arial Narrow" w:hAnsi="Arial Narrow"/>
          <w:sz w:val="22"/>
          <w:lang w:val="de-DE"/>
        </w:rPr>
        <w:t>9</w:t>
      </w:r>
      <w:r>
        <w:rPr>
          <w:rFonts w:ascii="Arial Narrow" w:hAnsi="Arial Narrow"/>
          <w:sz w:val="22"/>
          <w:lang w:val="de-DE"/>
        </w:rPr>
        <w:t>_</w:t>
      </w:r>
      <w:r w:rsidR="00DD6CEF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13264">
        <w:rPr>
          <w:rFonts w:ascii="Arial Narrow" w:hAnsi="Arial Narrow"/>
          <w:noProof/>
          <w:sz w:val="22"/>
          <w:lang w:val="de-DE"/>
        </w:rPr>
        <w:t>10.06.2013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72D1D">
        <w:rPr>
          <w:rFonts w:ascii="Arial Narrow" w:hAnsi="Arial Narrow"/>
          <w:sz w:val="22"/>
          <w:lang w:val="de-DE"/>
        </w:rPr>
        <w:t>Matthias Kaufmann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 xml:space="preserve">, </w:t>
      </w:r>
      <w:r w:rsidR="00472D1D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472D1D">
        <w:rPr>
          <w:rFonts w:ascii="Arial Narrow" w:hAnsi="Arial Narrow"/>
          <w:sz w:val="22"/>
          <w:lang w:val="de-DE"/>
        </w:rPr>
        <w:t>Kleiser</w:t>
      </w:r>
      <w:proofErr w:type="spellEnd"/>
      <w:r w:rsidR="00472D1D">
        <w:rPr>
          <w:rFonts w:ascii="Arial Narrow" w:hAnsi="Arial Narrow"/>
          <w:sz w:val="22"/>
          <w:lang w:val="de-DE"/>
        </w:rPr>
        <w:t xml:space="preserve">, </w:t>
      </w:r>
      <w:r w:rsidR="00B31043">
        <w:rPr>
          <w:rFonts w:ascii="Arial Narrow" w:hAnsi="Arial Narrow"/>
          <w:sz w:val="22"/>
          <w:lang w:val="de-DE"/>
        </w:rPr>
        <w:t xml:space="preserve">Nicolai </w:t>
      </w:r>
      <w:proofErr w:type="spellStart"/>
      <w:r w:rsidR="00B31043">
        <w:rPr>
          <w:rFonts w:ascii="Arial Narrow" w:hAnsi="Arial Narrow"/>
          <w:sz w:val="22"/>
          <w:lang w:val="de-DE"/>
        </w:rPr>
        <w:t>Tribukait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72D1D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472D1D" w:rsidRPr="00472D1D">
        <w:rPr>
          <w:rFonts w:ascii="Arial Narrow" w:hAnsi="Arial Narrow"/>
          <w:sz w:val="22"/>
          <w:lang w:val="de-DE"/>
        </w:rPr>
        <w:t>6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85FDF" w:rsidRPr="00785FDF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785FDF" w:rsidRPr="00785FDF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2760C6" w:rsidRDefault="000C1EB8" w:rsidP="002760C6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55104" w:rsidRDefault="00055104" w:rsidP="0005510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55104" w:rsidRDefault="00055104" w:rsidP="0005510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Heute 17:00 Runder Tisch im </w:t>
      </w:r>
      <w:proofErr w:type="spellStart"/>
      <w:r>
        <w:rPr>
          <w:rFonts w:ascii="Arial Narrow" w:hAnsi="Arial Narrow"/>
          <w:sz w:val="22"/>
          <w:lang w:val="de-DE"/>
        </w:rPr>
        <w:t>GroßKoz</w:t>
      </w:r>
      <w:proofErr w:type="spellEnd"/>
    </w:p>
    <w:p w:rsidR="00055104" w:rsidRDefault="00055104" w:rsidP="0005510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Nächsten Montag, 18 Uhr Standortübergreifende Sitzung Thema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im </w:t>
      </w:r>
      <w:proofErr w:type="spellStart"/>
      <w:r>
        <w:rPr>
          <w:rFonts w:ascii="Arial Narrow" w:hAnsi="Arial Narrow"/>
          <w:sz w:val="22"/>
          <w:lang w:val="de-DE"/>
        </w:rPr>
        <w:t>GroßKoz</w:t>
      </w:r>
      <w:proofErr w:type="spellEnd"/>
      <w:r w:rsidR="00472D1D">
        <w:rPr>
          <w:rFonts w:ascii="Arial Narrow" w:hAnsi="Arial Narrow"/>
          <w:sz w:val="22"/>
          <w:lang w:val="de-DE"/>
        </w:rPr>
        <w:t xml:space="preserve"> (bis jetzt 2 Anmeldungen von VS)</w:t>
      </w:r>
    </w:p>
    <w:p w:rsidR="00055104" w:rsidRDefault="00055104" w:rsidP="0005510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Billardtisch wurde bei HKB verschoben, noch im Wasser? Rückmeldung an Fr. Streif, Marketing</w:t>
      </w:r>
    </w:p>
    <w:p w:rsidR="00055104" w:rsidRDefault="00472D1D" w:rsidP="00055104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 beauftragt Fachfirma , Rechnung und Info an Marketing</w:t>
      </w:r>
    </w:p>
    <w:p w:rsidR="00055104" w:rsidRDefault="00055104" w:rsidP="0005510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Milch kaufen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Nico kauft heute Mittag ein</w:t>
      </w:r>
    </w:p>
    <w:p w:rsidR="00055104" w:rsidRDefault="00055104" w:rsidP="0005510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Kühlschrank </w:t>
      </w:r>
      <w:r w:rsidR="00472D1D">
        <w:rPr>
          <w:rFonts w:ascii="Arial Narrow" w:hAnsi="Arial Narrow"/>
          <w:sz w:val="22"/>
          <w:lang w:val="de-DE"/>
        </w:rPr>
        <w:t xml:space="preserve">in Zukunft immer </w:t>
      </w:r>
      <w:r>
        <w:rPr>
          <w:rFonts w:ascii="Arial Narrow" w:hAnsi="Arial Narrow"/>
          <w:sz w:val="22"/>
          <w:lang w:val="de-DE"/>
        </w:rPr>
        <w:t>abschließen</w:t>
      </w:r>
      <w:r w:rsidR="00472D1D">
        <w:rPr>
          <w:rFonts w:ascii="Arial Narrow" w:hAnsi="Arial Narrow"/>
          <w:sz w:val="22"/>
          <w:lang w:val="de-DE"/>
        </w:rPr>
        <w:t>!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Schlüssel in Glas im Gläser-Schrank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Problem mit fremden im Büro</w:t>
      </w:r>
    </w:p>
    <w:p w:rsidR="00055104" w:rsidRDefault="00055104" w:rsidP="00055104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055104" w:rsidRDefault="00055104" w:rsidP="0005510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Freischaltung </w:t>
      </w:r>
      <w:proofErr w:type="spellStart"/>
      <w:r>
        <w:rPr>
          <w:rFonts w:ascii="Arial Narrow" w:hAnsi="Arial Narrow"/>
          <w:sz w:val="22"/>
          <w:lang w:val="de-DE"/>
        </w:rPr>
        <w:t>Cubing</w:t>
      </w:r>
      <w:proofErr w:type="spellEnd"/>
      <w:r>
        <w:rPr>
          <w:rFonts w:ascii="Arial Narrow" w:hAnsi="Arial Narrow"/>
          <w:sz w:val="22"/>
          <w:lang w:val="de-DE"/>
        </w:rPr>
        <w:t>-Referat Referatsraum wg. Jongliermaterial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David </w:t>
      </w:r>
      <w:proofErr w:type="spellStart"/>
      <w:r>
        <w:rPr>
          <w:rFonts w:ascii="Arial Narrow" w:hAnsi="Arial Narrow"/>
          <w:sz w:val="22"/>
          <w:lang w:val="de-DE"/>
        </w:rPr>
        <w:t>machts</w:t>
      </w:r>
      <w:proofErr w:type="spellEnd"/>
      <w:r>
        <w:rPr>
          <w:rFonts w:ascii="Arial Narrow" w:hAnsi="Arial Narrow"/>
          <w:sz w:val="22"/>
          <w:lang w:val="de-DE"/>
        </w:rPr>
        <w:t>, Nico informiert Fabian</w:t>
      </w:r>
    </w:p>
    <w:p w:rsidR="002760C6" w:rsidRDefault="002760C6" w:rsidP="002760C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Doku IT (</w:t>
      </w:r>
      <w:proofErr w:type="spellStart"/>
      <w:r>
        <w:rPr>
          <w:rFonts w:ascii="Arial Narrow" w:hAnsi="Arial Narrow"/>
          <w:sz w:val="22"/>
          <w:lang w:val="de-DE"/>
        </w:rPr>
        <w:t>sda</w:t>
      </w:r>
      <w:proofErr w:type="spellEnd"/>
      <w:r>
        <w:rPr>
          <w:rFonts w:ascii="Arial Narrow" w:hAnsi="Arial Narrow"/>
          <w:sz w:val="22"/>
          <w:lang w:val="de-DE"/>
        </w:rPr>
        <w:t>) speziell Notebook-Zugang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Passwort für Notebook ist in der Tasche, User AStA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auf Laufwerk dokumentiert, David setzt sich mit Joe zusammen</w:t>
      </w:r>
    </w:p>
    <w:p w:rsidR="000C1EB8" w:rsidRDefault="002760C6" w:rsidP="002760C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Rückblick WING Veranstaltung am WE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Lief ziemlich chaotisch, da schlechte Kommunikation seitens WING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 Zukunft bei Leihanfragen: deutlich per Mail o.ä. Ablauf klarmachen (Kaution, Schließberechtigung </w:t>
      </w:r>
      <w:proofErr w:type="spellStart"/>
      <w:r>
        <w:rPr>
          <w:rFonts w:ascii="Arial Narrow" w:hAnsi="Arial Narrow"/>
          <w:sz w:val="22"/>
          <w:lang w:val="de-DE"/>
        </w:rPr>
        <w:t>etc</w:t>
      </w:r>
      <w:proofErr w:type="spellEnd"/>
      <w:r>
        <w:rPr>
          <w:rFonts w:ascii="Arial Narrow" w:hAnsi="Arial Narrow"/>
          <w:sz w:val="22"/>
          <w:lang w:val="de-DE"/>
        </w:rPr>
        <w:t>), Info auch an AStA-Verteiler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Wir sind gleichberechtigte Abteilung und Eigentümer der Geräte, keine Laufburschen! </w:t>
      </w:r>
    </w:p>
    <w:p w:rsidR="007E027A" w:rsidRDefault="007E027A" w:rsidP="002760C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Müll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gelber Sack im Eck bei den Getränken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Kleine Mülleimer sind jetzt weg, nur noch Stahlzylinder = Restmüll und neuer gelber Sack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voll dann zumachen und mit Hausmeistern klären wegen wegbringen (Container sind meistens abgeschlossen)</w:t>
      </w:r>
    </w:p>
    <w:p w:rsidR="00472D1D" w:rsidRDefault="00472D1D" w:rsidP="002760C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AStA-Zutrittskarte bei Anni</w:t>
      </w:r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Per Mail an Rückgabe erinnern!</w:t>
      </w:r>
    </w:p>
    <w:p w:rsidR="00472D1D" w:rsidRDefault="00472D1D" w:rsidP="002760C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Hr. </w:t>
      </w:r>
      <w:proofErr w:type="spellStart"/>
      <w:r>
        <w:rPr>
          <w:rFonts w:ascii="Arial Narrow" w:hAnsi="Arial Narrow"/>
          <w:sz w:val="22"/>
          <w:lang w:val="de-DE"/>
        </w:rPr>
        <w:t>Bumiller</w:t>
      </w:r>
      <w:proofErr w:type="spellEnd"/>
      <w:r>
        <w:rPr>
          <w:rFonts w:ascii="Arial Narrow" w:hAnsi="Arial Narrow"/>
          <w:sz w:val="22"/>
          <w:lang w:val="de-DE"/>
        </w:rPr>
        <w:t xml:space="preserve"> Sportgeräte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</w:p>
    <w:p w:rsidR="00472D1D" w:rsidRDefault="00472D1D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 würde gerne Sportgeräte in der AC aufstellen und sie verschlossen halten</w:t>
      </w:r>
    </w:p>
    <w:p w:rsidR="00B27C66" w:rsidRDefault="00B27C66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 sollen die Geräte verwalten und unterhalten</w:t>
      </w:r>
    </w:p>
    <w:p w:rsidR="00472D1D" w:rsidRPr="002760C6" w:rsidRDefault="00B27C66" w:rsidP="00472D1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auf nächsten Mo 13:45 eingeladen, wird dann besprochen, protokolliert und ihm mitgeteilt</w:t>
      </w:r>
      <w:bookmarkStart w:id="0" w:name="_GoBack"/>
      <w:bookmarkEnd w:id="0"/>
    </w:p>
    <w:sectPr w:rsidR="00472D1D" w:rsidRPr="002760C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D1D" w:rsidRDefault="00472D1D">
      <w:pPr>
        <w:spacing w:line="20" w:lineRule="exact"/>
      </w:pPr>
    </w:p>
  </w:endnote>
  <w:endnote w:type="continuationSeparator" w:id="0">
    <w:p w:rsidR="00472D1D" w:rsidRDefault="00472D1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472D1D" w:rsidRDefault="00472D1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D1D" w:rsidRDefault="00472D1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472D1D" w:rsidRDefault="00472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D1D" w:rsidRDefault="00472D1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72D1D" w:rsidRDefault="00472D1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72D1D" w:rsidRPr="00CF0EE6" w:rsidRDefault="00472D1D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27C66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472D1D" w:rsidRPr="00CF0EE6" w:rsidRDefault="00472D1D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72D1D" w:rsidRPr="00CF0EE6" w:rsidRDefault="00472D1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72D1D" w:rsidRPr="00CF0EE6" w:rsidRDefault="00472D1D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EF"/>
    <w:rsid w:val="00010829"/>
    <w:rsid w:val="000243CF"/>
    <w:rsid w:val="00031A79"/>
    <w:rsid w:val="000459F9"/>
    <w:rsid w:val="00052A2E"/>
    <w:rsid w:val="00055104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760C6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72D1D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27A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27C66"/>
    <w:rsid w:val="00B31043"/>
    <w:rsid w:val="00B31937"/>
    <w:rsid w:val="00B51224"/>
    <w:rsid w:val="00B83D82"/>
    <w:rsid w:val="00BE1515"/>
    <w:rsid w:val="00C13264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47E47D9D.dotm</Template>
  <TotalTime>0</TotalTime>
  <Pages>2</Pages>
  <Words>325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Kaufmann</cp:lastModifiedBy>
  <cp:revision>6</cp:revision>
  <cp:lastPrinted>2013-06-10T11:00:00Z</cp:lastPrinted>
  <dcterms:created xsi:type="dcterms:W3CDTF">2013-06-10T09:48:00Z</dcterms:created>
  <dcterms:modified xsi:type="dcterms:W3CDTF">2013-06-10T11:59:00Z</dcterms:modified>
</cp:coreProperties>
</file>