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1C30C9">
        <w:rPr>
          <w:rFonts w:ascii="Arial Narrow" w:hAnsi="Arial Narrow"/>
          <w:sz w:val="22"/>
          <w:lang w:val="de-DE"/>
        </w:rPr>
        <w:t>14</w:t>
      </w:r>
      <w:r>
        <w:rPr>
          <w:rFonts w:ascii="Arial Narrow" w:hAnsi="Arial Narrow"/>
          <w:sz w:val="22"/>
          <w:lang w:val="de-DE"/>
        </w:rPr>
        <w:t>_</w:t>
      </w:r>
      <w:r w:rsidR="00DD6CEF">
        <w:rPr>
          <w:rFonts w:ascii="Arial Narrow" w:hAnsi="Arial Narrow"/>
          <w:sz w:val="22"/>
          <w:lang w:val="de-DE"/>
        </w:rPr>
        <w:t>. Sitzung | SS 20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1C30C9">
        <w:rPr>
          <w:rFonts w:ascii="Arial Narrow" w:hAnsi="Arial Narrow"/>
          <w:noProof/>
          <w:sz w:val="22"/>
          <w:lang w:val="de-DE"/>
        </w:rPr>
        <w:t>08.07.2013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1C30C9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Kaufmann, Anna Kyc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Benedikt Recktenwald, Sarah Häfele</w:t>
      </w:r>
      <w:r w:rsidR="00B31043">
        <w:rPr>
          <w:rFonts w:ascii="Arial Narrow" w:hAnsi="Arial Narrow"/>
          <w:sz w:val="22"/>
          <w:lang w:val="de-DE"/>
        </w:rPr>
        <w:t xml:space="preserve">, Jürgen Preißinger, </w:t>
      </w:r>
      <w:r w:rsidR="001C30C9">
        <w:rPr>
          <w:rFonts w:ascii="Arial Narrow" w:hAnsi="Arial Narrow"/>
          <w:sz w:val="22"/>
          <w:lang w:val="de-DE"/>
        </w:rPr>
        <w:t>Marius Bacher, Maritta Kämmerer</w:t>
      </w:r>
    </w:p>
    <w:p w:rsidR="000C1EB8" w:rsidRPr="00C60DAE" w:rsidRDefault="000C1EB8" w:rsidP="001C30C9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1C30C9">
        <w:rPr>
          <w:rFonts w:ascii="Arial Narrow" w:hAnsi="Arial Narrow"/>
          <w:sz w:val="22"/>
          <w:lang w:val="de-DE"/>
        </w:rPr>
        <w:t>Matthias Kaufmann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1C30C9" w:rsidRDefault="001C30C9" w:rsidP="001C30C9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1C30C9" w:rsidRDefault="001C30C9" w:rsidP="001C30C9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Anschaffung Dart Referat</w:t>
      </w:r>
    </w:p>
    <w:p w:rsidR="001C30C9" w:rsidRDefault="001C30C9" w:rsidP="001C30C9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Dartscheibe kostet 180€</w:t>
      </w:r>
    </w:p>
    <w:p w:rsidR="001C30C9" w:rsidRDefault="001C30C9" w:rsidP="001C30C9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Problem Pfeile die das Ziel verfehlen -&gt; von Werkstatt Platte 1,5x1,5m und Haken anfertigen lassen (Sigi)</w:t>
      </w:r>
    </w:p>
    <w:p w:rsidR="001C30C9" w:rsidRDefault="001C30C9" w:rsidP="001C30C9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POI Referat</w:t>
      </w:r>
      <w:r>
        <w:rPr>
          <w:rFonts w:ascii="Arial Narrow" w:hAnsi="Arial Narrow"/>
          <w:sz w:val="22"/>
          <w:lang w:val="de-DE"/>
        </w:rPr>
        <w:t xml:space="preserve"> (Feuershowtanz, aber mit elektronischen Leuchten)</w:t>
      </w:r>
    </w:p>
    <w:p w:rsidR="001C30C9" w:rsidRDefault="001C30C9" w:rsidP="001C30C9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Kein Shop </w:t>
      </w:r>
      <w:r w:rsidR="002A7E72">
        <w:rPr>
          <w:rFonts w:ascii="Arial Narrow" w:hAnsi="Arial Narrow"/>
          <w:sz w:val="22"/>
          <w:lang w:val="de-DE"/>
        </w:rPr>
        <w:t>kann auf Rechnung liefern</w:t>
      </w:r>
    </w:p>
    <w:p w:rsidR="002A7E72" w:rsidRDefault="002A7E72" w:rsidP="001C30C9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Antrag an Beni schicken, dann kann Verein das übernehmen</w:t>
      </w:r>
    </w:p>
    <w:p w:rsidR="001C30C9" w:rsidRDefault="001C30C9" w:rsidP="001C30C9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Kabelverlegung</w:t>
      </w:r>
    </w:p>
    <w:p w:rsidR="002A7E72" w:rsidRDefault="002A7E72" w:rsidP="002A7E72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In der Klausurzeit kommen irgendwann Handwerker, um ein Kabel im Kabelschacht beim Kühlschrank zu verlegen. Dazu müssen die Kühlschränke zur Seite. Sie melden sich 2 Tage vorher an.</w:t>
      </w:r>
    </w:p>
    <w:p w:rsidR="001C30C9" w:rsidRDefault="001C30C9" w:rsidP="001C30C9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 Fenster achten</w:t>
      </w:r>
    </w:p>
    <w:p w:rsidR="002A7E72" w:rsidRDefault="002A7E72" w:rsidP="002A7E72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Sobald man den Raum verlässt und niemand mehr da ist bitte alles zumachen!</w:t>
      </w:r>
    </w:p>
    <w:p w:rsidR="001C30C9" w:rsidRDefault="001C30C9" w:rsidP="001C30C9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Todo-Liste</w:t>
      </w:r>
    </w:p>
    <w:p w:rsidR="002A7E72" w:rsidRDefault="002A7E72" w:rsidP="002A7E72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Papier sollte mal jemand in den C-Bau fahren</w:t>
      </w:r>
    </w:p>
    <w:p w:rsidR="002A7E72" w:rsidRDefault="002A7E72" w:rsidP="002A7E72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Pfand aus dem Keller in die Getränkezelle räumen und vom Zirlewagen abholen lassen</w:t>
      </w:r>
    </w:p>
    <w:p w:rsidR="000C1EB8" w:rsidRDefault="001C30C9" w:rsidP="001C30C9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Boden alte Cafete</w:t>
      </w:r>
    </w:p>
    <w:p w:rsidR="002A7E72" w:rsidRDefault="002A7E72" w:rsidP="002A7E72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Hinter der Theke sollte geputzt werden</w:t>
      </w:r>
    </w:p>
    <w:p w:rsidR="002A7E72" w:rsidRPr="001C30C9" w:rsidRDefault="002A7E72" w:rsidP="002A7E72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Sigi macht Meldung an Hausmeister</w:t>
      </w:r>
      <w:bookmarkStart w:id="0" w:name="_GoBack"/>
      <w:bookmarkEnd w:id="0"/>
    </w:p>
    <w:sectPr w:rsidR="002A7E72" w:rsidRPr="001C30C9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0C9" w:rsidRDefault="001C30C9">
      <w:pPr>
        <w:spacing w:line="20" w:lineRule="exact"/>
      </w:pPr>
    </w:p>
  </w:endnote>
  <w:endnote w:type="continuationSeparator" w:id="0">
    <w:p w:rsidR="001C30C9" w:rsidRDefault="001C30C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1C30C9" w:rsidRDefault="001C30C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0C9" w:rsidRDefault="001C30C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1C30C9" w:rsidRDefault="001C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DD6CEF">
      <w:rPr>
        <w:rFonts w:ascii="Arial Narrow" w:hAnsi="Arial Narrow"/>
        <w:sz w:val="20"/>
        <w:lang w:val="de-DE"/>
      </w:rPr>
      <w:t>S</w:t>
    </w:r>
    <w:r>
      <w:rPr>
        <w:rFonts w:ascii="Arial Narrow" w:hAnsi="Arial Narrow"/>
        <w:sz w:val="20"/>
        <w:lang w:val="de-DE"/>
      </w:rPr>
      <w:t>S</w:t>
    </w:r>
    <w:r w:rsidRPr="00CF0EE6">
      <w:rPr>
        <w:rFonts w:ascii="Arial Narrow" w:hAnsi="Arial Narrow"/>
        <w:sz w:val="20"/>
        <w:lang w:val="de-DE"/>
      </w:rPr>
      <w:t xml:space="preserve"> </w:t>
    </w:r>
    <w:r w:rsidR="00DD6CEF">
      <w:rPr>
        <w:rFonts w:ascii="Arial Narrow" w:hAnsi="Arial Narrow"/>
        <w:sz w:val="20"/>
        <w:lang w:val="de-DE"/>
      </w:rPr>
      <w:t>20</w:t>
    </w:r>
    <w:r w:rsidR="008D2BDB">
      <w:rPr>
        <w:rFonts w:ascii="Arial Narrow" w:hAnsi="Arial Narrow"/>
        <w:sz w:val="20"/>
        <w:lang w:val="de-DE"/>
      </w:rPr>
      <w:t>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A7E72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C9"/>
    <w:rsid w:val="00010829"/>
    <w:rsid w:val="000243CF"/>
    <w:rsid w:val="00031A79"/>
    <w:rsid w:val="000459F9"/>
    <w:rsid w:val="00052A2E"/>
    <w:rsid w:val="00063E3E"/>
    <w:rsid w:val="00094624"/>
    <w:rsid w:val="000A0887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30C9"/>
    <w:rsid w:val="001C7E80"/>
    <w:rsid w:val="001D3317"/>
    <w:rsid w:val="001F5D4C"/>
    <w:rsid w:val="00203683"/>
    <w:rsid w:val="00211E26"/>
    <w:rsid w:val="00273332"/>
    <w:rsid w:val="00274830"/>
    <w:rsid w:val="002A571F"/>
    <w:rsid w:val="002A7E72"/>
    <w:rsid w:val="002B1A01"/>
    <w:rsid w:val="002C3C52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043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D6CEF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Vorlage_Sitzungsprotoko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Vorlage_Sitzungsprotokoll.dotx</Template>
  <TotalTime>0</TotalTime>
  <Pages>2</Pages>
  <Words>183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1</cp:revision>
  <cp:lastPrinted>2006-04-05T07:40:00Z</cp:lastPrinted>
  <dcterms:created xsi:type="dcterms:W3CDTF">2013-07-08T11:34:00Z</dcterms:created>
  <dcterms:modified xsi:type="dcterms:W3CDTF">2013-07-08T11:52:00Z</dcterms:modified>
</cp:coreProperties>
</file>