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</w:t>
      </w:r>
      <w:r>
        <w:rPr>
          <w:rFonts w:ascii="Arial" w:hAnsi="Arial" w:cs="Arial" w:eastAsia="Arial"/>
          <w:sz w:val="22"/>
          <w:lang w:val="it-IT"/>
        </w:rPr>
        <w:t xml:space="preserve">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8.0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3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 Semester Party mit VS (Ralf Speer)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Alte Cafete (Valentin Weber)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Finanzreferent FuWa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Neue Mitglieder (Fleig)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Kommunikation (Dodo)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/>
      <w:r>
        <w:rPr>
          <w:rFonts w:ascii="Arial" w:hAnsi="Arial" w:cs="Arial" w:eastAsia="Arial"/>
        </w:rPr>
      </w:r>
      <w:r/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Marci verabschieden?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„richtiges“ Gendern 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kleine InfoVideos</w:t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9</cp:revision>
  <dcterms:created xsi:type="dcterms:W3CDTF">2020-11-17T16:47:00Z</dcterms:created>
  <dcterms:modified xsi:type="dcterms:W3CDTF">2021-03-18T12:15:26Z</dcterms:modified>
</cp:coreProperties>
</file>